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045E0" w14:textId="5A82EC6B" w:rsidR="004035E5" w:rsidRPr="002A1559" w:rsidRDefault="008B2495" w:rsidP="004035E5">
      <w:pPr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市</w:t>
      </w:r>
      <w:r>
        <w:rPr>
          <w:rFonts w:eastAsia="標楷體" w:hint="eastAsia"/>
          <w:b/>
          <w:bCs/>
          <w:sz w:val="28"/>
        </w:rPr>
        <w:t xml:space="preserve"> </w:t>
      </w:r>
      <w:r>
        <w:rPr>
          <w:rFonts w:eastAsia="標楷體" w:hint="eastAsia"/>
          <w:b/>
          <w:bCs/>
          <w:sz w:val="28"/>
        </w:rPr>
        <w:t>立</w:t>
      </w:r>
      <w:r w:rsidR="004035E5" w:rsidRPr="002A1559">
        <w:rPr>
          <w:rFonts w:eastAsia="標楷體" w:hint="eastAsia"/>
          <w:b/>
          <w:bCs/>
          <w:sz w:val="28"/>
        </w:rPr>
        <w:t xml:space="preserve"> </w:t>
      </w:r>
      <w:proofErr w:type="gramStart"/>
      <w:r w:rsidR="004035E5" w:rsidRPr="002A1559">
        <w:rPr>
          <w:rFonts w:eastAsia="標楷體" w:hint="eastAsia"/>
          <w:b/>
          <w:bCs/>
          <w:sz w:val="28"/>
        </w:rPr>
        <w:t>臺</w:t>
      </w:r>
      <w:proofErr w:type="gramEnd"/>
      <w:r w:rsidR="004035E5" w:rsidRPr="002A1559">
        <w:rPr>
          <w:rFonts w:eastAsia="標楷體" w:hint="eastAsia"/>
          <w:b/>
          <w:bCs/>
          <w:sz w:val="28"/>
        </w:rPr>
        <w:t xml:space="preserve"> </w:t>
      </w:r>
      <w:r w:rsidR="004035E5" w:rsidRPr="002A1559">
        <w:rPr>
          <w:rFonts w:eastAsia="標楷體" w:hint="eastAsia"/>
          <w:b/>
          <w:bCs/>
          <w:sz w:val="28"/>
        </w:rPr>
        <w:t>中</w:t>
      </w:r>
      <w:r w:rsidR="004035E5" w:rsidRPr="002A1559">
        <w:rPr>
          <w:rFonts w:eastAsia="標楷體" w:hint="eastAsia"/>
          <w:b/>
          <w:bCs/>
          <w:sz w:val="28"/>
        </w:rPr>
        <w:t xml:space="preserve"> </w:t>
      </w:r>
      <w:r w:rsidR="004035E5" w:rsidRPr="002A1559">
        <w:rPr>
          <w:rFonts w:eastAsia="標楷體" w:hint="eastAsia"/>
          <w:b/>
          <w:bCs/>
          <w:sz w:val="28"/>
        </w:rPr>
        <w:t>第</w:t>
      </w:r>
      <w:r w:rsidR="004035E5" w:rsidRPr="002A1559">
        <w:rPr>
          <w:rFonts w:eastAsia="標楷體" w:hint="eastAsia"/>
          <w:b/>
          <w:bCs/>
          <w:sz w:val="28"/>
        </w:rPr>
        <w:t xml:space="preserve"> </w:t>
      </w:r>
      <w:r w:rsidR="004035E5" w:rsidRPr="002A1559">
        <w:rPr>
          <w:rFonts w:eastAsia="標楷體" w:hint="eastAsia"/>
          <w:b/>
          <w:bCs/>
          <w:sz w:val="28"/>
        </w:rPr>
        <w:t>二</w:t>
      </w:r>
      <w:r w:rsidR="004035E5" w:rsidRPr="002A1559">
        <w:rPr>
          <w:rFonts w:eastAsia="標楷體" w:hint="eastAsia"/>
          <w:b/>
          <w:bCs/>
          <w:sz w:val="28"/>
        </w:rPr>
        <w:t xml:space="preserve"> </w:t>
      </w:r>
      <w:r w:rsidR="004035E5" w:rsidRPr="002A1559">
        <w:rPr>
          <w:rFonts w:eastAsia="標楷體" w:hint="eastAsia"/>
          <w:b/>
          <w:bCs/>
          <w:sz w:val="28"/>
        </w:rPr>
        <w:t>高</w:t>
      </w:r>
      <w:r w:rsidR="004035E5" w:rsidRPr="002A1559">
        <w:rPr>
          <w:rFonts w:eastAsia="標楷體" w:hint="eastAsia"/>
          <w:b/>
          <w:bCs/>
          <w:sz w:val="28"/>
        </w:rPr>
        <w:t xml:space="preserve"> </w:t>
      </w:r>
      <w:r w:rsidR="004035E5" w:rsidRPr="002A1559">
        <w:rPr>
          <w:rFonts w:eastAsia="標楷體" w:hint="eastAsia"/>
          <w:b/>
          <w:bCs/>
          <w:sz w:val="28"/>
        </w:rPr>
        <w:t>級</w:t>
      </w:r>
      <w:r w:rsidR="004035E5" w:rsidRPr="002A1559">
        <w:rPr>
          <w:rFonts w:eastAsia="標楷體" w:hint="eastAsia"/>
          <w:b/>
          <w:bCs/>
          <w:sz w:val="28"/>
        </w:rPr>
        <w:t xml:space="preserve"> </w:t>
      </w:r>
      <w:r w:rsidR="004035E5" w:rsidRPr="002A1559">
        <w:rPr>
          <w:rFonts w:eastAsia="標楷體" w:hint="eastAsia"/>
          <w:b/>
          <w:bCs/>
          <w:sz w:val="28"/>
        </w:rPr>
        <w:t>中</w:t>
      </w:r>
      <w:r w:rsidR="004035E5" w:rsidRPr="002A1559">
        <w:rPr>
          <w:rFonts w:eastAsia="標楷體" w:hint="eastAsia"/>
          <w:b/>
          <w:bCs/>
          <w:sz w:val="28"/>
        </w:rPr>
        <w:t xml:space="preserve"> </w:t>
      </w:r>
      <w:r w:rsidR="004035E5" w:rsidRPr="002A1559">
        <w:rPr>
          <w:rFonts w:eastAsia="標楷體" w:hint="eastAsia"/>
          <w:b/>
          <w:bCs/>
          <w:sz w:val="28"/>
        </w:rPr>
        <w:t>學</w:t>
      </w:r>
    </w:p>
    <w:p w14:paraId="0E755973" w14:textId="66D21788" w:rsidR="004035E5" w:rsidRPr="002A1559" w:rsidRDefault="004035E5" w:rsidP="004035E5">
      <w:pPr>
        <w:jc w:val="distribute"/>
        <w:rPr>
          <w:rFonts w:eastAsia="標楷體"/>
          <w:b/>
        </w:rPr>
      </w:pPr>
      <w:r w:rsidRPr="002A1559">
        <w:rPr>
          <w:rFonts w:eastAsia="標楷體" w:hint="eastAsia"/>
          <w:b/>
          <w:u w:val="single"/>
        </w:rPr>
        <w:t xml:space="preserve">  </w:t>
      </w:r>
      <w:r w:rsidR="007B10D8">
        <w:rPr>
          <w:rFonts w:eastAsia="標楷體"/>
          <w:b/>
          <w:u w:val="single"/>
        </w:rPr>
        <w:t>10</w:t>
      </w:r>
      <w:r w:rsidR="007B10D8">
        <w:rPr>
          <w:rFonts w:eastAsia="標楷體" w:hint="eastAsia"/>
          <w:b/>
          <w:u w:val="single"/>
        </w:rPr>
        <w:t>6</w:t>
      </w:r>
      <w:r w:rsidRPr="002A1559">
        <w:rPr>
          <w:rFonts w:eastAsia="標楷體" w:hint="eastAsia"/>
          <w:b/>
          <w:u w:val="single"/>
        </w:rPr>
        <w:t xml:space="preserve">  </w:t>
      </w:r>
      <w:r w:rsidRPr="002A1559">
        <w:rPr>
          <w:rFonts w:eastAsia="標楷體" w:hint="eastAsia"/>
          <w:b/>
        </w:rPr>
        <w:t>學年度</w:t>
      </w:r>
      <w:r w:rsidRPr="002A1559">
        <w:rPr>
          <w:rFonts w:eastAsia="標楷體" w:hint="eastAsia"/>
          <w:b/>
        </w:rPr>
        <w:t xml:space="preserve"> </w:t>
      </w:r>
      <w:r w:rsidRPr="002A1559">
        <w:rPr>
          <w:rFonts w:eastAsia="標楷體" w:hint="eastAsia"/>
          <w:b/>
        </w:rPr>
        <w:t>第</w:t>
      </w:r>
      <w:r w:rsidRPr="002A1559">
        <w:rPr>
          <w:rFonts w:eastAsia="標楷體" w:hint="eastAsia"/>
          <w:b/>
          <w:u w:val="single"/>
        </w:rPr>
        <w:t xml:space="preserve">  </w:t>
      </w:r>
      <w:r w:rsidR="007B10D8">
        <w:rPr>
          <w:rFonts w:eastAsia="標楷體" w:hint="eastAsia"/>
          <w:b/>
          <w:u w:val="single"/>
        </w:rPr>
        <w:t>2</w:t>
      </w:r>
      <w:r w:rsidRPr="002A1559">
        <w:rPr>
          <w:rFonts w:eastAsia="標楷體" w:hint="eastAsia"/>
          <w:b/>
          <w:u w:val="single"/>
        </w:rPr>
        <w:t xml:space="preserve">  </w:t>
      </w:r>
      <w:r w:rsidRPr="002A1559">
        <w:rPr>
          <w:rFonts w:eastAsia="標楷體" w:hint="eastAsia"/>
          <w:b/>
        </w:rPr>
        <w:t>學期</w:t>
      </w:r>
      <w:r w:rsidRPr="002A1559">
        <w:rPr>
          <w:rFonts w:eastAsia="標楷體" w:hint="eastAsia"/>
          <w:b/>
        </w:rPr>
        <w:t xml:space="preserve"> </w:t>
      </w:r>
      <w:r w:rsidRPr="002A1559">
        <w:rPr>
          <w:rFonts w:eastAsia="標楷體" w:hint="eastAsia"/>
          <w:b/>
          <w:u w:val="single"/>
        </w:rPr>
        <w:t xml:space="preserve"> 2 </w:t>
      </w:r>
      <w:r w:rsidRPr="002A1559">
        <w:rPr>
          <w:rFonts w:eastAsia="標楷體" w:hint="eastAsia"/>
          <w:b/>
        </w:rPr>
        <w:t>年級</w:t>
      </w:r>
      <w:r w:rsidR="007B10D8">
        <w:rPr>
          <w:rFonts w:eastAsia="標楷體" w:hint="eastAsia"/>
          <w:b/>
          <w:u w:val="single"/>
        </w:rPr>
        <w:t xml:space="preserve"> 3</w:t>
      </w:r>
      <w:r w:rsidRPr="002A1559">
        <w:rPr>
          <w:rFonts w:eastAsia="標楷體" w:hint="eastAsia"/>
          <w:b/>
          <w:u w:val="single"/>
        </w:rPr>
        <w:t xml:space="preserve"> </w:t>
      </w:r>
      <w:r w:rsidRPr="002A1559">
        <w:rPr>
          <w:rFonts w:eastAsia="標楷體" w:hint="eastAsia"/>
          <w:b/>
        </w:rPr>
        <w:t>類組</w:t>
      </w:r>
      <w:r w:rsidRPr="002A1559">
        <w:rPr>
          <w:rFonts w:eastAsia="標楷體" w:hint="eastAsia"/>
          <w:b/>
        </w:rPr>
        <w:t xml:space="preserve"> </w:t>
      </w:r>
      <w:r w:rsidRPr="002A1559">
        <w:rPr>
          <w:rFonts w:eastAsia="標楷體" w:hint="eastAsia"/>
          <w:b/>
          <w:u w:val="single"/>
        </w:rPr>
        <w:t xml:space="preserve"> </w:t>
      </w:r>
      <w:r w:rsidRPr="002A1559">
        <w:rPr>
          <w:rFonts w:eastAsia="標楷體" w:hint="eastAsia"/>
          <w:b/>
          <w:u w:val="single"/>
        </w:rPr>
        <w:t>基礎生物</w:t>
      </w:r>
      <w:r w:rsidR="009C053F">
        <w:rPr>
          <w:rFonts w:eastAsia="標楷體"/>
          <w:b/>
          <w:u w:val="single"/>
        </w:rPr>
        <w:t>(</w:t>
      </w:r>
      <w:r w:rsidRPr="002A1559">
        <w:rPr>
          <w:rFonts w:eastAsia="標楷體" w:hint="eastAsia"/>
          <w:b/>
          <w:u w:val="single"/>
        </w:rPr>
        <w:t>下</w:t>
      </w:r>
      <w:r w:rsidR="009C053F">
        <w:rPr>
          <w:rFonts w:eastAsia="標楷體"/>
          <w:b/>
          <w:u w:val="single"/>
        </w:rPr>
        <w:t>)</w:t>
      </w:r>
      <w:r w:rsidRPr="002A1559">
        <w:rPr>
          <w:rFonts w:eastAsia="標楷體" w:hint="eastAsia"/>
          <w:b/>
          <w:u w:val="single"/>
        </w:rPr>
        <w:t xml:space="preserve"> </w:t>
      </w:r>
      <w:r w:rsidRPr="002A1559">
        <w:rPr>
          <w:rFonts w:eastAsia="標楷體" w:hint="eastAsia"/>
          <w:b/>
        </w:rPr>
        <w:t>科</w:t>
      </w:r>
      <w:r w:rsidRPr="002A1559">
        <w:rPr>
          <w:rFonts w:eastAsia="標楷體" w:hint="eastAsia"/>
          <w:b/>
        </w:rPr>
        <w:t xml:space="preserve"> </w:t>
      </w:r>
      <w:r w:rsidRPr="002A1559">
        <w:rPr>
          <w:rFonts w:eastAsia="標楷體" w:hint="eastAsia"/>
          <w:b/>
        </w:rPr>
        <w:t>第</w:t>
      </w:r>
      <w:r w:rsidR="007B10D8">
        <w:rPr>
          <w:rFonts w:eastAsia="標楷體" w:hint="eastAsia"/>
          <w:b/>
          <w:u w:val="single"/>
        </w:rPr>
        <w:t xml:space="preserve"> 1</w:t>
      </w:r>
      <w:r w:rsidRPr="002A1559">
        <w:rPr>
          <w:rFonts w:eastAsia="標楷體" w:hint="eastAsia"/>
          <w:b/>
        </w:rPr>
        <w:t>次期中考試題</w:t>
      </w:r>
    </w:p>
    <w:p w14:paraId="46F557A9" w14:textId="77777777" w:rsidR="004035E5" w:rsidRPr="002A1559" w:rsidRDefault="004035E5" w:rsidP="004035E5">
      <w:pPr>
        <w:jc w:val="distribute"/>
        <w:rPr>
          <w:rFonts w:eastAsia="標楷體"/>
          <w:b/>
        </w:rPr>
      </w:pPr>
      <w:r w:rsidRPr="002A1559">
        <w:rPr>
          <w:rFonts w:eastAsia="標楷體" w:hint="eastAsia"/>
          <w:b/>
          <w:bCs/>
        </w:rPr>
        <w:t>本科電腦代碼：</w:t>
      </w:r>
      <w:r w:rsidRPr="002A1559">
        <w:rPr>
          <w:rFonts w:eastAsia="標楷體" w:hint="eastAsia"/>
          <w:b/>
          <w:bCs/>
          <w:sz w:val="20"/>
          <w:u w:val="single"/>
        </w:rPr>
        <w:t xml:space="preserve">  </w:t>
      </w:r>
      <w:r w:rsidRPr="002A1559">
        <w:rPr>
          <w:rFonts w:eastAsia="標楷體" w:hint="eastAsia"/>
          <w:b/>
          <w:bCs/>
          <w:sz w:val="22"/>
          <w:u w:val="single"/>
        </w:rPr>
        <w:t xml:space="preserve">  14   </w:t>
      </w:r>
      <w:r w:rsidRPr="002A1559">
        <w:rPr>
          <w:rFonts w:eastAsia="標楷體" w:hint="eastAsia"/>
          <w:b/>
          <w:bCs/>
          <w:sz w:val="28"/>
        </w:rPr>
        <w:t xml:space="preserve">           </w:t>
      </w:r>
      <w:r w:rsidRPr="002A1559">
        <w:rPr>
          <w:rFonts w:eastAsia="標楷體" w:hint="eastAsia"/>
          <w:b/>
          <w:bCs/>
          <w:sz w:val="28"/>
          <w:u w:val="single"/>
        </w:rPr>
        <w:t xml:space="preserve">   </w:t>
      </w:r>
      <w:r w:rsidRPr="002A1559">
        <w:rPr>
          <w:rFonts w:eastAsia="標楷體" w:hint="eastAsia"/>
          <w:b/>
          <w:bCs/>
          <w:sz w:val="22"/>
          <w:u w:val="single"/>
        </w:rPr>
        <w:t xml:space="preserve">  </w:t>
      </w:r>
      <w:r w:rsidRPr="002A1559">
        <w:rPr>
          <w:rFonts w:eastAsia="標楷體" w:hint="eastAsia"/>
          <w:b/>
          <w:bCs/>
          <w:sz w:val="22"/>
        </w:rPr>
        <w:t>年</w:t>
      </w:r>
      <w:r w:rsidRPr="002A1559">
        <w:rPr>
          <w:rFonts w:eastAsia="標楷體" w:hint="eastAsia"/>
          <w:b/>
          <w:bCs/>
          <w:sz w:val="22"/>
          <w:u w:val="single"/>
        </w:rPr>
        <w:t xml:space="preserve">     </w:t>
      </w:r>
      <w:r w:rsidRPr="002A1559">
        <w:rPr>
          <w:rFonts w:eastAsia="標楷體" w:hint="eastAsia"/>
          <w:b/>
          <w:bCs/>
          <w:sz w:val="22"/>
        </w:rPr>
        <w:t>班</w:t>
      </w:r>
      <w:r w:rsidRPr="002A1559">
        <w:rPr>
          <w:rFonts w:eastAsia="標楷體" w:hint="eastAsia"/>
          <w:b/>
          <w:bCs/>
          <w:sz w:val="22"/>
        </w:rPr>
        <w:t xml:space="preserve">  </w:t>
      </w:r>
      <w:r w:rsidRPr="002A1559">
        <w:rPr>
          <w:rFonts w:eastAsia="標楷體" w:hint="eastAsia"/>
          <w:b/>
          <w:bCs/>
          <w:sz w:val="22"/>
        </w:rPr>
        <w:t>姓名</w:t>
      </w:r>
      <w:r w:rsidRPr="002A1559">
        <w:rPr>
          <w:rFonts w:eastAsia="標楷體" w:hint="eastAsia"/>
          <w:b/>
          <w:bCs/>
          <w:sz w:val="22"/>
          <w:u w:val="single"/>
        </w:rPr>
        <w:t xml:space="preserve">           </w:t>
      </w:r>
      <w:r w:rsidRPr="002A1559">
        <w:rPr>
          <w:rFonts w:eastAsia="標楷體" w:hint="eastAsia"/>
          <w:b/>
          <w:bCs/>
          <w:sz w:val="22"/>
        </w:rPr>
        <w:t xml:space="preserve">  </w:t>
      </w:r>
      <w:r w:rsidRPr="002A1559">
        <w:rPr>
          <w:rFonts w:eastAsia="標楷體" w:hint="eastAsia"/>
          <w:b/>
          <w:bCs/>
          <w:sz w:val="22"/>
        </w:rPr>
        <w:t>座號</w:t>
      </w:r>
      <w:r w:rsidRPr="002A1559">
        <w:rPr>
          <w:rFonts w:eastAsia="標楷體" w:hint="eastAsia"/>
          <w:b/>
          <w:bCs/>
          <w:sz w:val="22"/>
          <w:u w:val="single"/>
        </w:rPr>
        <w:t xml:space="preserve">      </w:t>
      </w:r>
      <w:r w:rsidRPr="002A1559">
        <w:rPr>
          <w:rFonts w:eastAsia="標楷體" w:hint="eastAsia"/>
          <w:b/>
          <w:bCs/>
          <w:sz w:val="22"/>
        </w:rPr>
        <w:t>號</w:t>
      </w:r>
    </w:p>
    <w:p w14:paraId="4D30C1CA" w14:textId="77777777" w:rsidR="004035E5" w:rsidRPr="002A1559" w:rsidRDefault="004035E5" w:rsidP="004035E5">
      <w:pPr>
        <w:spacing w:line="300" w:lineRule="exact"/>
        <w:ind w:rightChars="126" w:right="299"/>
        <w:jc w:val="distribute"/>
        <w:rPr>
          <w:rFonts w:eastAsia="標楷體"/>
          <w:b/>
          <w:bCs/>
          <w:sz w:val="20"/>
          <w:szCs w:val="20"/>
        </w:rPr>
      </w:pPr>
      <w:r w:rsidRPr="002A1559">
        <w:rPr>
          <w:rFonts w:eastAsia="標楷體" w:hint="eastAsia"/>
          <w:b/>
          <w:bCs/>
          <w:sz w:val="20"/>
          <w:szCs w:val="20"/>
        </w:rPr>
        <w:t>注意：答案卷與答案卡未寫或</w:t>
      </w:r>
      <w:proofErr w:type="gramStart"/>
      <w:r w:rsidRPr="002A1559">
        <w:rPr>
          <w:rFonts w:eastAsia="標楷體" w:hint="eastAsia"/>
          <w:b/>
          <w:bCs/>
          <w:sz w:val="20"/>
          <w:szCs w:val="20"/>
        </w:rPr>
        <w:t>未劃記正確</w:t>
      </w:r>
      <w:proofErr w:type="gramEnd"/>
      <w:r w:rsidRPr="002A1559">
        <w:rPr>
          <w:rFonts w:eastAsia="標楷體" w:hint="eastAsia"/>
          <w:b/>
          <w:bCs/>
          <w:sz w:val="20"/>
          <w:szCs w:val="20"/>
        </w:rPr>
        <w:t>或未在規定位置填寫班級、姓名、座號者，該科成績扣五分登記。</w:t>
      </w:r>
    </w:p>
    <w:p w14:paraId="62874297" w14:textId="77777777" w:rsidR="004035E5" w:rsidRPr="002A1559" w:rsidRDefault="004035E5" w:rsidP="0054212F">
      <w:pPr>
        <w:spacing w:line="300" w:lineRule="exact"/>
        <w:ind w:rightChars="126" w:right="299" w:firstLineChars="200" w:firstLine="436"/>
        <w:jc w:val="right"/>
        <w:rPr>
          <w:rFonts w:eastAsia="標楷體"/>
          <w:b/>
          <w:bCs/>
          <w:sz w:val="20"/>
        </w:rPr>
      </w:pPr>
      <w:r w:rsidRPr="002A1559">
        <w:rPr>
          <w:rFonts w:eastAsia="標楷體" w:hint="eastAsia"/>
          <w:b/>
          <w:bCs/>
          <w:sz w:val="22"/>
        </w:rPr>
        <w:t xml:space="preserve">     </w:t>
      </w:r>
      <w:r w:rsidRPr="002A1559">
        <w:rPr>
          <w:rFonts w:eastAsia="標楷體" w:hint="eastAsia"/>
          <w:b/>
          <w:bCs/>
          <w:sz w:val="20"/>
        </w:rPr>
        <w:t>本試卷計</w:t>
      </w:r>
      <w:r w:rsidRPr="002A1559">
        <w:rPr>
          <w:rFonts w:eastAsia="標楷體" w:hint="eastAsia"/>
          <w:b/>
          <w:bCs/>
          <w:sz w:val="20"/>
          <w:u w:val="single"/>
        </w:rPr>
        <w:t xml:space="preserve">   2   </w:t>
      </w:r>
      <w:r w:rsidRPr="002A1559">
        <w:rPr>
          <w:rFonts w:eastAsia="標楷體" w:hint="eastAsia"/>
          <w:b/>
          <w:bCs/>
          <w:sz w:val="20"/>
        </w:rPr>
        <w:t>張共</w:t>
      </w:r>
      <w:r w:rsidRPr="002A1559">
        <w:rPr>
          <w:rFonts w:eastAsia="標楷體" w:hint="eastAsia"/>
          <w:b/>
          <w:bCs/>
          <w:sz w:val="20"/>
          <w:u w:val="single"/>
        </w:rPr>
        <w:t xml:space="preserve">    3    </w:t>
      </w:r>
      <w:r w:rsidRPr="002A1559">
        <w:rPr>
          <w:rFonts w:eastAsia="標楷體" w:hint="eastAsia"/>
          <w:b/>
          <w:bCs/>
          <w:sz w:val="20"/>
        </w:rPr>
        <w:t>面</w:t>
      </w:r>
      <w:r w:rsidRPr="002A1559">
        <w:rPr>
          <w:rFonts w:eastAsia="標楷體" w:hint="eastAsia"/>
          <w:b/>
          <w:bCs/>
          <w:sz w:val="28"/>
        </w:rPr>
        <w:t xml:space="preserve"> </w:t>
      </w:r>
    </w:p>
    <w:p w14:paraId="7A127D62" w14:textId="77777777" w:rsidR="004035E5" w:rsidRPr="00BA4BEF" w:rsidRDefault="004035E5" w:rsidP="004035E5">
      <w:pPr>
        <w:spacing w:line="200" w:lineRule="exact"/>
        <w:ind w:rightChars="67" w:right="159"/>
        <w:rPr>
          <w:rFonts w:eastAsiaTheme="majorEastAsia"/>
          <w:bCs/>
          <w:sz w:val="20"/>
          <w:u w:val="single"/>
        </w:rPr>
      </w:pPr>
      <w:r w:rsidRPr="00BA4BEF">
        <w:rPr>
          <w:rFonts w:eastAsiaTheme="majorEastAsia" w:hint="eastAsia"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14:paraId="32611356" w14:textId="77777777" w:rsidR="00DA29F6" w:rsidRPr="00C82F27" w:rsidRDefault="00DA29F6" w:rsidP="00DA29F6">
      <w:pPr>
        <w:tabs>
          <w:tab w:val="left" w:pos="426"/>
        </w:tabs>
        <w:ind w:left="2"/>
        <w:jc w:val="both"/>
        <w:rPr>
          <w:bCs/>
          <w:u w:val="single"/>
        </w:rPr>
      </w:pPr>
    </w:p>
    <w:p w14:paraId="512F9219" w14:textId="2081B667" w:rsidR="00786A65" w:rsidRPr="00C82F27" w:rsidRDefault="00DA29F6" w:rsidP="003E700D">
      <w:pPr>
        <w:pStyle w:val="ab"/>
        <w:numPr>
          <w:ilvl w:val="0"/>
          <w:numId w:val="2"/>
        </w:numPr>
        <w:tabs>
          <w:tab w:val="left" w:pos="426"/>
        </w:tabs>
        <w:ind w:leftChars="0"/>
        <w:jc w:val="both"/>
        <w:rPr>
          <w:rFonts w:eastAsia="新細明體"/>
          <w:color w:val="000000"/>
        </w:rPr>
      </w:pPr>
      <w:r w:rsidRPr="00C82F27">
        <w:rPr>
          <w:rFonts w:eastAsia="新細明體"/>
          <w:color w:val="000000"/>
        </w:rPr>
        <w:t>單選題（</w:t>
      </w:r>
      <w:r w:rsidR="00892365" w:rsidRPr="00C82F27">
        <w:rPr>
          <w:rFonts w:eastAsia="新細明體"/>
          <w:color w:val="000000"/>
        </w:rPr>
        <w:t>1-</w:t>
      </w:r>
      <w:r w:rsidR="0054212F">
        <w:rPr>
          <w:rFonts w:eastAsia="新細明體" w:hint="eastAsia"/>
          <w:color w:val="000000"/>
        </w:rPr>
        <w:t>24</w:t>
      </w:r>
      <w:r w:rsidR="00CF1EBF" w:rsidRPr="00C82F27">
        <w:rPr>
          <w:rFonts w:eastAsia="新細明體"/>
          <w:color w:val="000000"/>
        </w:rPr>
        <w:t>題，</w:t>
      </w:r>
      <w:r w:rsidRPr="00C82F27">
        <w:rPr>
          <w:rFonts w:eastAsia="新細明體"/>
          <w:color w:val="000000"/>
        </w:rPr>
        <w:t>每題</w:t>
      </w:r>
      <w:r w:rsidRPr="00C82F27">
        <w:rPr>
          <w:rFonts w:eastAsia="新細明體"/>
          <w:color w:val="000000"/>
        </w:rPr>
        <w:t>2</w:t>
      </w:r>
      <w:r w:rsidRPr="00C82F27">
        <w:rPr>
          <w:rFonts w:eastAsia="新細明體"/>
          <w:color w:val="000000"/>
        </w:rPr>
        <w:t>分，共</w:t>
      </w:r>
      <w:r w:rsidR="0054212F">
        <w:rPr>
          <w:rFonts w:eastAsia="新細明體" w:hint="eastAsia"/>
          <w:color w:val="000000"/>
        </w:rPr>
        <w:t>48</w:t>
      </w:r>
      <w:r w:rsidRPr="00C82F27">
        <w:rPr>
          <w:rFonts w:eastAsia="新細明體"/>
          <w:color w:val="000000"/>
        </w:rPr>
        <w:t>分，答錯不倒扣）</w:t>
      </w:r>
      <w:bookmarkStart w:id="0" w:name="Cont29"/>
    </w:p>
    <w:bookmarkEnd w:id="0"/>
    <w:p w14:paraId="2904AA57" w14:textId="2E759ED1" w:rsidR="00A57902" w:rsidRPr="00C82F27" w:rsidRDefault="00A57902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cs="Times New Roman"/>
        </w:rPr>
        <w:t>下列敘述何者可代表一個基因？</w:t>
      </w:r>
      <w:r w:rsidR="00915048" w:rsidRPr="00C82F27">
        <w:rPr>
          <w:rFonts w:cs="Times New Roman" w:hint="eastAsia"/>
        </w:rPr>
        <w:t xml:space="preserve"> </w:t>
      </w:r>
      <w:r w:rsidR="0082568E" w:rsidRPr="00C82F27">
        <w:rPr>
          <w:rFonts w:cs="Times New Roman"/>
        </w:rPr>
        <w:t>(A)</w:t>
      </w:r>
      <w:r w:rsidRPr="00C82F27">
        <w:rPr>
          <w:rFonts w:cs="Times New Roman"/>
          <w:w w:val="25"/>
        </w:rPr>
        <w:t xml:space="preserve">　</w:t>
      </w:r>
      <w:r w:rsidRPr="00C82F27">
        <w:rPr>
          <w:rFonts w:cs="Times New Roman"/>
        </w:rPr>
        <w:t>DNA</w:t>
      </w:r>
      <w:r w:rsidRPr="00C82F27">
        <w:rPr>
          <w:rFonts w:cs="Times New Roman"/>
          <w:w w:val="25"/>
        </w:rPr>
        <w:t xml:space="preserve">　</w:t>
      </w:r>
      <w:r w:rsidRPr="00C82F27">
        <w:rPr>
          <w:rFonts w:cs="Times New Roman"/>
        </w:rPr>
        <w:t>上一組三</w:t>
      </w:r>
      <w:r w:rsidR="00971043" w:rsidRPr="00C82F27">
        <w:rPr>
          <w:rFonts w:cs="Times New Roman"/>
        </w:rPr>
        <w:t>個鹼基組成的密碼</w:t>
      </w:r>
      <w:r w:rsidRPr="00C82F27">
        <w:rPr>
          <w:rFonts w:cs="Times New Roman"/>
        </w:rPr>
        <w:t xml:space="preserve">　</w:t>
      </w:r>
      <w:r w:rsidR="0082568E" w:rsidRPr="00C82F27">
        <w:rPr>
          <w:rFonts w:cs="Times New Roman"/>
          <w:color w:val="000000"/>
        </w:rPr>
        <w:t>(B)</w:t>
      </w:r>
      <w:r w:rsidRPr="00C82F27">
        <w:rPr>
          <w:rFonts w:cs="Times New Roman"/>
          <w:w w:val="25"/>
        </w:rPr>
        <w:t xml:space="preserve">　</w:t>
      </w:r>
      <w:r w:rsidRPr="00C82F27">
        <w:rPr>
          <w:rFonts w:cs="Times New Roman"/>
        </w:rPr>
        <w:t>DNA</w:t>
      </w:r>
      <w:r w:rsidRPr="00C82F27">
        <w:rPr>
          <w:rFonts w:cs="Times New Roman"/>
          <w:w w:val="25"/>
        </w:rPr>
        <w:t xml:space="preserve">　</w:t>
      </w:r>
      <w:r w:rsidRPr="00C82F27">
        <w:rPr>
          <w:rFonts w:cs="Times New Roman"/>
        </w:rPr>
        <w:t>上</w:t>
      </w:r>
      <w:proofErr w:type="gramStart"/>
      <w:r w:rsidRPr="00C82F27">
        <w:rPr>
          <w:rFonts w:cs="Times New Roman"/>
        </w:rPr>
        <w:t>一</w:t>
      </w:r>
      <w:r w:rsidR="00971043" w:rsidRPr="00C82F27">
        <w:rPr>
          <w:rFonts w:cs="Times New Roman"/>
        </w:rPr>
        <w:t>整</w:t>
      </w:r>
      <w:r w:rsidRPr="00C82F27">
        <w:rPr>
          <w:rFonts w:cs="Times New Roman"/>
        </w:rPr>
        <w:t>條核</w:t>
      </w:r>
      <w:proofErr w:type="gramEnd"/>
      <w:r w:rsidRPr="00C82F27">
        <w:rPr>
          <w:rFonts w:cs="Times New Roman"/>
        </w:rPr>
        <w:t xml:space="preserve">苷酸鏈　</w:t>
      </w:r>
      <w:r w:rsidR="007130B0" w:rsidRPr="00C82F27">
        <w:rPr>
          <w:rFonts w:cs="Times New Roman"/>
          <w:color w:val="000000"/>
        </w:rPr>
        <w:t>(C)</w:t>
      </w:r>
      <w:r w:rsidRPr="00C82F27">
        <w:rPr>
          <w:rFonts w:cs="Times New Roman"/>
          <w:w w:val="25"/>
        </w:rPr>
        <w:t xml:space="preserve">　</w:t>
      </w:r>
      <w:r w:rsidRPr="00C82F27">
        <w:rPr>
          <w:rFonts w:cs="Times New Roman"/>
        </w:rPr>
        <w:t>DNA</w:t>
      </w:r>
      <w:r w:rsidRPr="00C82F27">
        <w:rPr>
          <w:rFonts w:cs="Times New Roman"/>
          <w:w w:val="25"/>
        </w:rPr>
        <w:t xml:space="preserve">　</w:t>
      </w:r>
      <w:r w:rsidRPr="00C82F27">
        <w:rPr>
          <w:rFonts w:cs="Times New Roman"/>
        </w:rPr>
        <w:t>上可轉錄、轉譯出一個蛋白質的</w:t>
      </w:r>
      <w:r w:rsidR="00A3619B" w:rsidRPr="00C82F27">
        <w:rPr>
          <w:rFonts w:cs="Times New Roman" w:hint="eastAsia"/>
        </w:rPr>
        <w:t>一段核苷酸序列</w:t>
      </w:r>
      <w:r w:rsidRPr="00C82F27">
        <w:rPr>
          <w:rFonts w:cs="Times New Roman"/>
        </w:rPr>
        <w:t xml:space="preserve">　</w:t>
      </w:r>
      <w:r w:rsidR="007130B0" w:rsidRPr="00C82F27">
        <w:rPr>
          <w:rFonts w:cs="Times New Roman"/>
          <w:color w:val="000000"/>
        </w:rPr>
        <w:t>(D)</w:t>
      </w:r>
      <w:r w:rsidRPr="00C82F27">
        <w:rPr>
          <w:rFonts w:cs="Times New Roman"/>
        </w:rPr>
        <w:t>一</w:t>
      </w:r>
      <w:r w:rsidR="00C43136">
        <w:rPr>
          <w:rFonts w:cs="Times New Roman" w:hint="eastAsia"/>
        </w:rPr>
        <w:t>條</w:t>
      </w:r>
      <w:r w:rsidR="00971043" w:rsidRPr="00C82F27">
        <w:rPr>
          <w:rFonts w:cs="Times New Roman"/>
        </w:rPr>
        <w:t>雙股</w:t>
      </w:r>
      <w:r w:rsidRPr="00C82F27">
        <w:rPr>
          <w:rFonts w:cs="Times New Roman"/>
          <w:w w:val="25"/>
        </w:rPr>
        <w:t xml:space="preserve">　</w:t>
      </w:r>
      <w:r w:rsidRPr="00C82F27">
        <w:rPr>
          <w:rFonts w:cs="Times New Roman"/>
        </w:rPr>
        <w:t>DNA</w:t>
      </w:r>
      <w:r w:rsidRPr="00C82F27">
        <w:rPr>
          <w:rFonts w:cs="Times New Roman"/>
          <w:w w:val="25"/>
        </w:rPr>
        <w:t xml:space="preserve">　</w:t>
      </w:r>
      <w:r w:rsidRPr="00C82F27">
        <w:rPr>
          <w:rFonts w:cs="Times New Roman"/>
        </w:rPr>
        <w:t>分子。</w:t>
      </w:r>
    </w:p>
    <w:p w14:paraId="33079C9B" w14:textId="77777777" w:rsidR="004A3AA2" w:rsidRPr="00C82F27" w:rsidRDefault="00577B16" w:rsidP="00403677">
      <w:pPr>
        <w:pStyle w:val="ac"/>
        <w:overflowPunct/>
        <w:autoSpaceDE/>
        <w:autoSpaceDN/>
        <w:snapToGrid w:val="0"/>
        <w:spacing w:line="120" w:lineRule="atLeast"/>
        <w:ind w:left="227" w:firstLineChars="0" w:firstLine="0"/>
        <w:jc w:val="both"/>
        <w:rPr>
          <w:u w:val="single"/>
        </w:rPr>
      </w:pPr>
      <w:r w:rsidRPr="00C82F27">
        <w:rPr>
          <w:noProof/>
          <w:u w:val="single"/>
        </w:rPr>
        <w:drawing>
          <wp:anchor distT="0" distB="0" distL="114300" distR="114300" simplePos="0" relativeHeight="251694080" behindDoc="0" locked="0" layoutInCell="1" allowOverlap="1" wp14:anchorId="0EF5EE21" wp14:editId="15C02B78">
            <wp:simplePos x="0" y="0"/>
            <wp:positionH relativeFrom="column">
              <wp:posOffset>4760595</wp:posOffset>
            </wp:positionH>
            <wp:positionV relativeFrom="paragraph">
              <wp:posOffset>162560</wp:posOffset>
            </wp:positionV>
            <wp:extent cx="1917700" cy="2151380"/>
            <wp:effectExtent l="0" t="0" r="12700" b="7620"/>
            <wp:wrapSquare wrapText="bothSides"/>
            <wp:docPr id="11" name="圖片 11" descr="ZWD26B-9-7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ZWD26B-9-7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15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 w:rsidR="004A3AA2" w:rsidRPr="00C82F27">
        <w:rPr>
          <w:u w:val="single"/>
        </w:rPr>
        <w:t>第</w:t>
      </w:r>
      <w:r w:rsidR="004A3AA2" w:rsidRPr="00C82F27">
        <w:rPr>
          <w:w w:val="25"/>
          <w:u w:val="single"/>
        </w:rPr>
        <w:t xml:space="preserve">　</w:t>
      </w:r>
      <w:r w:rsidR="004A3AA2" w:rsidRPr="00C82F27">
        <w:rPr>
          <w:u w:val="single"/>
        </w:rPr>
        <w:t>2</w:t>
      </w:r>
      <w:r w:rsidR="00AF06A7" w:rsidRPr="00C82F27">
        <w:rPr>
          <w:u w:val="single"/>
        </w:rPr>
        <w:t>~4</w:t>
      </w:r>
      <w:r w:rsidR="004A3AA2" w:rsidRPr="00C82F27">
        <w:rPr>
          <w:w w:val="25"/>
          <w:u w:val="single"/>
        </w:rPr>
        <w:t xml:space="preserve">　</w:t>
      </w:r>
      <w:proofErr w:type="gramStart"/>
      <w:r w:rsidR="004A3AA2" w:rsidRPr="00C82F27">
        <w:rPr>
          <w:u w:val="single"/>
        </w:rPr>
        <w:t>題為題</w:t>
      </w:r>
      <w:proofErr w:type="gramEnd"/>
      <w:r w:rsidR="004A3AA2" w:rsidRPr="00C82F27">
        <w:rPr>
          <w:u w:val="single"/>
        </w:rPr>
        <w:t>組</w:t>
      </w:r>
      <w:r w:rsidR="00403677" w:rsidRPr="00C82F27">
        <w:rPr>
          <w:rFonts w:hint="eastAsia"/>
          <w:u w:val="single"/>
        </w:rPr>
        <w:t>:</w:t>
      </w:r>
    </w:p>
    <w:p w14:paraId="460FA759" w14:textId="715A8061" w:rsidR="00717E47" w:rsidRPr="00C82F27" w:rsidRDefault="00C57016" w:rsidP="003E700D">
      <w:pPr>
        <w:numPr>
          <w:ilvl w:val="0"/>
          <w:numId w:val="3"/>
        </w:numPr>
        <w:tabs>
          <w:tab w:val="left" w:pos="211"/>
          <w:tab w:val="left" w:pos="720"/>
        </w:tabs>
        <w:kinsoku w:val="0"/>
        <w:snapToGrid w:val="0"/>
        <w:spacing w:line="120" w:lineRule="atLeast"/>
        <w:ind w:left="709" w:hanging="482"/>
        <w:jc w:val="both"/>
        <w:rPr>
          <w:color w:val="FF0000"/>
        </w:rPr>
      </w:pPr>
      <w:proofErr w:type="gramStart"/>
      <w:r w:rsidRPr="00382354">
        <w:rPr>
          <w:color w:val="000000" w:themeColor="text1"/>
        </w:rPr>
        <w:t>一</w:t>
      </w:r>
      <w:proofErr w:type="gramEnd"/>
      <w:r w:rsidR="00717E47" w:rsidRPr="00382354">
        <w:rPr>
          <w:color w:val="000000" w:themeColor="text1"/>
        </w:rPr>
        <w:t>核酸分子的基本結構如</w:t>
      </w:r>
      <w:r w:rsidR="00AF06A7" w:rsidRPr="00382354">
        <w:rPr>
          <w:color w:val="000000" w:themeColor="text1"/>
        </w:rPr>
        <w:t>右</w:t>
      </w:r>
      <w:r w:rsidR="00717E47" w:rsidRPr="00382354">
        <w:rPr>
          <w:color w:val="000000" w:themeColor="text1"/>
        </w:rPr>
        <w:t>圖，下列敘述何者</w:t>
      </w:r>
      <w:r w:rsidR="00717E47" w:rsidRPr="00A25F8C">
        <w:rPr>
          <w:color w:val="000000" w:themeColor="text1"/>
          <w:u w:val="single"/>
        </w:rPr>
        <w:t>錯誤</w:t>
      </w:r>
      <w:r w:rsidR="00717E47" w:rsidRPr="00382354">
        <w:rPr>
          <w:color w:val="000000" w:themeColor="text1"/>
        </w:rPr>
        <w:t>？</w:t>
      </w:r>
      <w:r w:rsidR="00717E47" w:rsidRPr="00382354">
        <w:rPr>
          <w:color w:val="000000" w:themeColor="text1"/>
        </w:rPr>
        <w:br/>
      </w:r>
      <w:r w:rsidR="00717E47" w:rsidRPr="00C82F27">
        <w:rPr>
          <w:color w:val="000000"/>
        </w:rPr>
        <w:t>(A) 1</w:t>
      </w:r>
      <w:r w:rsidR="00717E47" w:rsidRPr="00C82F27">
        <w:rPr>
          <w:color w:val="000000"/>
        </w:rPr>
        <w:t>可作為區分</w:t>
      </w:r>
      <w:r w:rsidR="00717E47" w:rsidRPr="00C82F27">
        <w:rPr>
          <w:color w:val="000000"/>
        </w:rPr>
        <w:t>DNA</w:t>
      </w:r>
      <w:r w:rsidR="00717E47" w:rsidRPr="00C82F27">
        <w:rPr>
          <w:color w:val="000000"/>
        </w:rPr>
        <w:t>或</w:t>
      </w:r>
      <w:r w:rsidR="00717E47" w:rsidRPr="00C82F27">
        <w:rPr>
          <w:color w:val="000000"/>
        </w:rPr>
        <w:t>RNA</w:t>
      </w:r>
      <w:r w:rsidR="00717E47" w:rsidRPr="00C82F27">
        <w:rPr>
          <w:color w:val="000000"/>
        </w:rPr>
        <w:t xml:space="preserve">的依據　</w:t>
      </w:r>
      <w:r w:rsidR="00717E47" w:rsidRPr="00C82F27">
        <w:rPr>
          <w:color w:val="000000"/>
        </w:rPr>
        <w:t>(B) 3</w:t>
      </w:r>
      <w:r w:rsidR="00A25F8C">
        <w:rPr>
          <w:rFonts w:hint="eastAsia"/>
          <w:color w:val="000000"/>
        </w:rPr>
        <w:t>在</w:t>
      </w:r>
      <w:r w:rsidR="00A25F8C" w:rsidRPr="00C82F27">
        <w:rPr>
          <w:color w:val="000000"/>
        </w:rPr>
        <w:t>RNA</w:t>
      </w:r>
      <w:r w:rsidR="00A25F8C">
        <w:rPr>
          <w:rFonts w:hint="eastAsia"/>
          <w:color w:val="000000"/>
        </w:rPr>
        <w:t>上</w:t>
      </w:r>
      <w:r w:rsidR="00ED733E">
        <w:rPr>
          <w:rFonts w:hint="eastAsia"/>
          <w:color w:val="000000"/>
        </w:rPr>
        <w:t>也</w:t>
      </w:r>
      <w:r w:rsidR="00D94143">
        <w:rPr>
          <w:rFonts w:hint="eastAsia"/>
          <w:color w:val="000000"/>
        </w:rPr>
        <w:t>具</w:t>
      </w:r>
      <w:r w:rsidR="00ED733E">
        <w:rPr>
          <w:rFonts w:hint="eastAsia"/>
          <w:color w:val="000000"/>
        </w:rPr>
        <w:t>有</w:t>
      </w:r>
      <w:r w:rsidR="00717E47" w:rsidRPr="00C82F27">
        <w:rPr>
          <w:color w:val="000000"/>
        </w:rPr>
        <w:t xml:space="preserve">　</w:t>
      </w:r>
      <w:r w:rsidR="00717E47" w:rsidRPr="00C82F27">
        <w:rPr>
          <w:color w:val="000000"/>
        </w:rPr>
        <w:t xml:space="preserve">(C) </w:t>
      </w:r>
      <w:r w:rsidR="00FD5CB5" w:rsidRPr="00C82F27">
        <w:rPr>
          <w:color w:val="000000"/>
        </w:rPr>
        <w:t>2</w:t>
      </w:r>
      <w:r w:rsidR="00D94143">
        <w:rPr>
          <w:rFonts w:hint="eastAsia"/>
          <w:color w:val="000000"/>
        </w:rPr>
        <w:t>處</w:t>
      </w:r>
      <w:r w:rsidR="00FD5CB5" w:rsidRPr="00C82F27">
        <w:rPr>
          <w:color w:val="000000"/>
        </w:rPr>
        <w:t>由氫鍵</w:t>
      </w:r>
      <w:proofErr w:type="gramStart"/>
      <w:r w:rsidR="00FD5CB5" w:rsidRPr="00C82F27">
        <w:rPr>
          <w:color w:val="000000"/>
        </w:rPr>
        <w:t>鍵</w:t>
      </w:r>
      <w:proofErr w:type="gramEnd"/>
      <w:r w:rsidR="00FD5CB5" w:rsidRPr="00C82F27">
        <w:rPr>
          <w:color w:val="000000"/>
        </w:rPr>
        <w:t>結而成</w:t>
      </w:r>
      <w:r w:rsidR="00717E47" w:rsidRPr="00C82F27">
        <w:rPr>
          <w:color w:val="000000"/>
        </w:rPr>
        <w:t xml:space="preserve">　</w:t>
      </w:r>
      <w:r w:rsidR="00717E47" w:rsidRPr="00C82F27">
        <w:rPr>
          <w:color w:val="000000"/>
        </w:rPr>
        <w:t>(D)</w:t>
      </w:r>
      <w:r w:rsidR="00FD5CB5">
        <w:rPr>
          <w:rFonts w:hint="eastAsia"/>
          <w:color w:val="000000"/>
        </w:rPr>
        <w:t>此種分子</w:t>
      </w:r>
      <w:r w:rsidR="00DC0151">
        <w:rPr>
          <w:rFonts w:hint="eastAsia"/>
          <w:color w:val="000000"/>
        </w:rPr>
        <w:t>由</w:t>
      </w:r>
      <w:r w:rsidR="00ED733E">
        <w:rPr>
          <w:rFonts w:hint="eastAsia"/>
          <w:color w:val="000000"/>
        </w:rPr>
        <w:t>C</w:t>
      </w:r>
      <w:r w:rsidR="00ED733E">
        <w:rPr>
          <w:rFonts w:hint="eastAsia"/>
          <w:color w:val="000000"/>
        </w:rPr>
        <w:t>、</w:t>
      </w:r>
      <w:r w:rsidR="00FD5CB5">
        <w:rPr>
          <w:rFonts w:hint="eastAsia"/>
          <w:color w:val="000000"/>
        </w:rPr>
        <w:t>H</w:t>
      </w:r>
      <w:r w:rsidR="00ED733E">
        <w:rPr>
          <w:rFonts w:hint="eastAsia"/>
          <w:color w:val="000000"/>
        </w:rPr>
        <w:t>、</w:t>
      </w:r>
      <w:r w:rsidR="00FD5CB5">
        <w:rPr>
          <w:rFonts w:hint="eastAsia"/>
          <w:color w:val="000000"/>
        </w:rPr>
        <w:t>O</w:t>
      </w:r>
      <w:r w:rsidR="00ED733E">
        <w:rPr>
          <w:rFonts w:hint="eastAsia"/>
          <w:color w:val="000000"/>
        </w:rPr>
        <w:t>、</w:t>
      </w:r>
      <w:r w:rsidR="00FD5CB5">
        <w:rPr>
          <w:rFonts w:hint="eastAsia"/>
          <w:color w:val="000000"/>
        </w:rPr>
        <w:t>N</w:t>
      </w:r>
      <w:r w:rsidR="00ED733E">
        <w:rPr>
          <w:rFonts w:hint="eastAsia"/>
          <w:color w:val="000000"/>
        </w:rPr>
        <w:t>、</w:t>
      </w:r>
      <w:r w:rsidR="00ED733E">
        <w:rPr>
          <w:rFonts w:hint="eastAsia"/>
          <w:color w:val="000000"/>
        </w:rPr>
        <w:t>S</w:t>
      </w:r>
      <w:r w:rsidR="00DC0151">
        <w:rPr>
          <w:rFonts w:hint="eastAsia"/>
          <w:color w:val="000000"/>
        </w:rPr>
        <w:t>等元素組成</w:t>
      </w:r>
      <w:r w:rsidR="00717E47" w:rsidRPr="00C82F27">
        <w:rPr>
          <w:color w:val="000000"/>
        </w:rPr>
        <w:t>。</w:t>
      </w:r>
    </w:p>
    <w:p w14:paraId="6193CE48" w14:textId="37FBFBE1" w:rsidR="00C57016" w:rsidRPr="00C82F27" w:rsidRDefault="00C57016" w:rsidP="003E700D">
      <w:pPr>
        <w:numPr>
          <w:ilvl w:val="0"/>
          <w:numId w:val="3"/>
        </w:numPr>
        <w:tabs>
          <w:tab w:val="left" w:pos="211"/>
          <w:tab w:val="left" w:pos="720"/>
        </w:tabs>
        <w:kinsoku w:val="0"/>
        <w:snapToGrid w:val="0"/>
        <w:spacing w:line="120" w:lineRule="atLeast"/>
        <w:ind w:left="709" w:hanging="482"/>
        <w:jc w:val="both"/>
      </w:pPr>
      <w:r w:rsidRPr="00C82F27">
        <w:t>若</w:t>
      </w:r>
      <w:r w:rsidRPr="00C82F27">
        <w:t>X</w:t>
      </w:r>
      <w:r w:rsidRPr="00C82F27">
        <w:t>為</w:t>
      </w:r>
      <w:r w:rsidRPr="00C82F27">
        <w:t>DNA</w:t>
      </w:r>
      <w:r w:rsidRPr="00C82F27">
        <w:t>的一股，</w:t>
      </w:r>
      <w:proofErr w:type="gramStart"/>
      <w:r w:rsidRPr="00C82F27">
        <w:t>則其鹼基</w:t>
      </w:r>
      <w:proofErr w:type="gramEnd"/>
      <w:r w:rsidRPr="00C82F27">
        <w:t>序列由上而下為何？</w:t>
      </w:r>
      <w:r w:rsidR="004A3AA2" w:rsidRPr="00C82F27">
        <w:br/>
      </w:r>
      <w:r w:rsidRPr="00C82F27">
        <w:t>(A)TGAC</w:t>
      </w:r>
      <w:r w:rsidRPr="00C82F27">
        <w:t xml:space="preserve">　</w:t>
      </w:r>
      <w:r w:rsidRPr="00C82F27">
        <w:t>(B)CAGT</w:t>
      </w:r>
      <w:r w:rsidRPr="00C82F27">
        <w:t xml:space="preserve">　</w:t>
      </w:r>
      <w:r w:rsidRPr="00C82F27">
        <w:t>(C)</w:t>
      </w:r>
      <w:r w:rsidR="00A00B76" w:rsidRPr="00C82F27">
        <w:t xml:space="preserve"> ACUG</w:t>
      </w:r>
      <w:r w:rsidRPr="00C82F27">
        <w:t xml:space="preserve">　</w:t>
      </w:r>
      <w:r w:rsidRPr="00C82F27">
        <w:t>(D)</w:t>
      </w:r>
      <w:r w:rsidR="00A00B76" w:rsidRPr="00C82F27">
        <w:t xml:space="preserve"> ACTG</w:t>
      </w:r>
      <w:r w:rsidRPr="00C82F27">
        <w:t>。</w:t>
      </w:r>
    </w:p>
    <w:p w14:paraId="7E5D8EE6" w14:textId="58FABD47" w:rsidR="00C57016" w:rsidRPr="00C82F27" w:rsidRDefault="004A3AA2" w:rsidP="003E700D">
      <w:pPr>
        <w:numPr>
          <w:ilvl w:val="0"/>
          <w:numId w:val="3"/>
        </w:numPr>
        <w:tabs>
          <w:tab w:val="left" w:pos="211"/>
          <w:tab w:val="left" w:pos="720"/>
        </w:tabs>
        <w:kinsoku w:val="0"/>
        <w:snapToGrid w:val="0"/>
        <w:spacing w:line="120" w:lineRule="atLeast"/>
        <w:ind w:left="709" w:hanging="482"/>
        <w:jc w:val="both"/>
        <w:rPr>
          <w:u w:val="single"/>
        </w:rPr>
      </w:pPr>
      <w:r w:rsidRPr="00C82F27">
        <w:t>試問這一小段的核酸中共有幾個氫鍵？</w:t>
      </w:r>
      <w:r w:rsidRPr="00C82F27">
        <w:br/>
      </w:r>
      <w:r w:rsidRPr="00C82F27">
        <w:rPr>
          <w:color w:val="000000"/>
        </w:rPr>
        <w:t>(A)4</w:t>
      </w:r>
      <w:r w:rsidRPr="00C82F27">
        <w:rPr>
          <w:color w:val="000000"/>
        </w:rPr>
        <w:t xml:space="preserve">個　</w:t>
      </w:r>
      <w:r w:rsidRPr="00C82F27">
        <w:rPr>
          <w:color w:val="000000"/>
        </w:rPr>
        <w:t>(B)8</w:t>
      </w:r>
      <w:r w:rsidRPr="00C82F27">
        <w:rPr>
          <w:color w:val="000000"/>
        </w:rPr>
        <w:t xml:space="preserve">個　</w:t>
      </w:r>
      <w:r w:rsidRPr="00C82F27">
        <w:rPr>
          <w:color w:val="000000"/>
        </w:rPr>
        <w:t>(C)10</w:t>
      </w:r>
      <w:r w:rsidRPr="00C82F27">
        <w:rPr>
          <w:color w:val="000000"/>
        </w:rPr>
        <w:t xml:space="preserve">個　</w:t>
      </w:r>
      <w:r w:rsidRPr="00C82F27">
        <w:rPr>
          <w:color w:val="000000"/>
        </w:rPr>
        <w:t>(D)12</w:t>
      </w:r>
      <w:r w:rsidRPr="00C82F27">
        <w:rPr>
          <w:color w:val="000000"/>
        </w:rPr>
        <w:t>個。</w:t>
      </w:r>
    </w:p>
    <w:p w14:paraId="36F863D9" w14:textId="263C4521" w:rsidR="00D64D13" w:rsidRPr="00C82F27" w:rsidRDefault="00D64D13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hint="eastAsia"/>
        </w:rPr>
        <w:t>關於參與基因表現過程的</w:t>
      </w:r>
      <w:r w:rsidRPr="00C82F27">
        <w:rPr>
          <w:rFonts w:hint="eastAsia"/>
        </w:rPr>
        <w:t>RNA</w:t>
      </w:r>
      <w:r w:rsidRPr="00C82F27">
        <w:rPr>
          <w:rFonts w:hint="eastAsia"/>
        </w:rPr>
        <w:t>分子，下列</w:t>
      </w:r>
      <w:r w:rsidR="00E37FF9">
        <w:rPr>
          <w:rFonts w:hint="eastAsia"/>
        </w:rPr>
        <w:t>敘述</w:t>
      </w:r>
      <w:r w:rsidRPr="00C82F27">
        <w:rPr>
          <w:rFonts w:hint="eastAsia"/>
        </w:rPr>
        <w:t xml:space="preserve">何者正確？　</w:t>
      </w:r>
      <w:r w:rsidRPr="00C82F27">
        <w:rPr>
          <w:rFonts w:hint="eastAsia"/>
        </w:rPr>
        <w:t>(A)</w:t>
      </w:r>
      <w:r w:rsidR="00C67DE3" w:rsidRPr="00C82F27">
        <w:rPr>
          <w:rFonts w:hint="eastAsia"/>
        </w:rPr>
        <w:t xml:space="preserve"> </w:t>
      </w:r>
      <w:proofErr w:type="spellStart"/>
      <w:r w:rsidRPr="00C82F27">
        <w:rPr>
          <w:rFonts w:hint="eastAsia"/>
        </w:rPr>
        <w:t>tRNA</w:t>
      </w:r>
      <w:proofErr w:type="spellEnd"/>
      <w:r w:rsidRPr="00C82F27">
        <w:rPr>
          <w:rFonts w:hint="eastAsia"/>
        </w:rPr>
        <w:t>在</w:t>
      </w:r>
      <w:r w:rsidR="00AF353D">
        <w:rPr>
          <w:rFonts w:hint="eastAsia"/>
        </w:rPr>
        <w:t>基因表現過程</w:t>
      </w:r>
      <w:r w:rsidRPr="00C82F27">
        <w:rPr>
          <w:rFonts w:hint="eastAsia"/>
        </w:rPr>
        <w:t>中，負責傳遞</w:t>
      </w:r>
      <w:r w:rsidRPr="00C82F27">
        <w:rPr>
          <w:rFonts w:hint="eastAsia"/>
        </w:rPr>
        <w:t>DNA</w:t>
      </w:r>
      <w:r w:rsidRPr="00C82F27">
        <w:rPr>
          <w:rFonts w:hint="eastAsia"/>
        </w:rPr>
        <w:t xml:space="preserve">上的遺傳訊息　</w:t>
      </w:r>
      <w:r w:rsidRPr="00C82F27">
        <w:rPr>
          <w:rFonts w:hint="eastAsia"/>
        </w:rPr>
        <w:t>(B)</w:t>
      </w:r>
      <w:r w:rsidR="00C67DE3" w:rsidRPr="00C82F27">
        <w:rPr>
          <w:rFonts w:hint="eastAsia"/>
        </w:rPr>
        <w:t xml:space="preserve"> </w:t>
      </w:r>
      <w:r w:rsidRPr="00C82F27">
        <w:rPr>
          <w:rFonts w:hint="eastAsia"/>
        </w:rPr>
        <w:t>mRNA</w:t>
      </w:r>
      <w:r w:rsidR="002D7FA7">
        <w:rPr>
          <w:rFonts w:hint="eastAsia"/>
        </w:rPr>
        <w:t xml:space="preserve"> </w:t>
      </w:r>
      <w:r w:rsidR="002D7FA7">
        <w:rPr>
          <w:rFonts w:hint="eastAsia"/>
        </w:rPr>
        <w:t>攜帶胺基酸，具</w:t>
      </w:r>
      <w:r w:rsidRPr="00C82F27">
        <w:rPr>
          <w:rFonts w:hint="eastAsia"/>
        </w:rPr>
        <w:t xml:space="preserve">有反密碼子　</w:t>
      </w:r>
      <w:r w:rsidRPr="00C82F27">
        <w:rPr>
          <w:rFonts w:hint="eastAsia"/>
        </w:rPr>
        <w:t>(C)</w:t>
      </w:r>
      <w:r w:rsidR="00E76C17" w:rsidRPr="00C82F27">
        <w:rPr>
          <w:rFonts w:hint="eastAsia"/>
        </w:rPr>
        <w:t xml:space="preserve"> </w:t>
      </w:r>
      <w:proofErr w:type="spellStart"/>
      <w:r w:rsidR="00E76C17">
        <w:rPr>
          <w:rFonts w:hint="eastAsia"/>
        </w:rPr>
        <w:t>r</w:t>
      </w:r>
      <w:r w:rsidR="00E76C17" w:rsidRPr="00C82F27">
        <w:rPr>
          <w:rFonts w:hint="eastAsia"/>
        </w:rPr>
        <w:t>RNA</w:t>
      </w:r>
      <w:proofErr w:type="spellEnd"/>
      <w:r w:rsidR="00E76C17">
        <w:rPr>
          <w:rFonts w:hint="eastAsia"/>
        </w:rPr>
        <w:t>存於核糖體</w:t>
      </w:r>
      <w:r w:rsidR="0094343A">
        <w:rPr>
          <w:rFonts w:hint="eastAsia"/>
        </w:rPr>
        <w:t>和核仁中</w:t>
      </w:r>
      <w:r w:rsidR="0094343A">
        <w:rPr>
          <w:rFonts w:hint="eastAsia"/>
        </w:rPr>
        <w:t xml:space="preserve"> </w:t>
      </w:r>
      <w:r w:rsidR="00E76C17" w:rsidRPr="00C82F27">
        <w:rPr>
          <w:rFonts w:hint="eastAsia"/>
        </w:rPr>
        <w:t xml:space="preserve"> </w:t>
      </w:r>
      <w:r w:rsidRPr="00C82F27">
        <w:rPr>
          <w:rFonts w:hint="eastAsia"/>
        </w:rPr>
        <w:t>(D)</w:t>
      </w:r>
      <w:r w:rsidR="00B04C1D">
        <w:rPr>
          <w:rFonts w:hint="eastAsia"/>
        </w:rPr>
        <w:t xml:space="preserve"> </w:t>
      </w:r>
      <w:r w:rsidRPr="00C82F27">
        <w:rPr>
          <w:rFonts w:hint="eastAsia"/>
        </w:rPr>
        <w:t>mRNA</w:t>
      </w:r>
      <w:r w:rsidRPr="00C82F27">
        <w:rPr>
          <w:rFonts w:hint="eastAsia"/>
        </w:rPr>
        <w:t>和</w:t>
      </w:r>
      <w:proofErr w:type="spellStart"/>
      <w:r w:rsidRPr="00C82F27">
        <w:rPr>
          <w:rFonts w:hint="eastAsia"/>
        </w:rPr>
        <w:t>tRNA</w:t>
      </w:r>
      <w:proofErr w:type="spellEnd"/>
      <w:proofErr w:type="gramStart"/>
      <w:r w:rsidR="0037634C">
        <w:rPr>
          <w:rFonts w:hint="eastAsia"/>
        </w:rPr>
        <w:t>間</w:t>
      </w:r>
      <w:r w:rsidRPr="00C82F27">
        <w:rPr>
          <w:rFonts w:hint="eastAsia"/>
        </w:rPr>
        <w:t>的鹼</w:t>
      </w:r>
      <w:proofErr w:type="gramEnd"/>
      <w:r w:rsidRPr="00C82F27">
        <w:rPr>
          <w:rFonts w:hint="eastAsia"/>
        </w:rPr>
        <w:t>基</w:t>
      </w:r>
      <w:r w:rsidR="00E76C17" w:rsidRPr="00C82F27">
        <w:rPr>
          <w:rFonts w:hint="eastAsia"/>
        </w:rPr>
        <w:t>配對</w:t>
      </w:r>
      <w:r w:rsidRPr="00C82F27">
        <w:rPr>
          <w:rFonts w:hint="eastAsia"/>
        </w:rPr>
        <w:t>遵守</w:t>
      </w:r>
      <w:r w:rsidRPr="00C82F27">
        <w:rPr>
          <w:rFonts w:hint="eastAsia"/>
        </w:rPr>
        <w:t>A-T</w:t>
      </w:r>
      <w:r w:rsidRPr="00C82F27">
        <w:rPr>
          <w:rFonts w:hint="eastAsia"/>
        </w:rPr>
        <w:t>與</w:t>
      </w:r>
      <w:r w:rsidRPr="00C82F27">
        <w:rPr>
          <w:rFonts w:hint="eastAsia"/>
        </w:rPr>
        <w:t>C-G</w:t>
      </w:r>
      <w:r w:rsidRPr="00C82F27">
        <w:rPr>
          <w:rFonts w:hint="eastAsia"/>
        </w:rPr>
        <w:t>的原則。</w:t>
      </w:r>
    </w:p>
    <w:p w14:paraId="18A1185B" w14:textId="7134D1E3" w:rsidR="00F00A38" w:rsidRPr="00C82F27" w:rsidRDefault="00F00A38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hint="eastAsia"/>
        </w:rPr>
        <w:t xml:space="preserve">下列分子由大至小排列，何者正確？　</w:t>
      </w:r>
      <w:r w:rsidRPr="00C82F27">
        <w:rPr>
          <w:rFonts w:hint="eastAsia"/>
        </w:rPr>
        <w:t>(A)</w:t>
      </w:r>
      <w:r w:rsidR="00591175" w:rsidRPr="00591175">
        <w:rPr>
          <w:rFonts w:hint="eastAsia"/>
        </w:rPr>
        <w:t xml:space="preserve"> </w:t>
      </w:r>
      <w:r w:rsidR="00591175" w:rsidRPr="00C82F27">
        <w:rPr>
          <w:rFonts w:hint="eastAsia"/>
        </w:rPr>
        <w:t>染色體</w:t>
      </w:r>
      <w:r w:rsidR="00591175">
        <w:rPr>
          <w:rFonts w:hint="eastAsia"/>
        </w:rPr>
        <w:t>&gt;</w:t>
      </w:r>
      <w:r w:rsidR="00591175" w:rsidRPr="00C82F27">
        <w:rPr>
          <w:rFonts w:hint="eastAsia"/>
        </w:rPr>
        <w:t>基因</w:t>
      </w:r>
      <w:r w:rsidR="00591175">
        <w:rPr>
          <w:rFonts w:hint="eastAsia"/>
        </w:rPr>
        <w:t>&gt;</w:t>
      </w:r>
      <w:r w:rsidR="00591175" w:rsidRPr="00C82F27">
        <w:rPr>
          <w:rFonts w:hint="eastAsia"/>
        </w:rPr>
        <w:t>密碼子</w:t>
      </w:r>
      <w:r w:rsidR="00591175">
        <w:rPr>
          <w:rFonts w:hint="eastAsia"/>
        </w:rPr>
        <w:t>&gt;</w:t>
      </w:r>
      <w:r w:rsidR="00591175" w:rsidRPr="00C82F27">
        <w:rPr>
          <w:rFonts w:hint="eastAsia"/>
        </w:rPr>
        <w:t xml:space="preserve">核苷酸　</w:t>
      </w:r>
      <w:r w:rsidR="00591175" w:rsidRPr="00C82F27">
        <w:rPr>
          <w:rFonts w:hint="eastAsia"/>
        </w:rPr>
        <w:t xml:space="preserve"> </w:t>
      </w:r>
      <w:r w:rsidRPr="00C82F27">
        <w:rPr>
          <w:rFonts w:hint="eastAsia"/>
        </w:rPr>
        <w:t>(B)</w:t>
      </w:r>
      <w:r w:rsidR="00591175" w:rsidRPr="00C82F27">
        <w:rPr>
          <w:rFonts w:hint="eastAsia"/>
        </w:rPr>
        <w:t>核苷酸</w:t>
      </w:r>
      <w:r w:rsidR="00591175">
        <w:rPr>
          <w:rFonts w:hint="eastAsia"/>
        </w:rPr>
        <w:t>&gt;</w:t>
      </w:r>
      <w:r w:rsidR="00591175" w:rsidRPr="00C82F27">
        <w:rPr>
          <w:rFonts w:hint="eastAsia"/>
        </w:rPr>
        <w:t>密碼子</w:t>
      </w:r>
      <w:r w:rsidR="00591175">
        <w:rPr>
          <w:rFonts w:hint="eastAsia"/>
        </w:rPr>
        <w:t>&gt;</w:t>
      </w:r>
      <w:r w:rsidR="00591175" w:rsidRPr="00C82F27">
        <w:rPr>
          <w:rFonts w:hint="eastAsia"/>
        </w:rPr>
        <w:t>基因</w:t>
      </w:r>
      <w:r w:rsidR="00591175">
        <w:rPr>
          <w:rFonts w:hint="eastAsia"/>
        </w:rPr>
        <w:t>&gt;</w:t>
      </w:r>
      <w:r w:rsidR="00591175" w:rsidRPr="00C82F27">
        <w:rPr>
          <w:rFonts w:hint="eastAsia"/>
        </w:rPr>
        <w:t xml:space="preserve">染色體　</w:t>
      </w:r>
      <w:r w:rsidR="00591175" w:rsidRPr="00C82F27">
        <w:rPr>
          <w:rFonts w:hint="eastAsia"/>
        </w:rPr>
        <w:t xml:space="preserve"> </w:t>
      </w:r>
      <w:r w:rsidRPr="00C82F27">
        <w:rPr>
          <w:rFonts w:hint="eastAsia"/>
        </w:rPr>
        <w:t>(C)</w:t>
      </w:r>
      <w:r w:rsidR="00A76610" w:rsidRPr="00C82F27">
        <w:rPr>
          <w:rFonts w:hint="eastAsia"/>
        </w:rPr>
        <w:t>染色體</w:t>
      </w:r>
      <w:r w:rsidR="00DF37B2">
        <w:rPr>
          <w:rFonts w:hint="eastAsia"/>
        </w:rPr>
        <w:t>&gt;</w:t>
      </w:r>
      <w:r w:rsidR="00A76610" w:rsidRPr="00C82F27">
        <w:rPr>
          <w:rFonts w:hint="eastAsia"/>
        </w:rPr>
        <w:t>基因</w:t>
      </w:r>
      <w:r w:rsidR="00DF37B2">
        <w:rPr>
          <w:rFonts w:hint="eastAsia"/>
        </w:rPr>
        <w:t>&gt;</w:t>
      </w:r>
      <w:r w:rsidRPr="00C82F27">
        <w:rPr>
          <w:rFonts w:hint="eastAsia"/>
        </w:rPr>
        <w:t>核苷酸</w:t>
      </w:r>
      <w:r w:rsidR="00DF37B2">
        <w:rPr>
          <w:rFonts w:hint="eastAsia"/>
        </w:rPr>
        <w:t>&gt;</w:t>
      </w:r>
      <w:r w:rsidRPr="00C82F27">
        <w:rPr>
          <w:rFonts w:hint="eastAsia"/>
        </w:rPr>
        <w:t xml:space="preserve">密碼子　</w:t>
      </w:r>
      <w:r w:rsidRPr="00C82F27">
        <w:rPr>
          <w:rFonts w:hint="eastAsia"/>
        </w:rPr>
        <w:t>(D)</w:t>
      </w:r>
      <w:r w:rsidRPr="00C82F27">
        <w:rPr>
          <w:rFonts w:hint="eastAsia"/>
        </w:rPr>
        <w:t>染色體</w:t>
      </w:r>
      <w:r w:rsidR="00DF37B2">
        <w:rPr>
          <w:rFonts w:hint="eastAsia"/>
        </w:rPr>
        <w:t>&gt;</w:t>
      </w:r>
      <w:r w:rsidRPr="00C82F27">
        <w:rPr>
          <w:rFonts w:hint="eastAsia"/>
        </w:rPr>
        <w:t>核苷酸</w:t>
      </w:r>
      <w:r w:rsidR="00DF37B2">
        <w:rPr>
          <w:rFonts w:hint="eastAsia"/>
        </w:rPr>
        <w:t>&gt;</w:t>
      </w:r>
      <w:r w:rsidRPr="00C82F27">
        <w:rPr>
          <w:rFonts w:hint="eastAsia"/>
        </w:rPr>
        <w:t>基因</w:t>
      </w:r>
      <w:r w:rsidR="00DF37B2">
        <w:rPr>
          <w:rFonts w:hint="eastAsia"/>
        </w:rPr>
        <w:t>&gt;</w:t>
      </w:r>
      <w:r w:rsidRPr="00C82F27">
        <w:rPr>
          <w:rFonts w:hint="eastAsia"/>
        </w:rPr>
        <w:t>密碼子。</w:t>
      </w:r>
    </w:p>
    <w:p w14:paraId="7173857E" w14:textId="1264D592" w:rsidR="008736BC" w:rsidRPr="00C82F27" w:rsidRDefault="00A01C7E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noProof/>
        </w:rPr>
        <w:drawing>
          <wp:anchor distT="0" distB="0" distL="114300" distR="114300" simplePos="0" relativeHeight="251699200" behindDoc="0" locked="0" layoutInCell="1" allowOverlap="1" wp14:anchorId="710F7E19" wp14:editId="5E061C54">
            <wp:simplePos x="0" y="0"/>
            <wp:positionH relativeFrom="column">
              <wp:posOffset>5969635</wp:posOffset>
            </wp:positionH>
            <wp:positionV relativeFrom="paragraph">
              <wp:posOffset>389255</wp:posOffset>
            </wp:positionV>
            <wp:extent cx="755650" cy="1390650"/>
            <wp:effectExtent l="0" t="0" r="6350" b="6350"/>
            <wp:wrapSquare wrapText="bothSides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6BC" w:rsidRPr="00C82F27">
        <w:rPr>
          <w:rFonts w:cs="Times New Roman"/>
        </w:rPr>
        <w:t>某一酵素的組成含有</w:t>
      </w:r>
      <w:r w:rsidR="008736BC" w:rsidRPr="00C82F27">
        <w:rPr>
          <w:rFonts w:cs="Times New Roman"/>
          <w:w w:val="25"/>
        </w:rPr>
        <w:t xml:space="preserve">　</w:t>
      </w:r>
      <w:r w:rsidR="008736BC" w:rsidRPr="00C82F27">
        <w:rPr>
          <w:rFonts w:cs="Times New Roman"/>
        </w:rPr>
        <w:t>157</w:t>
      </w:r>
      <w:r w:rsidR="008736BC" w:rsidRPr="00C82F27">
        <w:rPr>
          <w:rFonts w:cs="Times New Roman"/>
          <w:w w:val="25"/>
        </w:rPr>
        <w:t xml:space="preserve">　</w:t>
      </w:r>
      <w:proofErr w:type="gramStart"/>
      <w:r w:rsidR="008736BC" w:rsidRPr="00C82F27">
        <w:rPr>
          <w:rFonts w:cs="Times New Roman"/>
        </w:rPr>
        <w:t>個</w:t>
      </w:r>
      <w:proofErr w:type="gramEnd"/>
      <w:r w:rsidR="008736BC" w:rsidRPr="00C82F27">
        <w:rPr>
          <w:rFonts w:cs="Times New Roman"/>
        </w:rPr>
        <w:t>胺基酸，則決定該酵素合成的</w:t>
      </w:r>
      <w:r w:rsidR="008736BC" w:rsidRPr="00C82F27">
        <w:rPr>
          <w:rFonts w:cs="Times New Roman"/>
          <w:w w:val="25"/>
        </w:rPr>
        <w:t xml:space="preserve">　</w:t>
      </w:r>
      <w:r w:rsidR="008736BC" w:rsidRPr="00C82F27">
        <w:rPr>
          <w:rFonts w:cs="Times New Roman"/>
        </w:rPr>
        <w:t>mRNA</w:t>
      </w:r>
      <w:r w:rsidR="009C053F" w:rsidRPr="00C82F27">
        <w:rPr>
          <w:rFonts w:cs="Times New Roman"/>
        </w:rPr>
        <w:t>，</w:t>
      </w:r>
      <w:r w:rsidR="009C053F">
        <w:rPr>
          <w:rFonts w:cs="Times New Roman" w:hint="eastAsia"/>
        </w:rPr>
        <w:t>從起始碼</w:t>
      </w:r>
      <w:r w:rsidR="008736BC" w:rsidRPr="00C82F27">
        <w:rPr>
          <w:rFonts w:cs="Times New Roman"/>
        </w:rPr>
        <w:t>至</w:t>
      </w:r>
      <w:r w:rsidR="009C053F">
        <w:rPr>
          <w:rFonts w:cs="Times New Roman" w:hint="eastAsia"/>
        </w:rPr>
        <w:t>終止碼，至</w:t>
      </w:r>
      <w:r w:rsidR="008736BC" w:rsidRPr="00C82F27">
        <w:rPr>
          <w:rFonts w:cs="Times New Roman"/>
        </w:rPr>
        <w:t>少含有幾個</w:t>
      </w:r>
      <w:proofErr w:type="gramStart"/>
      <w:r w:rsidR="008736BC" w:rsidRPr="00C82F27">
        <w:rPr>
          <w:rFonts w:cs="Times New Roman"/>
        </w:rPr>
        <w:t>含氮鹼基</w:t>
      </w:r>
      <w:proofErr w:type="gramEnd"/>
      <w:r w:rsidR="008736BC" w:rsidRPr="00C82F27">
        <w:rPr>
          <w:rFonts w:cs="Times New Roman"/>
        </w:rPr>
        <w:t>？</w:t>
      </w:r>
      <w:r w:rsidR="008736BC" w:rsidRPr="00C82F27">
        <w:rPr>
          <w:rFonts w:cs="Times New Roman"/>
        </w:rPr>
        <w:t>(A)</w:t>
      </w:r>
      <w:r w:rsidR="008736BC" w:rsidRPr="00C82F27">
        <w:rPr>
          <w:rFonts w:cs="Times New Roman"/>
          <w:w w:val="25"/>
        </w:rPr>
        <w:t xml:space="preserve">　</w:t>
      </w:r>
      <w:r w:rsidR="008736BC" w:rsidRPr="00C82F27">
        <w:rPr>
          <w:rFonts w:cs="Times New Roman"/>
        </w:rPr>
        <w:t>157</w:t>
      </w:r>
      <w:r w:rsidR="008736BC" w:rsidRPr="00C82F27">
        <w:rPr>
          <w:rFonts w:cs="Times New Roman"/>
          <w:w w:val="25"/>
        </w:rPr>
        <w:t xml:space="preserve">　</w:t>
      </w:r>
      <w:proofErr w:type="gramStart"/>
      <w:r w:rsidR="008736BC" w:rsidRPr="00C82F27">
        <w:rPr>
          <w:rFonts w:cs="Times New Roman"/>
        </w:rPr>
        <w:t>個</w:t>
      </w:r>
      <w:proofErr w:type="gramEnd"/>
      <w:r w:rsidR="008736BC" w:rsidRPr="00C82F27">
        <w:rPr>
          <w:rFonts w:cs="Times New Roman"/>
        </w:rPr>
        <w:t xml:space="preserve">　</w:t>
      </w:r>
      <w:r w:rsidR="008736BC" w:rsidRPr="00C82F27">
        <w:rPr>
          <w:rFonts w:cs="Times New Roman"/>
          <w:color w:val="000000"/>
        </w:rPr>
        <w:t>(B)</w:t>
      </w:r>
      <w:r w:rsidR="008736BC" w:rsidRPr="00C82F27">
        <w:rPr>
          <w:rFonts w:cs="Times New Roman"/>
          <w:w w:val="25"/>
        </w:rPr>
        <w:t xml:space="preserve">　</w:t>
      </w:r>
      <w:r w:rsidR="008736BC" w:rsidRPr="00C82F27">
        <w:rPr>
          <w:rFonts w:cs="Times New Roman"/>
        </w:rPr>
        <w:t>314</w:t>
      </w:r>
      <w:r w:rsidR="008736BC" w:rsidRPr="00C82F27">
        <w:rPr>
          <w:rFonts w:cs="Times New Roman"/>
          <w:w w:val="25"/>
        </w:rPr>
        <w:t xml:space="preserve">　</w:t>
      </w:r>
      <w:proofErr w:type="gramStart"/>
      <w:r w:rsidR="008736BC" w:rsidRPr="00C82F27">
        <w:rPr>
          <w:rFonts w:cs="Times New Roman"/>
        </w:rPr>
        <w:t>個</w:t>
      </w:r>
      <w:proofErr w:type="gramEnd"/>
      <w:r w:rsidR="008736BC" w:rsidRPr="00C82F27">
        <w:rPr>
          <w:rFonts w:cs="Times New Roman"/>
        </w:rPr>
        <w:t xml:space="preserve">　</w:t>
      </w:r>
      <w:r w:rsidR="008736BC" w:rsidRPr="00C82F27">
        <w:rPr>
          <w:rFonts w:cs="Times New Roman"/>
          <w:color w:val="000000"/>
        </w:rPr>
        <w:t>(C)</w:t>
      </w:r>
      <w:r w:rsidR="008736BC" w:rsidRPr="00C82F27">
        <w:rPr>
          <w:rFonts w:cs="Times New Roman"/>
          <w:w w:val="25"/>
        </w:rPr>
        <w:t xml:space="preserve">　</w:t>
      </w:r>
      <w:r w:rsidR="008736BC" w:rsidRPr="00C82F27">
        <w:rPr>
          <w:rFonts w:cs="Times New Roman"/>
        </w:rPr>
        <w:t>471</w:t>
      </w:r>
      <w:r w:rsidR="008736BC" w:rsidRPr="00C82F27">
        <w:rPr>
          <w:rFonts w:cs="Times New Roman"/>
          <w:w w:val="25"/>
        </w:rPr>
        <w:t xml:space="preserve">　</w:t>
      </w:r>
      <w:proofErr w:type="gramStart"/>
      <w:r w:rsidR="008736BC" w:rsidRPr="00C82F27">
        <w:rPr>
          <w:rFonts w:cs="Times New Roman"/>
        </w:rPr>
        <w:t>個</w:t>
      </w:r>
      <w:proofErr w:type="gramEnd"/>
      <w:r w:rsidR="008736BC" w:rsidRPr="00C82F27">
        <w:rPr>
          <w:rFonts w:cs="Times New Roman"/>
        </w:rPr>
        <w:t xml:space="preserve">　</w:t>
      </w:r>
      <w:r w:rsidR="008736BC" w:rsidRPr="00C82F27">
        <w:rPr>
          <w:rFonts w:cs="Times New Roman"/>
          <w:color w:val="000000"/>
        </w:rPr>
        <w:t>(D)</w:t>
      </w:r>
      <w:r w:rsidR="008736BC" w:rsidRPr="00C82F27">
        <w:rPr>
          <w:rFonts w:cs="Times New Roman"/>
          <w:w w:val="25"/>
        </w:rPr>
        <w:t xml:space="preserve">　</w:t>
      </w:r>
      <w:r w:rsidR="008736BC" w:rsidRPr="00C82F27">
        <w:rPr>
          <w:rFonts w:cs="Times New Roman"/>
        </w:rPr>
        <w:t>474</w:t>
      </w:r>
      <w:r w:rsidR="008736BC" w:rsidRPr="00C82F27">
        <w:rPr>
          <w:rFonts w:cs="Times New Roman"/>
          <w:w w:val="25"/>
        </w:rPr>
        <w:t xml:space="preserve">　</w:t>
      </w:r>
      <w:proofErr w:type="gramStart"/>
      <w:r w:rsidR="008736BC" w:rsidRPr="00C82F27">
        <w:rPr>
          <w:rFonts w:cs="Times New Roman"/>
        </w:rPr>
        <w:t>個</w:t>
      </w:r>
      <w:proofErr w:type="gramEnd"/>
      <w:r w:rsidR="008736BC" w:rsidRPr="00C82F27">
        <w:rPr>
          <w:rFonts w:cs="Times New Roman"/>
        </w:rPr>
        <w:t>。</w:t>
      </w:r>
    </w:p>
    <w:p w14:paraId="19C7B1DF" w14:textId="41620F4A" w:rsidR="00A01C7E" w:rsidRPr="00C82F27" w:rsidRDefault="00A01C7E" w:rsidP="003E700D">
      <w:pPr>
        <w:numPr>
          <w:ilvl w:val="0"/>
          <w:numId w:val="3"/>
        </w:numPr>
        <w:tabs>
          <w:tab w:val="left" w:pos="211"/>
          <w:tab w:val="left" w:pos="720"/>
        </w:tabs>
        <w:kinsoku w:val="0"/>
        <w:snapToGrid w:val="0"/>
        <w:spacing w:line="120" w:lineRule="atLeast"/>
        <w:ind w:left="709" w:hanging="482"/>
        <w:jc w:val="both"/>
      </w:pPr>
      <w:bookmarkStart w:id="1" w:name="Q_3EFCCFB2341A48A0800E4F8DF4F1EF36"/>
      <w:r w:rsidRPr="00C82F27">
        <w:rPr>
          <w:rFonts w:hint="eastAsia"/>
        </w:rPr>
        <w:t>右</w:t>
      </w:r>
      <w:r w:rsidRPr="00C82F27">
        <w:t>附圖為親代體細胞內</w:t>
      </w:r>
      <w:r>
        <w:rPr>
          <w:rFonts w:hint="eastAsia"/>
        </w:rPr>
        <w:t>某</w:t>
      </w:r>
      <w:r w:rsidRPr="00C82F27">
        <w:t>條</w:t>
      </w:r>
      <w:r w:rsidRPr="00C82F27">
        <w:t>DNA</w:t>
      </w:r>
      <w:r>
        <w:rPr>
          <w:rFonts w:hint="eastAsia"/>
        </w:rPr>
        <w:t>的一小</w:t>
      </w:r>
      <w:proofErr w:type="gramStart"/>
      <w:r>
        <w:rPr>
          <w:rFonts w:hint="eastAsia"/>
        </w:rPr>
        <w:t>段</w:t>
      </w:r>
      <w:r w:rsidRPr="00C82F27">
        <w:t>含氮鹼</w:t>
      </w:r>
      <w:proofErr w:type="gramEnd"/>
      <w:r w:rsidRPr="00C82F27">
        <w:t>基對，此體細胞經</w:t>
      </w:r>
      <w:r>
        <w:rPr>
          <w:rFonts w:hint="eastAsia"/>
        </w:rPr>
        <w:t>有絲</w:t>
      </w:r>
      <w:r w:rsidRPr="00C82F27">
        <w:rPr>
          <w:rFonts w:hint="eastAsia"/>
        </w:rPr>
        <w:t>分裂後產生的子細胞中</w:t>
      </w:r>
      <w:r w:rsidRPr="00C82F27">
        <w:t>，</w:t>
      </w:r>
      <w:r w:rsidRPr="00C82F27">
        <w:t>DNA</w:t>
      </w:r>
      <w:proofErr w:type="gramStart"/>
      <w:r w:rsidRPr="00C82F27">
        <w:t>含氮鹼基</w:t>
      </w:r>
      <w:proofErr w:type="gramEnd"/>
      <w:r>
        <w:rPr>
          <w:rFonts w:hint="eastAsia"/>
        </w:rPr>
        <w:t>的</w:t>
      </w:r>
      <w:r w:rsidRPr="00C82F27">
        <w:t>組合最有可能為何？</w:t>
      </w:r>
      <w:r w:rsidRPr="00C82F27">
        <w:t xml:space="preserve"> (</w:t>
      </w:r>
      <w:proofErr w:type="gramStart"/>
      <w:r w:rsidRPr="00C82F27">
        <w:t>Ａ</w:t>
      </w:r>
      <w:proofErr w:type="gramEnd"/>
      <w:r w:rsidRPr="00C82F27">
        <w:t>)</w:t>
      </w:r>
      <w:r w:rsidRPr="00C82F27">
        <w:t>同時有甲、乙兩股或完全</w:t>
      </w:r>
      <w:proofErr w:type="gramStart"/>
      <w:r w:rsidRPr="00C82F27">
        <w:t>不具甲</w:t>
      </w:r>
      <w:proofErr w:type="gramEnd"/>
      <w:r w:rsidRPr="00C82F27">
        <w:t>、乙兩股</w:t>
      </w:r>
      <w:r w:rsidRPr="00C82F27">
        <w:t xml:space="preserve"> (</w:t>
      </w:r>
      <w:proofErr w:type="gramStart"/>
      <w:r w:rsidRPr="00C82F27">
        <w:t>Ｂ</w:t>
      </w:r>
      <w:proofErr w:type="gramEnd"/>
      <w:r w:rsidRPr="00C82F27">
        <w:t>)</w:t>
      </w:r>
      <w:r w:rsidRPr="00C82F27">
        <w:t>只有</w:t>
      </w:r>
      <w:proofErr w:type="gramStart"/>
      <w:r w:rsidRPr="00C82F27">
        <w:t>甲股或乙股</w:t>
      </w:r>
      <w:proofErr w:type="gramEnd"/>
      <w:r w:rsidRPr="00C82F27">
        <w:t>其中之一，不可能同時具有甲、乙兩股</w:t>
      </w:r>
      <w:r w:rsidRPr="00C82F27">
        <w:t xml:space="preserve"> (</w:t>
      </w:r>
      <w:proofErr w:type="gramStart"/>
      <w:r w:rsidRPr="00C82F27">
        <w:t>Ｃ</w:t>
      </w:r>
      <w:proofErr w:type="gramEnd"/>
      <w:r w:rsidRPr="00C82F27">
        <w:t>)</w:t>
      </w:r>
      <w:r w:rsidRPr="00C82F27">
        <w:rPr>
          <w:rFonts w:hint="eastAsia"/>
        </w:rPr>
        <w:t>具</w:t>
      </w:r>
      <w:proofErr w:type="gramStart"/>
      <w:r w:rsidRPr="00C82F27">
        <w:t>兩個甲股</w:t>
      </w:r>
      <w:r w:rsidRPr="00100437">
        <w:rPr>
          <w:u w:val="single"/>
        </w:rPr>
        <w:t>或</w:t>
      </w:r>
      <w:r w:rsidRPr="00C82F27">
        <w:t>兩個乙股</w:t>
      </w:r>
      <w:proofErr w:type="gramEnd"/>
      <w:r w:rsidRPr="00C82F27">
        <w:t xml:space="preserve"> (</w:t>
      </w:r>
      <w:proofErr w:type="gramStart"/>
      <w:r w:rsidRPr="00C82F27">
        <w:t>Ｄ</w:t>
      </w:r>
      <w:proofErr w:type="gramEnd"/>
      <w:r w:rsidRPr="00C82F27">
        <w:t>)</w:t>
      </w:r>
      <w:r w:rsidRPr="00C82F27">
        <w:rPr>
          <w:rFonts w:hint="eastAsia"/>
        </w:rPr>
        <w:t>具</w:t>
      </w:r>
      <w:proofErr w:type="gramStart"/>
      <w:r w:rsidRPr="00C82F27">
        <w:t>兩個甲股</w:t>
      </w:r>
      <w:r w:rsidRPr="00100437">
        <w:rPr>
          <w:u w:val="single"/>
        </w:rPr>
        <w:t>及</w:t>
      </w:r>
      <w:r w:rsidRPr="00C82F27">
        <w:t>兩個乙股</w:t>
      </w:r>
      <w:proofErr w:type="gramEnd"/>
      <w:r w:rsidRPr="00C82F27">
        <w:t>。</w:t>
      </w:r>
    </w:p>
    <w:p w14:paraId="62F8EDB4" w14:textId="1F3DECEF" w:rsidR="000E240B" w:rsidRPr="00C82F27" w:rsidRDefault="007975C5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  <w:color w:val="000000" w:themeColor="text1"/>
        </w:rPr>
      </w:pPr>
      <w:r w:rsidRPr="00C82F27"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80C218" wp14:editId="1C3379F0">
                <wp:simplePos x="0" y="0"/>
                <wp:positionH relativeFrom="column">
                  <wp:posOffset>4760595</wp:posOffset>
                </wp:positionH>
                <wp:positionV relativeFrom="paragraph">
                  <wp:posOffset>800100</wp:posOffset>
                </wp:positionV>
                <wp:extent cx="2170430" cy="960120"/>
                <wp:effectExtent l="0" t="0" r="0" b="5080"/>
                <wp:wrapSquare wrapText="bothSides"/>
                <wp:docPr id="263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0430" cy="96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83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7"/>
                              <w:gridCol w:w="1418"/>
                            </w:tblGrid>
                            <w:tr w:rsidR="00B74FFC" w14:paraId="75348F04" w14:textId="77777777" w:rsidTr="00485241">
                              <w:tc>
                                <w:tcPr>
                                  <w:tcW w:w="1417" w:type="dxa"/>
                                  <w:tcBorders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7138F4A1" w14:textId="77777777" w:rsidR="00B74FFC" w:rsidRPr="005337A0" w:rsidRDefault="00B74FFC" w:rsidP="00485241">
                                  <w:pPr>
                                    <w:kinsoku w:val="0"/>
                                    <w:overflowPunct w:val="0"/>
                                    <w:autoSpaceDE w:val="0"/>
                                    <w:autoSpaceDN w:val="0"/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337A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胺基酸代號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bottom w:val="single" w:sz="8" w:space="0" w:color="auto"/>
                                  </w:tcBorders>
                                  <w:vAlign w:val="center"/>
                                </w:tcPr>
                                <w:p w14:paraId="310DB063" w14:textId="356F294C" w:rsidR="00B74FFC" w:rsidRPr="005337A0" w:rsidRDefault="00B74FFC" w:rsidP="00485241">
                                  <w:pPr>
                                    <w:kinsoku w:val="0"/>
                                    <w:overflowPunct w:val="0"/>
                                    <w:autoSpaceDE w:val="0"/>
                                    <w:autoSpaceDN w:val="0"/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337A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密碼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子</w:t>
                                  </w:r>
                                  <w:r w:rsidRPr="00C82F27">
                                    <w:t>5'-3'</w:t>
                                  </w:r>
                                </w:p>
                              </w:tc>
                            </w:tr>
                            <w:tr w:rsidR="00B74FFC" w14:paraId="3916DD05" w14:textId="77777777" w:rsidTr="00485241">
                              <w:trPr>
                                <w:trHeight w:val="46"/>
                              </w:trPr>
                              <w:tc>
                                <w:tcPr>
                                  <w:tcW w:w="1417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14:paraId="7C5F9079" w14:textId="77777777" w:rsidR="00B74FFC" w:rsidRPr="005337A0" w:rsidRDefault="00B74FFC" w:rsidP="00485241">
                                  <w:pPr>
                                    <w:kinsoku w:val="0"/>
                                    <w:overflowPunct w:val="0"/>
                                    <w:autoSpaceDE w:val="0"/>
                                    <w:autoSpaceDN w:val="0"/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337A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8" w:space="0" w:color="auto"/>
                                  </w:tcBorders>
                                  <w:vAlign w:val="center"/>
                                </w:tcPr>
                                <w:p w14:paraId="79367441" w14:textId="77777777" w:rsidR="00B74FFC" w:rsidRPr="005337A0" w:rsidRDefault="00B74FFC" w:rsidP="00485241">
                                  <w:pPr>
                                    <w:kinsoku w:val="0"/>
                                    <w:overflowPunct w:val="0"/>
                                    <w:autoSpaceDE w:val="0"/>
                                    <w:autoSpaceDN w:val="0"/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337A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AGA</w:t>
                                  </w:r>
                                </w:p>
                              </w:tc>
                            </w:tr>
                            <w:tr w:rsidR="00B74FFC" w14:paraId="5A804998" w14:textId="77777777" w:rsidTr="00485241"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3D29E8F3" w14:textId="77777777" w:rsidR="00B74FFC" w:rsidRPr="005337A0" w:rsidRDefault="00B74FFC" w:rsidP="00485241">
                                  <w:pPr>
                                    <w:kinsoku w:val="0"/>
                                    <w:overflowPunct w:val="0"/>
                                    <w:autoSpaceDE w:val="0"/>
                                    <w:autoSpaceDN w:val="0"/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337A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0BDA8DD8" w14:textId="77777777" w:rsidR="00B74FFC" w:rsidRPr="005337A0" w:rsidRDefault="00B74FFC" w:rsidP="00485241">
                                  <w:pPr>
                                    <w:kinsoku w:val="0"/>
                                    <w:overflowPunct w:val="0"/>
                                    <w:autoSpaceDE w:val="0"/>
                                    <w:autoSpaceDN w:val="0"/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337A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CUA</w:t>
                                  </w:r>
                                </w:p>
                              </w:tc>
                            </w:tr>
                            <w:tr w:rsidR="00B74FFC" w14:paraId="37541EAE" w14:textId="77777777" w:rsidTr="00485241"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069439EB" w14:textId="77777777" w:rsidR="00B74FFC" w:rsidRPr="005337A0" w:rsidRDefault="00B74FFC" w:rsidP="00485241">
                                  <w:pPr>
                                    <w:kinsoku w:val="0"/>
                                    <w:overflowPunct w:val="0"/>
                                    <w:autoSpaceDE w:val="0"/>
                                    <w:autoSpaceDN w:val="0"/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337A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7F7E9CD9" w14:textId="77777777" w:rsidR="00B74FFC" w:rsidRPr="005337A0" w:rsidRDefault="00B74FFC" w:rsidP="00485241">
                                  <w:pPr>
                                    <w:kinsoku w:val="0"/>
                                    <w:overflowPunct w:val="0"/>
                                    <w:autoSpaceDE w:val="0"/>
                                    <w:autoSpaceDN w:val="0"/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337A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UGG</w:t>
                                  </w:r>
                                </w:p>
                              </w:tc>
                            </w:tr>
                            <w:tr w:rsidR="00B74FFC" w14:paraId="3C104AE1" w14:textId="77777777" w:rsidTr="00485241"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3129B7C7" w14:textId="77777777" w:rsidR="00B74FFC" w:rsidRPr="005337A0" w:rsidRDefault="00B74FFC" w:rsidP="00485241">
                                  <w:pPr>
                                    <w:kinsoku w:val="0"/>
                                    <w:overflowPunct w:val="0"/>
                                    <w:autoSpaceDE w:val="0"/>
                                    <w:autoSpaceDN w:val="0"/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337A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Align w:val="center"/>
                                </w:tcPr>
                                <w:p w14:paraId="287C1A79" w14:textId="77777777" w:rsidR="00B74FFC" w:rsidRPr="005337A0" w:rsidRDefault="00B74FFC" w:rsidP="00485241">
                                  <w:pPr>
                                    <w:kinsoku w:val="0"/>
                                    <w:overflowPunct w:val="0"/>
                                    <w:autoSpaceDE w:val="0"/>
                                    <w:autoSpaceDN w:val="0"/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337A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GGU</w:t>
                                  </w:r>
                                </w:p>
                              </w:tc>
                            </w:tr>
                          </w:tbl>
                          <w:p w14:paraId="5815790C" w14:textId="77777777" w:rsidR="00B74FFC" w:rsidRDefault="00B74FFC" w:rsidP="003D393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80C218" id="_x0000_t202" coordsize="21600,21600" o:spt="202" path="m,l,21600r21600,l21600,xe">
                <v:stroke joinstyle="miter"/>
                <v:path gradientshapeok="t" o:connecttype="rect"/>
              </v:shapetype>
              <v:shape id="Text Box 409" o:spid="_x0000_s1026" type="#_x0000_t202" style="position:absolute;left:0;text-align:left;margin-left:374.85pt;margin-top:63pt;width:170.9pt;height:75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SJVhAIAABM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" stroked="f">
                <v:textbox>
                  <w:txbxContent>
                    <w:tbl>
                      <w:tblPr>
                        <w:tblW w:w="283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7"/>
                        <w:gridCol w:w="1418"/>
                      </w:tblGrid>
                      <w:tr w:rsidR="00B74FFC" w14:paraId="75348F04" w14:textId="77777777" w:rsidTr="00485241">
                        <w:tc>
                          <w:tcPr>
                            <w:tcW w:w="1417" w:type="dxa"/>
                            <w:tcBorders>
                              <w:bottom w:val="single" w:sz="8" w:space="0" w:color="auto"/>
                            </w:tcBorders>
                            <w:vAlign w:val="center"/>
                          </w:tcPr>
                          <w:p w14:paraId="7138F4A1" w14:textId="77777777" w:rsidR="00B74FFC" w:rsidRPr="005337A0" w:rsidRDefault="00B74FFC" w:rsidP="00485241">
                            <w:pPr>
                              <w:kinsoku w:val="0"/>
                              <w:overflowPunct w:val="0"/>
                              <w:autoSpaceDE w:val="0"/>
                              <w:autoSpaceDN w:val="0"/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37A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胺基酸代號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bottom w:val="single" w:sz="8" w:space="0" w:color="auto"/>
                            </w:tcBorders>
                            <w:vAlign w:val="center"/>
                          </w:tcPr>
                          <w:p w14:paraId="310DB063" w14:textId="356F294C" w:rsidR="00B74FFC" w:rsidRPr="005337A0" w:rsidRDefault="00B74FFC" w:rsidP="00485241">
                            <w:pPr>
                              <w:kinsoku w:val="0"/>
                              <w:overflowPunct w:val="0"/>
                              <w:autoSpaceDE w:val="0"/>
                              <w:autoSpaceDN w:val="0"/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37A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密碼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子</w:t>
                            </w:r>
                            <w:r w:rsidRPr="00C82F27">
                              <w:t>5'-3'</w:t>
                            </w:r>
                          </w:p>
                        </w:tc>
                      </w:tr>
                      <w:tr w:rsidR="00B74FFC" w14:paraId="3916DD05" w14:textId="77777777" w:rsidTr="00485241">
                        <w:trPr>
                          <w:trHeight w:val="46"/>
                        </w:trPr>
                        <w:tc>
                          <w:tcPr>
                            <w:tcW w:w="1417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14:paraId="7C5F9079" w14:textId="77777777" w:rsidR="00B74FFC" w:rsidRPr="005337A0" w:rsidRDefault="00B74FFC" w:rsidP="00485241">
                            <w:pPr>
                              <w:kinsoku w:val="0"/>
                              <w:overflowPunct w:val="0"/>
                              <w:autoSpaceDE w:val="0"/>
                              <w:autoSpaceDN w:val="0"/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37A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8" w:space="0" w:color="auto"/>
                            </w:tcBorders>
                            <w:vAlign w:val="center"/>
                          </w:tcPr>
                          <w:p w14:paraId="79367441" w14:textId="77777777" w:rsidR="00B74FFC" w:rsidRPr="005337A0" w:rsidRDefault="00B74FFC" w:rsidP="00485241">
                            <w:pPr>
                              <w:kinsoku w:val="0"/>
                              <w:overflowPunct w:val="0"/>
                              <w:autoSpaceDE w:val="0"/>
                              <w:autoSpaceDN w:val="0"/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37A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AGA</w:t>
                            </w:r>
                          </w:p>
                        </w:tc>
                      </w:tr>
                      <w:tr w:rsidR="00B74FFC" w14:paraId="5A804998" w14:textId="77777777" w:rsidTr="00485241">
                        <w:tc>
                          <w:tcPr>
                            <w:tcW w:w="1417" w:type="dxa"/>
                            <w:vAlign w:val="center"/>
                          </w:tcPr>
                          <w:p w14:paraId="3D29E8F3" w14:textId="77777777" w:rsidR="00B74FFC" w:rsidRPr="005337A0" w:rsidRDefault="00B74FFC" w:rsidP="00485241">
                            <w:pPr>
                              <w:kinsoku w:val="0"/>
                              <w:overflowPunct w:val="0"/>
                              <w:autoSpaceDE w:val="0"/>
                              <w:autoSpaceDN w:val="0"/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37A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0BDA8DD8" w14:textId="77777777" w:rsidR="00B74FFC" w:rsidRPr="005337A0" w:rsidRDefault="00B74FFC" w:rsidP="00485241">
                            <w:pPr>
                              <w:kinsoku w:val="0"/>
                              <w:overflowPunct w:val="0"/>
                              <w:autoSpaceDE w:val="0"/>
                              <w:autoSpaceDN w:val="0"/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37A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CUA</w:t>
                            </w:r>
                          </w:p>
                        </w:tc>
                      </w:tr>
                      <w:tr w:rsidR="00B74FFC" w14:paraId="37541EAE" w14:textId="77777777" w:rsidTr="00485241">
                        <w:tc>
                          <w:tcPr>
                            <w:tcW w:w="1417" w:type="dxa"/>
                            <w:vAlign w:val="center"/>
                          </w:tcPr>
                          <w:p w14:paraId="069439EB" w14:textId="77777777" w:rsidR="00B74FFC" w:rsidRPr="005337A0" w:rsidRDefault="00B74FFC" w:rsidP="00485241">
                            <w:pPr>
                              <w:kinsoku w:val="0"/>
                              <w:overflowPunct w:val="0"/>
                              <w:autoSpaceDE w:val="0"/>
                              <w:autoSpaceDN w:val="0"/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37A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7F7E9CD9" w14:textId="77777777" w:rsidR="00B74FFC" w:rsidRPr="005337A0" w:rsidRDefault="00B74FFC" w:rsidP="00485241">
                            <w:pPr>
                              <w:kinsoku w:val="0"/>
                              <w:overflowPunct w:val="0"/>
                              <w:autoSpaceDE w:val="0"/>
                              <w:autoSpaceDN w:val="0"/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37A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UGG</w:t>
                            </w:r>
                          </w:p>
                        </w:tc>
                      </w:tr>
                      <w:tr w:rsidR="00B74FFC" w14:paraId="3C104AE1" w14:textId="77777777" w:rsidTr="00485241">
                        <w:tc>
                          <w:tcPr>
                            <w:tcW w:w="1417" w:type="dxa"/>
                            <w:vAlign w:val="center"/>
                          </w:tcPr>
                          <w:p w14:paraId="3129B7C7" w14:textId="77777777" w:rsidR="00B74FFC" w:rsidRPr="005337A0" w:rsidRDefault="00B74FFC" w:rsidP="00485241">
                            <w:pPr>
                              <w:kinsoku w:val="0"/>
                              <w:overflowPunct w:val="0"/>
                              <w:autoSpaceDE w:val="0"/>
                              <w:autoSpaceDN w:val="0"/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37A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1418" w:type="dxa"/>
                            <w:vAlign w:val="center"/>
                          </w:tcPr>
                          <w:p w14:paraId="287C1A79" w14:textId="77777777" w:rsidR="00B74FFC" w:rsidRPr="005337A0" w:rsidRDefault="00B74FFC" w:rsidP="00485241">
                            <w:pPr>
                              <w:kinsoku w:val="0"/>
                              <w:overflowPunct w:val="0"/>
                              <w:autoSpaceDE w:val="0"/>
                              <w:autoSpaceDN w:val="0"/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337A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GGU</w:t>
                            </w:r>
                          </w:p>
                        </w:tc>
                      </w:tr>
                    </w:tbl>
                    <w:p w14:paraId="5815790C" w14:textId="77777777" w:rsidR="00B74FFC" w:rsidRDefault="00B74FFC" w:rsidP="003D393A"/>
                  </w:txbxContent>
                </v:textbox>
                <w10:wrap type="square"/>
              </v:shape>
            </w:pict>
          </mc:Fallback>
        </mc:AlternateContent>
      </w:r>
      <w:r w:rsidR="00E006E8" w:rsidRPr="00C82F27">
        <w:rPr>
          <w:color w:val="000000" w:themeColor="text1"/>
        </w:rPr>
        <w:t>細胞基因表現合成胰島素的過程中有下列物質</w:t>
      </w:r>
      <w:r w:rsidR="00B259A5" w:rsidRPr="00C82F27">
        <w:rPr>
          <w:rFonts w:hint="eastAsia"/>
          <w:color w:val="000000" w:themeColor="text1"/>
        </w:rPr>
        <w:t>參與</w:t>
      </w:r>
      <w:r w:rsidR="00E006E8" w:rsidRPr="00C82F27">
        <w:rPr>
          <w:color w:val="000000" w:themeColor="text1"/>
        </w:rPr>
        <w:t>：</w:t>
      </w:r>
      <w:r w:rsidR="00E006E8" w:rsidRPr="00C82F27">
        <w:rPr>
          <w:color w:val="000000" w:themeColor="text1"/>
        </w:rPr>
        <w:t>(</w:t>
      </w:r>
      <w:r w:rsidR="00E006E8" w:rsidRPr="00C82F27">
        <w:rPr>
          <w:color w:val="000000" w:themeColor="text1"/>
        </w:rPr>
        <w:t>甲</w:t>
      </w:r>
      <w:r w:rsidR="00E006E8" w:rsidRPr="00C82F27">
        <w:rPr>
          <w:color w:val="000000" w:themeColor="text1"/>
        </w:rPr>
        <w:t>)</w:t>
      </w:r>
      <w:r w:rsidR="0055135B" w:rsidRPr="00C82F27">
        <w:rPr>
          <w:rFonts w:hint="eastAsia"/>
          <w:color w:val="000000" w:themeColor="text1"/>
        </w:rPr>
        <w:t>密碼子</w:t>
      </w:r>
      <w:r w:rsidR="00E006E8" w:rsidRPr="00C82F27">
        <w:rPr>
          <w:color w:val="000000" w:themeColor="text1"/>
        </w:rPr>
        <w:t>；</w:t>
      </w:r>
      <w:r w:rsidR="00E006E8" w:rsidRPr="00C82F27">
        <w:rPr>
          <w:color w:val="000000" w:themeColor="text1"/>
        </w:rPr>
        <w:t>(</w:t>
      </w:r>
      <w:r w:rsidR="00E006E8" w:rsidRPr="00C82F27">
        <w:rPr>
          <w:color w:val="000000" w:themeColor="text1"/>
        </w:rPr>
        <w:t>乙</w:t>
      </w:r>
      <w:r w:rsidR="00E006E8" w:rsidRPr="00C82F27">
        <w:rPr>
          <w:color w:val="000000" w:themeColor="text1"/>
        </w:rPr>
        <w:t>)</w:t>
      </w:r>
      <w:r w:rsidR="006E6117">
        <w:rPr>
          <w:rFonts w:hint="eastAsia"/>
          <w:color w:val="000000" w:themeColor="text1"/>
        </w:rPr>
        <w:t>遺傳</w:t>
      </w:r>
      <w:r w:rsidR="0055135B" w:rsidRPr="00C82F27">
        <w:rPr>
          <w:rFonts w:hint="eastAsia"/>
          <w:color w:val="000000" w:themeColor="text1"/>
        </w:rPr>
        <w:t>密碼</w:t>
      </w:r>
      <w:r w:rsidR="00E006E8" w:rsidRPr="00C82F27">
        <w:rPr>
          <w:color w:val="000000" w:themeColor="text1"/>
        </w:rPr>
        <w:t>；</w:t>
      </w:r>
      <w:r w:rsidR="00E006E8" w:rsidRPr="00C82F27">
        <w:rPr>
          <w:color w:val="000000" w:themeColor="text1"/>
        </w:rPr>
        <w:t>(</w:t>
      </w:r>
      <w:r w:rsidR="00E006E8" w:rsidRPr="00C82F27">
        <w:rPr>
          <w:color w:val="000000" w:themeColor="text1"/>
        </w:rPr>
        <w:t>丙</w:t>
      </w:r>
      <w:r w:rsidR="00E006E8" w:rsidRPr="00C82F27">
        <w:rPr>
          <w:color w:val="000000" w:themeColor="text1"/>
        </w:rPr>
        <w:t>)</w:t>
      </w:r>
      <w:r w:rsidR="00E006E8" w:rsidRPr="00C82F27">
        <w:rPr>
          <w:color w:val="000000" w:themeColor="text1"/>
        </w:rPr>
        <w:t>胰島素蛋白；</w:t>
      </w:r>
      <w:r w:rsidR="00E006E8" w:rsidRPr="00C82F27">
        <w:rPr>
          <w:color w:val="000000" w:themeColor="text1"/>
        </w:rPr>
        <w:t>(</w:t>
      </w:r>
      <w:r w:rsidR="00E006E8" w:rsidRPr="00C82F27">
        <w:rPr>
          <w:color w:val="000000" w:themeColor="text1"/>
        </w:rPr>
        <w:t>丁</w:t>
      </w:r>
      <w:r w:rsidR="00E006E8" w:rsidRPr="00C82F27">
        <w:rPr>
          <w:color w:val="000000" w:themeColor="text1"/>
        </w:rPr>
        <w:t>)</w:t>
      </w:r>
      <w:r w:rsidR="00E006E8" w:rsidRPr="00C82F27">
        <w:rPr>
          <w:color w:val="000000" w:themeColor="text1"/>
        </w:rPr>
        <w:t>胺基酸</w:t>
      </w:r>
      <w:r w:rsidR="0055135B" w:rsidRPr="00C82F27">
        <w:rPr>
          <w:rFonts w:hint="eastAsia"/>
          <w:color w:val="000000" w:themeColor="text1"/>
        </w:rPr>
        <w:t xml:space="preserve"> </w:t>
      </w:r>
      <w:r w:rsidR="0055135B" w:rsidRPr="00C82F27">
        <w:rPr>
          <w:color w:val="000000" w:themeColor="text1"/>
        </w:rPr>
        <w:t>(</w:t>
      </w:r>
      <w:r w:rsidR="0055135B" w:rsidRPr="00C82F27">
        <w:rPr>
          <w:rFonts w:hint="eastAsia"/>
          <w:color w:val="000000" w:themeColor="text1"/>
        </w:rPr>
        <w:t>戊</w:t>
      </w:r>
      <w:r w:rsidR="0055135B" w:rsidRPr="00C82F27">
        <w:rPr>
          <w:color w:val="000000" w:themeColor="text1"/>
        </w:rPr>
        <w:t>)RNA</w:t>
      </w:r>
      <w:r w:rsidR="0055135B" w:rsidRPr="00C82F27">
        <w:rPr>
          <w:rFonts w:hint="eastAsia"/>
          <w:color w:val="000000" w:themeColor="text1"/>
        </w:rPr>
        <w:t>聚合</w:t>
      </w:r>
      <w:r w:rsidR="0055135B" w:rsidRPr="00C82F27">
        <w:rPr>
          <w:color w:val="000000" w:themeColor="text1"/>
        </w:rPr>
        <w:t>酶</w:t>
      </w:r>
      <w:r w:rsidR="00E006E8" w:rsidRPr="00C82F27">
        <w:rPr>
          <w:color w:val="000000" w:themeColor="text1"/>
        </w:rPr>
        <w:t>，其參與的順序為何？</w:t>
      </w:r>
      <w:r w:rsidR="00C84DE2">
        <w:rPr>
          <w:rFonts w:hint="eastAsia"/>
          <w:color w:val="000000" w:themeColor="text1"/>
        </w:rPr>
        <w:br/>
      </w:r>
      <w:r w:rsidR="00E006E8" w:rsidRPr="00C82F27">
        <w:rPr>
          <w:color w:val="000000" w:themeColor="text1"/>
        </w:rPr>
        <w:t>(A)</w:t>
      </w:r>
      <w:r w:rsidR="00B259A5" w:rsidRPr="00C82F27">
        <w:rPr>
          <w:color w:val="000000" w:themeColor="text1"/>
        </w:rPr>
        <w:t>(</w:t>
      </w:r>
      <w:r w:rsidR="00B259A5" w:rsidRPr="00C82F27">
        <w:rPr>
          <w:color w:val="000000" w:themeColor="text1"/>
        </w:rPr>
        <w:t>乙</w:t>
      </w:r>
      <w:r w:rsidR="00B259A5" w:rsidRPr="00C82F27">
        <w:rPr>
          <w:color w:val="000000" w:themeColor="text1"/>
        </w:rPr>
        <w:t>)(</w:t>
      </w:r>
      <w:r w:rsidR="00B259A5" w:rsidRPr="00C82F27">
        <w:rPr>
          <w:color w:val="000000" w:themeColor="text1"/>
        </w:rPr>
        <w:t>甲</w:t>
      </w:r>
      <w:r w:rsidR="00B259A5" w:rsidRPr="00C82F27">
        <w:rPr>
          <w:color w:val="000000" w:themeColor="text1"/>
        </w:rPr>
        <w:t>)(</w:t>
      </w:r>
      <w:r w:rsidR="00B259A5" w:rsidRPr="00C82F27">
        <w:rPr>
          <w:rFonts w:hint="eastAsia"/>
          <w:color w:val="000000" w:themeColor="text1"/>
        </w:rPr>
        <w:t>戊</w:t>
      </w:r>
      <w:r w:rsidR="00B259A5" w:rsidRPr="00C82F27">
        <w:rPr>
          <w:color w:val="000000" w:themeColor="text1"/>
        </w:rPr>
        <w:t>)(</w:t>
      </w:r>
      <w:r w:rsidR="00B259A5" w:rsidRPr="00C82F27">
        <w:rPr>
          <w:color w:val="000000" w:themeColor="text1"/>
        </w:rPr>
        <w:t>丁</w:t>
      </w:r>
      <w:r w:rsidR="00B259A5" w:rsidRPr="00C82F27">
        <w:rPr>
          <w:color w:val="000000" w:themeColor="text1"/>
        </w:rPr>
        <w:t>)(</w:t>
      </w:r>
      <w:r w:rsidR="00B259A5" w:rsidRPr="00C82F27">
        <w:rPr>
          <w:color w:val="000000" w:themeColor="text1"/>
        </w:rPr>
        <w:t>丙</w:t>
      </w:r>
      <w:r w:rsidR="00B259A5" w:rsidRPr="00C82F27">
        <w:rPr>
          <w:color w:val="000000" w:themeColor="text1"/>
        </w:rPr>
        <w:t>)</w:t>
      </w:r>
      <w:r w:rsidR="00E006E8" w:rsidRPr="00C82F27">
        <w:rPr>
          <w:color w:val="000000" w:themeColor="text1"/>
        </w:rPr>
        <w:t xml:space="preserve">　</w:t>
      </w:r>
      <w:r w:rsidR="00E006E8" w:rsidRPr="00C82F27">
        <w:rPr>
          <w:color w:val="000000" w:themeColor="text1"/>
        </w:rPr>
        <w:t>(B)(</w:t>
      </w:r>
      <w:r w:rsidR="00E006E8" w:rsidRPr="00C82F27">
        <w:rPr>
          <w:color w:val="000000" w:themeColor="text1"/>
        </w:rPr>
        <w:t>丁</w:t>
      </w:r>
      <w:r w:rsidR="00E006E8" w:rsidRPr="00C82F27">
        <w:rPr>
          <w:color w:val="000000" w:themeColor="text1"/>
        </w:rPr>
        <w:t>)(</w:t>
      </w:r>
      <w:r w:rsidR="00E006E8" w:rsidRPr="00C82F27">
        <w:rPr>
          <w:color w:val="000000" w:themeColor="text1"/>
        </w:rPr>
        <w:t>丙</w:t>
      </w:r>
      <w:r w:rsidR="00E006E8" w:rsidRPr="00C82F27">
        <w:rPr>
          <w:color w:val="000000" w:themeColor="text1"/>
        </w:rPr>
        <w:t>)</w:t>
      </w:r>
      <w:r w:rsidR="00B259A5" w:rsidRPr="00C82F27">
        <w:rPr>
          <w:color w:val="000000" w:themeColor="text1"/>
        </w:rPr>
        <w:t>(</w:t>
      </w:r>
      <w:r w:rsidR="00B259A5" w:rsidRPr="00C82F27">
        <w:rPr>
          <w:rFonts w:hint="eastAsia"/>
          <w:color w:val="000000" w:themeColor="text1"/>
        </w:rPr>
        <w:t>戊</w:t>
      </w:r>
      <w:r w:rsidR="00B259A5" w:rsidRPr="00C82F27">
        <w:rPr>
          <w:color w:val="000000" w:themeColor="text1"/>
        </w:rPr>
        <w:t>)</w:t>
      </w:r>
      <w:r w:rsidR="00E006E8" w:rsidRPr="00C82F27">
        <w:rPr>
          <w:color w:val="000000" w:themeColor="text1"/>
        </w:rPr>
        <w:t>(</w:t>
      </w:r>
      <w:r w:rsidR="00E006E8" w:rsidRPr="00C82F27">
        <w:rPr>
          <w:color w:val="000000" w:themeColor="text1"/>
        </w:rPr>
        <w:t>乙</w:t>
      </w:r>
      <w:r w:rsidR="00E006E8" w:rsidRPr="00C82F27">
        <w:rPr>
          <w:color w:val="000000" w:themeColor="text1"/>
        </w:rPr>
        <w:t>)(</w:t>
      </w:r>
      <w:r w:rsidR="00E006E8" w:rsidRPr="00C82F27">
        <w:rPr>
          <w:color w:val="000000" w:themeColor="text1"/>
        </w:rPr>
        <w:t>甲</w:t>
      </w:r>
      <w:r w:rsidR="00E006E8" w:rsidRPr="00C82F27">
        <w:rPr>
          <w:color w:val="000000" w:themeColor="text1"/>
        </w:rPr>
        <w:t>)</w:t>
      </w:r>
      <w:r w:rsidR="00E006E8" w:rsidRPr="00C82F27">
        <w:rPr>
          <w:color w:val="000000" w:themeColor="text1"/>
        </w:rPr>
        <w:t xml:space="preserve">　</w:t>
      </w:r>
      <w:r w:rsidR="00E006E8" w:rsidRPr="00C82F27">
        <w:rPr>
          <w:color w:val="000000" w:themeColor="text1"/>
        </w:rPr>
        <w:t>(C)</w:t>
      </w:r>
      <w:r w:rsidR="007172D5" w:rsidRPr="00C82F27">
        <w:rPr>
          <w:color w:val="000000" w:themeColor="text1"/>
        </w:rPr>
        <w:t xml:space="preserve"> (</w:t>
      </w:r>
      <w:r w:rsidR="007172D5" w:rsidRPr="00C82F27">
        <w:rPr>
          <w:rFonts w:hint="eastAsia"/>
          <w:color w:val="000000" w:themeColor="text1"/>
        </w:rPr>
        <w:t>戊</w:t>
      </w:r>
      <w:r w:rsidR="007172D5" w:rsidRPr="00C82F27">
        <w:rPr>
          <w:color w:val="000000" w:themeColor="text1"/>
        </w:rPr>
        <w:t>)(</w:t>
      </w:r>
      <w:r w:rsidR="007172D5" w:rsidRPr="00C82F27">
        <w:rPr>
          <w:color w:val="000000" w:themeColor="text1"/>
        </w:rPr>
        <w:t>甲</w:t>
      </w:r>
      <w:r w:rsidR="007172D5" w:rsidRPr="00C82F27">
        <w:rPr>
          <w:color w:val="000000" w:themeColor="text1"/>
        </w:rPr>
        <w:t>)(</w:t>
      </w:r>
      <w:r w:rsidR="007172D5" w:rsidRPr="00C82F27">
        <w:rPr>
          <w:color w:val="000000" w:themeColor="text1"/>
        </w:rPr>
        <w:t>乙</w:t>
      </w:r>
      <w:r w:rsidR="007172D5" w:rsidRPr="00C82F27">
        <w:rPr>
          <w:color w:val="000000" w:themeColor="text1"/>
        </w:rPr>
        <w:t>)</w:t>
      </w:r>
      <w:r w:rsidR="00E006E8" w:rsidRPr="00C82F27">
        <w:rPr>
          <w:color w:val="000000" w:themeColor="text1"/>
        </w:rPr>
        <w:t>(</w:t>
      </w:r>
      <w:r w:rsidR="00E006E8" w:rsidRPr="00C82F27">
        <w:rPr>
          <w:color w:val="000000" w:themeColor="text1"/>
        </w:rPr>
        <w:t>丙</w:t>
      </w:r>
      <w:r w:rsidR="00E006E8" w:rsidRPr="00C82F27">
        <w:rPr>
          <w:color w:val="000000" w:themeColor="text1"/>
        </w:rPr>
        <w:t>)(</w:t>
      </w:r>
      <w:r w:rsidR="00E006E8" w:rsidRPr="00C82F27">
        <w:rPr>
          <w:color w:val="000000" w:themeColor="text1"/>
        </w:rPr>
        <w:t>丁</w:t>
      </w:r>
      <w:r w:rsidR="00E006E8" w:rsidRPr="00C82F27">
        <w:rPr>
          <w:color w:val="000000" w:themeColor="text1"/>
        </w:rPr>
        <w:t>)</w:t>
      </w:r>
      <w:r w:rsidR="007172D5" w:rsidRPr="00C82F27">
        <w:rPr>
          <w:rFonts w:hint="eastAsia"/>
          <w:color w:val="000000" w:themeColor="text1"/>
        </w:rPr>
        <w:t xml:space="preserve"> </w:t>
      </w:r>
      <w:r w:rsidR="00E006E8" w:rsidRPr="00C82F27">
        <w:rPr>
          <w:color w:val="000000" w:themeColor="text1"/>
        </w:rPr>
        <w:t xml:space="preserve"> </w:t>
      </w:r>
      <w:r w:rsidR="00C84DE2">
        <w:rPr>
          <w:rFonts w:hint="eastAsia"/>
          <w:color w:val="000000" w:themeColor="text1"/>
        </w:rPr>
        <w:br/>
      </w:r>
      <w:r w:rsidR="00E006E8" w:rsidRPr="00C82F27">
        <w:rPr>
          <w:color w:val="000000" w:themeColor="text1"/>
        </w:rPr>
        <w:t>(D)(</w:t>
      </w:r>
      <w:r w:rsidR="00E006E8" w:rsidRPr="00C82F27">
        <w:rPr>
          <w:color w:val="000000" w:themeColor="text1"/>
        </w:rPr>
        <w:t>乙</w:t>
      </w:r>
      <w:r w:rsidR="00E006E8" w:rsidRPr="00C82F27">
        <w:rPr>
          <w:color w:val="000000" w:themeColor="text1"/>
        </w:rPr>
        <w:t>)</w:t>
      </w:r>
      <w:r w:rsidR="00B259A5" w:rsidRPr="00C82F27">
        <w:rPr>
          <w:color w:val="000000" w:themeColor="text1"/>
        </w:rPr>
        <w:t>(</w:t>
      </w:r>
      <w:r w:rsidR="00B259A5" w:rsidRPr="00C82F27">
        <w:rPr>
          <w:rFonts w:hint="eastAsia"/>
          <w:color w:val="000000" w:themeColor="text1"/>
        </w:rPr>
        <w:t>戊</w:t>
      </w:r>
      <w:r w:rsidR="00B259A5" w:rsidRPr="00C82F27">
        <w:rPr>
          <w:color w:val="000000" w:themeColor="text1"/>
        </w:rPr>
        <w:t>)</w:t>
      </w:r>
      <w:r w:rsidR="00E006E8" w:rsidRPr="00C82F27">
        <w:rPr>
          <w:color w:val="000000" w:themeColor="text1"/>
        </w:rPr>
        <w:t>(</w:t>
      </w:r>
      <w:r w:rsidR="00E006E8" w:rsidRPr="00C82F27">
        <w:rPr>
          <w:color w:val="000000" w:themeColor="text1"/>
        </w:rPr>
        <w:t>甲</w:t>
      </w:r>
      <w:r w:rsidR="00E006E8" w:rsidRPr="00C82F27">
        <w:rPr>
          <w:color w:val="000000" w:themeColor="text1"/>
        </w:rPr>
        <w:t>)(</w:t>
      </w:r>
      <w:r w:rsidR="00E006E8" w:rsidRPr="00C82F27">
        <w:rPr>
          <w:color w:val="000000" w:themeColor="text1"/>
        </w:rPr>
        <w:t>丁</w:t>
      </w:r>
      <w:r w:rsidR="00E006E8" w:rsidRPr="00C82F27">
        <w:rPr>
          <w:color w:val="000000" w:themeColor="text1"/>
        </w:rPr>
        <w:t>)(</w:t>
      </w:r>
      <w:r w:rsidR="00E006E8" w:rsidRPr="00C82F27">
        <w:rPr>
          <w:color w:val="000000" w:themeColor="text1"/>
        </w:rPr>
        <w:t>丙</w:t>
      </w:r>
      <w:r w:rsidR="00E006E8" w:rsidRPr="00C82F27">
        <w:rPr>
          <w:color w:val="000000" w:themeColor="text1"/>
        </w:rPr>
        <w:t>)</w:t>
      </w:r>
      <w:r w:rsidR="00E006E8" w:rsidRPr="00C82F27">
        <w:rPr>
          <w:color w:val="000000" w:themeColor="text1"/>
        </w:rPr>
        <w:t>。</w:t>
      </w:r>
    </w:p>
    <w:bookmarkEnd w:id="1"/>
    <w:p w14:paraId="70D4C400" w14:textId="25B74266" w:rsidR="00A01C7E" w:rsidRPr="00C82F27" w:rsidRDefault="00A01C7E" w:rsidP="003E700D">
      <w:pPr>
        <w:pStyle w:val="ab"/>
        <w:numPr>
          <w:ilvl w:val="0"/>
          <w:numId w:val="3"/>
        </w:numPr>
        <w:kinsoku w:val="0"/>
        <w:snapToGrid w:val="0"/>
        <w:spacing w:line="120" w:lineRule="atLeast"/>
        <w:ind w:leftChars="0" w:left="709" w:hanging="482"/>
        <w:jc w:val="both"/>
        <w:rPr>
          <w:rFonts w:eastAsia="新細明體"/>
        </w:rPr>
      </w:pPr>
      <w:r w:rsidRPr="00C82F27">
        <w:rPr>
          <w:rFonts w:eastAsia="新細明體"/>
          <w:color w:val="000000" w:themeColor="text1"/>
        </w:rPr>
        <w:t>蛋白質上的胺基酸</w:t>
      </w:r>
      <w:r>
        <w:rPr>
          <w:rFonts w:eastAsia="新細明體" w:hint="eastAsia"/>
          <w:color w:val="000000" w:themeColor="text1"/>
        </w:rPr>
        <w:t>順序可</w:t>
      </w:r>
      <w:r w:rsidRPr="00C82F27">
        <w:rPr>
          <w:rFonts w:eastAsia="新細明體"/>
          <w:color w:val="000000" w:themeColor="text1"/>
        </w:rPr>
        <w:t>由</w:t>
      </w:r>
      <w:r>
        <w:rPr>
          <w:rFonts w:eastAsia="新細明體"/>
          <w:color w:val="000000" w:themeColor="text1"/>
        </w:rPr>
        <w:t>RNA</w:t>
      </w:r>
      <w:r>
        <w:rPr>
          <w:rFonts w:eastAsia="新細明體" w:hint="eastAsia"/>
          <w:color w:val="000000" w:themeColor="text1"/>
        </w:rPr>
        <w:t>的</w:t>
      </w:r>
      <w:r w:rsidRPr="00C82F27">
        <w:rPr>
          <w:rFonts w:eastAsia="新細明體"/>
          <w:color w:val="000000" w:themeColor="text1"/>
        </w:rPr>
        <w:t>密碼</w:t>
      </w:r>
      <w:r w:rsidRPr="00C82F27">
        <w:rPr>
          <w:rFonts w:eastAsia="新細明體"/>
        </w:rPr>
        <w:t>子決定。現有</w:t>
      </w:r>
      <w:proofErr w:type="gramStart"/>
      <w:r w:rsidRPr="00C82F27">
        <w:rPr>
          <w:rFonts w:eastAsia="新細明體"/>
        </w:rPr>
        <w:t>一</w:t>
      </w:r>
      <w:proofErr w:type="gramEnd"/>
      <w:r w:rsidRPr="00C82F27">
        <w:rPr>
          <w:rFonts w:eastAsia="新細明體"/>
        </w:rPr>
        <w:t>DNA</w:t>
      </w:r>
      <w:r>
        <w:rPr>
          <w:rFonts w:eastAsia="新細明體" w:hint="eastAsia"/>
        </w:rPr>
        <w:t>模板股的其中</w:t>
      </w:r>
      <w:proofErr w:type="gramStart"/>
      <w:r>
        <w:rPr>
          <w:rFonts w:eastAsia="新細明體" w:hint="eastAsia"/>
        </w:rPr>
        <w:t>一小段</w:t>
      </w:r>
      <w:r w:rsidRPr="00C82F27">
        <w:rPr>
          <w:rFonts w:eastAsia="新細明體"/>
        </w:rPr>
        <w:t>鹼基</w:t>
      </w:r>
      <w:proofErr w:type="gramEnd"/>
      <w:r w:rsidRPr="00C82F27">
        <w:rPr>
          <w:rFonts w:eastAsia="新細明體"/>
        </w:rPr>
        <w:t>序列</w:t>
      </w:r>
      <w:r>
        <w:rPr>
          <w:rFonts w:eastAsia="新細明體" w:hint="eastAsia"/>
        </w:rPr>
        <w:t>為</w:t>
      </w:r>
      <w:r w:rsidRPr="00C82F27">
        <w:rPr>
          <w:rFonts w:eastAsia="新細明體"/>
        </w:rPr>
        <w:t xml:space="preserve">　</w:t>
      </w:r>
      <w:r w:rsidRPr="00C82F27">
        <w:rPr>
          <w:rFonts w:eastAsia="新細明體"/>
        </w:rPr>
        <w:t>5'-CCATAGCCATCT-3'</w:t>
      </w:r>
      <w:r w:rsidRPr="00C82F27">
        <w:rPr>
          <w:rFonts w:eastAsia="新細明體"/>
        </w:rPr>
        <w:t>，根據</w:t>
      </w:r>
      <w:r>
        <w:rPr>
          <w:rFonts w:eastAsia="新細明體" w:hint="eastAsia"/>
        </w:rPr>
        <w:t>右</w:t>
      </w:r>
      <w:r w:rsidRPr="00C82F27">
        <w:rPr>
          <w:rFonts w:eastAsia="新細明體"/>
        </w:rPr>
        <w:t>附表，此</w:t>
      </w:r>
      <w:r>
        <w:rPr>
          <w:rFonts w:eastAsia="新細明體" w:hint="eastAsia"/>
        </w:rPr>
        <w:t>小段模板</w:t>
      </w:r>
      <w:r w:rsidRPr="00C82F27">
        <w:rPr>
          <w:rFonts w:eastAsia="新細明體"/>
        </w:rPr>
        <w:t>DNA</w:t>
      </w:r>
      <w:r w:rsidRPr="00C82F27">
        <w:rPr>
          <w:rFonts w:eastAsia="新細明體"/>
        </w:rPr>
        <w:t>經轉錄及轉譯後，其蛋白質的胺基酸序列</w:t>
      </w:r>
      <w:r>
        <w:rPr>
          <w:rFonts w:eastAsia="新細明體" w:hint="eastAsia"/>
        </w:rPr>
        <w:t>應</w:t>
      </w:r>
      <w:r w:rsidRPr="00C82F27">
        <w:rPr>
          <w:rFonts w:eastAsia="新細明體"/>
        </w:rPr>
        <w:t>為何？</w:t>
      </w:r>
      <w:r>
        <w:rPr>
          <w:rFonts w:eastAsia="新細明體" w:hint="eastAsia"/>
        </w:rPr>
        <w:br/>
      </w:r>
      <w:r w:rsidRPr="00C82F27">
        <w:rPr>
          <w:rFonts w:eastAsia="新細明體"/>
        </w:rPr>
        <w:t>(A)</w:t>
      </w:r>
      <w:r w:rsidR="0067476F" w:rsidRPr="0067476F">
        <w:rPr>
          <w:rFonts w:eastAsia="新細明體"/>
          <w:lang w:val="fr-FR"/>
        </w:rPr>
        <w:t xml:space="preserve"> </w:t>
      </w:r>
      <w:r w:rsidR="0067476F" w:rsidRPr="00C82F27">
        <w:rPr>
          <w:rFonts w:eastAsia="新細明體"/>
          <w:lang w:val="fr-FR"/>
        </w:rPr>
        <w:t>A-T-L-T</w:t>
      </w:r>
      <w:r w:rsidRPr="00C82F27">
        <w:rPr>
          <w:rFonts w:eastAsia="新細明體"/>
        </w:rPr>
        <w:t xml:space="preserve">　</w:t>
      </w:r>
      <w:r w:rsidRPr="00C82F27">
        <w:rPr>
          <w:rFonts w:eastAsia="新細明體"/>
        </w:rPr>
        <w:t>(B)</w:t>
      </w:r>
      <w:r w:rsidR="0067476F" w:rsidRPr="0067476F">
        <w:rPr>
          <w:rFonts w:eastAsia="新細明體"/>
          <w:lang w:val="fr-FR"/>
        </w:rPr>
        <w:t xml:space="preserve"> </w:t>
      </w:r>
      <w:r w:rsidR="0067476F" w:rsidRPr="00C82F27">
        <w:rPr>
          <w:rFonts w:eastAsia="新細明體"/>
          <w:lang w:val="fr-FR"/>
        </w:rPr>
        <w:t>T-A-L-A</w:t>
      </w:r>
      <w:r w:rsidRPr="00C82F27">
        <w:rPr>
          <w:rFonts w:eastAsia="新細明體"/>
        </w:rPr>
        <w:t xml:space="preserve">　</w:t>
      </w:r>
      <w:r w:rsidRPr="00C82F27">
        <w:rPr>
          <w:rFonts w:eastAsia="新細明體"/>
        </w:rPr>
        <w:t>(C)</w:t>
      </w:r>
      <w:r w:rsidRPr="00C82F27">
        <w:rPr>
          <w:rFonts w:eastAsia="新細明體"/>
          <w:lang w:val="fr-FR"/>
        </w:rPr>
        <w:t>T-L-A-L</w:t>
      </w:r>
      <w:r w:rsidRPr="00C82F27">
        <w:rPr>
          <w:rFonts w:eastAsia="新細明體"/>
        </w:rPr>
        <w:t xml:space="preserve">　</w:t>
      </w:r>
      <w:r w:rsidRPr="00C82F27">
        <w:rPr>
          <w:rFonts w:eastAsia="新細明體"/>
        </w:rPr>
        <w:t>(D)</w:t>
      </w:r>
      <w:r w:rsidRPr="00C82F27">
        <w:rPr>
          <w:rFonts w:eastAsia="新細明體"/>
          <w:lang w:val="fr-FR"/>
        </w:rPr>
        <w:t xml:space="preserve"> A-L-T-L</w:t>
      </w:r>
      <w:r w:rsidRPr="00C82F27">
        <w:rPr>
          <w:rFonts w:eastAsia="新細明體"/>
        </w:rPr>
        <w:t>。</w:t>
      </w:r>
    </w:p>
    <w:p w14:paraId="1FEFE718" w14:textId="027B1807" w:rsidR="00336BD4" w:rsidRPr="00C82F27" w:rsidRDefault="00336BD4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hint="eastAsia"/>
        </w:rPr>
        <w:t xml:space="preserve">「限制酶」在遺傳工程中的角色為何？　</w:t>
      </w:r>
      <w:r w:rsidRPr="00C82F27">
        <w:rPr>
          <w:rFonts w:hint="eastAsia"/>
        </w:rPr>
        <w:t>(A)</w:t>
      </w:r>
      <w:r w:rsidRPr="00C82F27">
        <w:rPr>
          <w:rFonts w:hint="eastAsia"/>
        </w:rPr>
        <w:t>限制</w:t>
      </w:r>
      <w:r w:rsidRPr="00C82F27">
        <w:t>DNA</w:t>
      </w:r>
      <w:r w:rsidRPr="00C82F27">
        <w:rPr>
          <w:rFonts w:hint="eastAsia"/>
        </w:rPr>
        <w:t xml:space="preserve">複製速率　</w:t>
      </w:r>
      <w:r w:rsidRPr="00C82F27">
        <w:rPr>
          <w:rFonts w:hint="eastAsia"/>
        </w:rPr>
        <w:t>(B)</w:t>
      </w:r>
      <w:r w:rsidRPr="00C82F27">
        <w:rPr>
          <w:rFonts w:hint="eastAsia"/>
        </w:rPr>
        <w:t>限制</w:t>
      </w:r>
      <w:r w:rsidRPr="00C82F27">
        <w:t>DNA</w:t>
      </w:r>
      <w:r w:rsidRPr="00C82F27">
        <w:rPr>
          <w:rFonts w:hint="eastAsia"/>
        </w:rPr>
        <w:t>轉錄為</w:t>
      </w:r>
      <w:r w:rsidRPr="00C82F27">
        <w:t>RNA</w:t>
      </w:r>
      <w:r w:rsidRPr="00C82F27">
        <w:rPr>
          <w:rFonts w:hint="eastAsia"/>
        </w:rPr>
        <w:t xml:space="preserve">　</w:t>
      </w:r>
      <w:r w:rsidRPr="00C82F27">
        <w:rPr>
          <w:rFonts w:hint="eastAsia"/>
        </w:rPr>
        <w:t>(C)</w:t>
      </w:r>
      <w:r w:rsidRPr="00C82F27">
        <w:rPr>
          <w:rFonts w:hint="eastAsia"/>
        </w:rPr>
        <w:t xml:space="preserve">將核苷酸聚合為核酸　</w:t>
      </w:r>
      <w:r w:rsidRPr="00C82F27">
        <w:rPr>
          <w:rFonts w:hint="eastAsia"/>
        </w:rPr>
        <w:t>(D)</w:t>
      </w:r>
      <w:r w:rsidRPr="00C82F27">
        <w:rPr>
          <w:rFonts w:hint="eastAsia"/>
        </w:rPr>
        <w:t>將</w:t>
      </w:r>
      <w:r w:rsidRPr="00C82F27">
        <w:t>DNA</w:t>
      </w:r>
      <w:r w:rsidRPr="00C82F27">
        <w:rPr>
          <w:rFonts w:hint="eastAsia"/>
        </w:rPr>
        <w:t>於特定位置處切開。</w:t>
      </w:r>
    </w:p>
    <w:p w14:paraId="4A779B9A" w14:textId="47557745" w:rsidR="00B23C85" w:rsidRPr="00C82F27" w:rsidRDefault="00B23C85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hint="eastAsia"/>
        </w:rPr>
        <w:t>利用重組</w:t>
      </w:r>
      <w:r w:rsidRPr="00C82F27">
        <w:rPr>
          <w:rFonts w:hint="eastAsia"/>
        </w:rPr>
        <w:t xml:space="preserve">DNA </w:t>
      </w:r>
      <w:r w:rsidRPr="00C82F27">
        <w:rPr>
          <w:rFonts w:hint="eastAsia"/>
        </w:rPr>
        <w:t>產生我們需要的蛋白質之過程中，為何可以利用抗生素篩選出轉</w:t>
      </w:r>
      <w:proofErr w:type="gramStart"/>
      <w:r w:rsidRPr="00C82F27">
        <w:rPr>
          <w:rFonts w:hint="eastAsia"/>
        </w:rPr>
        <w:t>殖</w:t>
      </w:r>
      <w:proofErr w:type="gramEnd"/>
      <w:r w:rsidRPr="00C82F27">
        <w:rPr>
          <w:rFonts w:hint="eastAsia"/>
        </w:rPr>
        <w:t xml:space="preserve">成功的細胞？　</w:t>
      </w:r>
      <w:r w:rsidRPr="00C82F27">
        <w:rPr>
          <w:rFonts w:hint="eastAsia"/>
        </w:rPr>
        <w:t>(A)</w:t>
      </w:r>
      <w:r w:rsidRPr="00C82F27">
        <w:rPr>
          <w:rFonts w:hint="eastAsia"/>
        </w:rPr>
        <w:t xml:space="preserve">因為目標基因具有抗藥性　</w:t>
      </w:r>
      <w:r w:rsidRPr="00C82F27">
        <w:rPr>
          <w:rFonts w:hint="eastAsia"/>
        </w:rPr>
        <w:t>(B)</w:t>
      </w:r>
      <w:r w:rsidRPr="00C82F27">
        <w:rPr>
          <w:rFonts w:hint="eastAsia"/>
        </w:rPr>
        <w:t xml:space="preserve">因為質體內具有抗藥性的基因　</w:t>
      </w:r>
      <w:r w:rsidRPr="00C82F27">
        <w:rPr>
          <w:rFonts w:hint="eastAsia"/>
        </w:rPr>
        <w:t>(C)</w:t>
      </w:r>
      <w:r w:rsidRPr="00C82F27">
        <w:rPr>
          <w:rFonts w:hint="eastAsia"/>
        </w:rPr>
        <w:t xml:space="preserve">因為細菌本身都具有抗藥性　</w:t>
      </w:r>
      <w:r w:rsidRPr="00C82F27">
        <w:rPr>
          <w:rFonts w:hint="eastAsia"/>
        </w:rPr>
        <w:t>(D)</w:t>
      </w:r>
      <w:r w:rsidRPr="00C82F27">
        <w:rPr>
          <w:rFonts w:hint="eastAsia"/>
        </w:rPr>
        <w:t>因為細菌具有限制酶。</w:t>
      </w:r>
    </w:p>
    <w:p w14:paraId="706C90DE" w14:textId="34CD6AC9" w:rsidR="00B23C85" w:rsidRPr="00C82F27" w:rsidRDefault="00B23C85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t>有兩塊相鄰的田地，一塊種植人工育種的玉米，受到黴菌感染而全部枯死；另一塊種植野生品種的玉米，只有</w:t>
      </w:r>
      <w:r w:rsidRPr="00C82F27">
        <w:t>60</w:t>
      </w:r>
      <w:r w:rsidRPr="00C82F27">
        <w:t>％枯死</w:t>
      </w:r>
      <w:r w:rsidRPr="00C82F27">
        <w:rPr>
          <w:rFonts w:hint="eastAsia"/>
        </w:rPr>
        <w:t>，</w:t>
      </w:r>
      <w:r w:rsidRPr="00C82F27">
        <w:t>則下列何者是造成此差異的最可能原因？</w:t>
      </w:r>
      <w:r w:rsidRPr="00C82F27">
        <w:rPr>
          <w:rFonts w:hint="eastAsia"/>
        </w:rPr>
        <w:t xml:space="preserve"> </w:t>
      </w:r>
      <w:r w:rsidRPr="00C82F27">
        <w:t>(A)</w:t>
      </w:r>
      <w:r w:rsidRPr="00C82F27">
        <w:t>野生品種有較強的突變能</w:t>
      </w:r>
      <w:r w:rsidRPr="00C82F27">
        <w:lastRenderedPageBreak/>
        <w:t xml:space="preserve">力　</w:t>
      </w:r>
      <w:r w:rsidRPr="00C82F27">
        <w:t>(B)</w:t>
      </w:r>
      <w:r w:rsidR="0019155D" w:rsidRPr="00C82F27">
        <w:t>野生品種有較高的</w:t>
      </w:r>
      <w:r w:rsidR="0019155D">
        <w:rPr>
          <w:rFonts w:hint="eastAsia"/>
        </w:rPr>
        <w:t>物種</w:t>
      </w:r>
      <w:r w:rsidR="0019155D" w:rsidRPr="00C82F27">
        <w:t>多樣性</w:t>
      </w:r>
      <w:r w:rsidRPr="00C82F27">
        <w:t xml:space="preserve">　</w:t>
      </w:r>
      <w:r w:rsidRPr="00C82F27">
        <w:t>(C)</w:t>
      </w:r>
      <w:r w:rsidR="0019155D" w:rsidRPr="00C82F27">
        <w:t>野生品種有較高的</w:t>
      </w:r>
      <w:r w:rsidR="0019155D" w:rsidRPr="00C82F27">
        <w:rPr>
          <w:rFonts w:hint="eastAsia"/>
        </w:rPr>
        <w:t>基因</w:t>
      </w:r>
      <w:r w:rsidR="0019155D" w:rsidRPr="00C82F27">
        <w:t>多樣性</w:t>
      </w:r>
      <w:r w:rsidRPr="00C82F27">
        <w:t xml:space="preserve">　</w:t>
      </w:r>
      <w:r w:rsidRPr="00C82F27">
        <w:t>(D)</w:t>
      </w:r>
      <w:r w:rsidRPr="00C82F27">
        <w:t>人工育種的品種突變</w:t>
      </w:r>
      <w:r w:rsidR="0050308D">
        <w:rPr>
          <w:rFonts w:hint="eastAsia"/>
        </w:rPr>
        <w:t>出的性狀</w:t>
      </w:r>
      <w:r w:rsidRPr="00C82F27">
        <w:t>，</w:t>
      </w:r>
      <w:proofErr w:type="gramStart"/>
      <w:r w:rsidR="0050308D">
        <w:rPr>
          <w:rFonts w:hint="eastAsia"/>
        </w:rPr>
        <w:t>無抗病</w:t>
      </w:r>
      <w:proofErr w:type="gramEnd"/>
      <w:r w:rsidR="0050308D">
        <w:rPr>
          <w:rFonts w:hint="eastAsia"/>
        </w:rPr>
        <w:t>力</w:t>
      </w:r>
      <w:r w:rsidRPr="00C82F27">
        <w:t>。</w:t>
      </w:r>
    </w:p>
    <w:p w14:paraId="5B81017D" w14:textId="47866DE5" w:rsidR="00BC7442" w:rsidRPr="00C82F27" w:rsidRDefault="00BC7442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C82F27">
        <w:rPr>
          <w:rFonts w:hint="eastAsia"/>
          <w:color w:val="000000"/>
          <w:u w:val="single"/>
        </w:rPr>
        <w:t>美美</w:t>
      </w:r>
      <w:r w:rsidRPr="00C82F27">
        <w:rPr>
          <w:rFonts w:hint="eastAsia"/>
          <w:color w:val="000000"/>
        </w:rPr>
        <w:t>在做生態調查時，發現路兩旁的羊</w:t>
      </w:r>
      <w:proofErr w:type="gramStart"/>
      <w:r w:rsidRPr="00C82F27">
        <w:rPr>
          <w:rFonts w:hint="eastAsia"/>
          <w:color w:val="000000"/>
        </w:rPr>
        <w:t>蹄甲樹</w:t>
      </w:r>
      <w:proofErr w:type="gramEnd"/>
      <w:r w:rsidRPr="00C82F27">
        <w:rPr>
          <w:rFonts w:hint="eastAsia"/>
          <w:color w:val="000000"/>
        </w:rPr>
        <w:t>，樹冠形態不同及花色也不同</w:t>
      </w:r>
      <w:r>
        <w:rPr>
          <w:rFonts w:hint="eastAsia"/>
          <w:color w:val="000000"/>
        </w:rPr>
        <w:t>，一邊的</w:t>
      </w:r>
      <w:proofErr w:type="gramStart"/>
      <w:r>
        <w:rPr>
          <w:rFonts w:hint="eastAsia"/>
          <w:color w:val="000000"/>
        </w:rPr>
        <w:t>樹皆開</w:t>
      </w:r>
      <w:proofErr w:type="gramEnd"/>
      <w:r>
        <w:rPr>
          <w:rFonts w:hint="eastAsia"/>
          <w:color w:val="000000"/>
        </w:rPr>
        <w:t>出粉紅色花，另一邊的樹則有粉紅色及深紫色的花，請問</w:t>
      </w:r>
      <w:r w:rsidRPr="00C82F27">
        <w:rPr>
          <w:rFonts w:hint="eastAsia"/>
          <w:color w:val="000000"/>
        </w:rPr>
        <w:t>羊</w:t>
      </w:r>
      <w:proofErr w:type="gramStart"/>
      <w:r w:rsidRPr="00C82F27">
        <w:rPr>
          <w:rFonts w:hint="eastAsia"/>
          <w:color w:val="000000"/>
        </w:rPr>
        <w:t>蹄甲樹</w:t>
      </w:r>
      <w:r>
        <w:rPr>
          <w:rFonts w:hint="eastAsia"/>
          <w:color w:val="000000"/>
        </w:rPr>
        <w:t>的</w:t>
      </w:r>
      <w:proofErr w:type="gramEnd"/>
      <w:r w:rsidRPr="00C82F27">
        <w:rPr>
          <w:rFonts w:hint="eastAsia"/>
          <w:color w:val="000000"/>
        </w:rPr>
        <w:t>花色差異是</w:t>
      </w:r>
      <w:r>
        <w:rPr>
          <w:rFonts w:hint="eastAsia"/>
          <w:color w:val="000000"/>
        </w:rPr>
        <w:t>屬於哪一種多樣性</w:t>
      </w:r>
      <w:r w:rsidRPr="00C82F27">
        <w:rPr>
          <w:rFonts w:hint="eastAsia"/>
          <w:color w:val="000000"/>
        </w:rPr>
        <w:t xml:space="preserve">？　</w:t>
      </w:r>
      <w:r>
        <w:rPr>
          <w:color w:val="000000"/>
        </w:rPr>
        <w:br/>
      </w:r>
      <w:r w:rsidRPr="00C82F27">
        <w:rPr>
          <w:color w:val="000000"/>
        </w:rPr>
        <w:t>(A)</w:t>
      </w:r>
      <w:r w:rsidRPr="00C82F27">
        <w:rPr>
          <w:rFonts w:hint="eastAsia"/>
          <w:color w:val="000000"/>
        </w:rPr>
        <w:t xml:space="preserve">物種多樣性　</w:t>
      </w:r>
      <w:r w:rsidRPr="00C82F27">
        <w:rPr>
          <w:color w:val="000000"/>
        </w:rPr>
        <w:t>(B)</w:t>
      </w:r>
      <w:r>
        <w:rPr>
          <w:rFonts w:hint="eastAsia"/>
          <w:color w:val="000000"/>
        </w:rPr>
        <w:t>基因</w:t>
      </w:r>
      <w:r w:rsidRPr="00C82F27">
        <w:rPr>
          <w:rFonts w:hint="eastAsia"/>
          <w:color w:val="000000"/>
        </w:rPr>
        <w:t xml:space="preserve">多樣性　</w:t>
      </w:r>
      <w:r w:rsidRPr="00C82F27">
        <w:rPr>
          <w:color w:val="000000"/>
        </w:rPr>
        <w:t>(C)</w:t>
      </w:r>
      <w:r w:rsidRPr="00C82F27">
        <w:rPr>
          <w:rFonts w:hint="eastAsia"/>
          <w:color w:val="000000"/>
        </w:rPr>
        <w:t xml:space="preserve">生態系多樣性　</w:t>
      </w:r>
      <w:r w:rsidRPr="00C82F27">
        <w:rPr>
          <w:color w:val="000000"/>
        </w:rPr>
        <w:t>(D)</w:t>
      </w:r>
      <w:r w:rsidRPr="00C82F27">
        <w:rPr>
          <w:rFonts w:hint="eastAsia"/>
          <w:color w:val="000000"/>
        </w:rPr>
        <w:t>環境多變性。</w:t>
      </w:r>
    </w:p>
    <w:p w14:paraId="37B44661" w14:textId="630DED02" w:rsidR="005B7C87" w:rsidRPr="00C82F27" w:rsidRDefault="00622C94" w:rsidP="005B7C87">
      <w:pPr>
        <w:ind w:left="227"/>
        <w:rPr>
          <w:u w:val="single"/>
        </w:rPr>
      </w:pPr>
      <w:r w:rsidRPr="00C82F27">
        <w:rPr>
          <w:noProof/>
        </w:rPr>
        <w:drawing>
          <wp:anchor distT="0" distB="0" distL="114300" distR="114300" simplePos="0" relativeHeight="251701248" behindDoc="0" locked="0" layoutInCell="1" allowOverlap="1" wp14:anchorId="081B74EB" wp14:editId="3390F33F">
            <wp:simplePos x="0" y="0"/>
            <wp:positionH relativeFrom="column">
              <wp:posOffset>3783330</wp:posOffset>
            </wp:positionH>
            <wp:positionV relativeFrom="paragraph">
              <wp:posOffset>166370</wp:posOffset>
            </wp:positionV>
            <wp:extent cx="3073400" cy="2090420"/>
            <wp:effectExtent l="0" t="0" r="0" b="0"/>
            <wp:wrapSquare wrapText="bothSides"/>
            <wp:docPr id="1" name="圖片 1" descr="2-2-17(轉錄)(D)(新繪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-2-17(轉錄)(D)(新繪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209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C87" w:rsidRPr="00C82F27">
        <w:rPr>
          <w:u w:val="single"/>
        </w:rPr>
        <w:t>第</w:t>
      </w:r>
      <w:r w:rsidR="005B7C87" w:rsidRPr="00C82F27">
        <w:rPr>
          <w:w w:val="25"/>
          <w:u w:val="single"/>
        </w:rPr>
        <w:t xml:space="preserve">　</w:t>
      </w:r>
      <w:r w:rsidR="00577B16" w:rsidRPr="00C82F27">
        <w:rPr>
          <w:rFonts w:hint="eastAsia"/>
          <w:u w:val="single"/>
        </w:rPr>
        <w:t>1</w:t>
      </w:r>
      <w:r w:rsidR="00C84DE2">
        <w:rPr>
          <w:rFonts w:hint="eastAsia"/>
          <w:u w:val="single"/>
        </w:rPr>
        <w:t>5</w:t>
      </w:r>
      <w:r w:rsidR="00577B16" w:rsidRPr="00C82F27">
        <w:rPr>
          <w:rFonts w:hint="eastAsia"/>
          <w:u w:val="single"/>
        </w:rPr>
        <w:t>~1</w:t>
      </w:r>
      <w:r w:rsidR="00C84DE2">
        <w:rPr>
          <w:rFonts w:hint="eastAsia"/>
          <w:u w:val="single"/>
        </w:rPr>
        <w:t>6</w:t>
      </w:r>
      <w:r w:rsidR="005B7C87" w:rsidRPr="00C82F27">
        <w:rPr>
          <w:w w:val="25"/>
          <w:u w:val="single"/>
        </w:rPr>
        <w:t xml:space="preserve">　</w:t>
      </w:r>
      <w:proofErr w:type="gramStart"/>
      <w:r w:rsidR="005B7C87" w:rsidRPr="00C82F27">
        <w:rPr>
          <w:u w:val="single"/>
        </w:rPr>
        <w:t>題為題</w:t>
      </w:r>
      <w:proofErr w:type="gramEnd"/>
      <w:r w:rsidR="005B7C87" w:rsidRPr="00C82F27">
        <w:rPr>
          <w:u w:val="single"/>
        </w:rPr>
        <w:t>組</w:t>
      </w:r>
      <w:r w:rsidR="00577B16" w:rsidRPr="00C82F27">
        <w:rPr>
          <w:rFonts w:hint="eastAsia"/>
          <w:u w:val="single"/>
        </w:rPr>
        <w:t>:</w:t>
      </w:r>
    </w:p>
    <w:p w14:paraId="19FCCAA3" w14:textId="6795F3C3" w:rsidR="005B7C87" w:rsidRPr="00C82F27" w:rsidRDefault="005B7C87" w:rsidP="005B7C87">
      <w:pPr>
        <w:snapToGrid w:val="0"/>
        <w:ind w:left="227" w:rightChars="67" w:right="159"/>
        <w:jc w:val="both"/>
      </w:pPr>
      <w:r w:rsidRPr="00C82F27">
        <w:t>下圖</w:t>
      </w:r>
      <w:r w:rsidR="002A0B2D" w:rsidRPr="00C82F27">
        <w:t>為</w:t>
      </w:r>
      <w:r w:rsidR="0057317C">
        <w:rPr>
          <w:rFonts w:hint="eastAsia"/>
        </w:rPr>
        <w:t>真核生物</w:t>
      </w:r>
      <w:r w:rsidRPr="00C82F27">
        <w:t>轉錄過程</w:t>
      </w:r>
      <w:r w:rsidR="002A0B2D" w:rsidRPr="00C82F27">
        <w:t>的示意圖</w:t>
      </w:r>
      <w:r w:rsidRPr="00C82F27">
        <w:t>，</w:t>
      </w:r>
      <w:r w:rsidR="002A0B2D" w:rsidRPr="00C82F27">
        <w:t>若</w:t>
      </w:r>
      <w:proofErr w:type="gramStart"/>
      <w:r w:rsidR="002A0B2D" w:rsidRPr="00C82F27">
        <w:t>Ｘ</w:t>
      </w:r>
      <w:proofErr w:type="gramEnd"/>
      <w:r w:rsidR="002A0B2D" w:rsidRPr="00C82F27">
        <w:t>為</w:t>
      </w:r>
      <w:r w:rsidR="002A0B2D" w:rsidRPr="00C82F27">
        <w:t>DNA</w:t>
      </w:r>
      <w:r w:rsidR="002A0B2D" w:rsidRPr="00C82F27">
        <w:t>，</w:t>
      </w:r>
      <w:r w:rsidR="002A0B2D" w:rsidRPr="00C82F27">
        <w:t>Z</w:t>
      </w:r>
      <w:r w:rsidR="002A0B2D" w:rsidRPr="00C82F27">
        <w:t>為酵素，請回答下列兩</w:t>
      </w:r>
      <w:r w:rsidRPr="00C82F27">
        <w:t>題：</w:t>
      </w:r>
    </w:p>
    <w:p w14:paraId="11F68910" w14:textId="0B32D1F8" w:rsidR="005B7C87" w:rsidRPr="00C82F27" w:rsidRDefault="002A0B2D" w:rsidP="003E700D">
      <w:pPr>
        <w:pStyle w:val="ab"/>
        <w:numPr>
          <w:ilvl w:val="0"/>
          <w:numId w:val="3"/>
        </w:numPr>
        <w:kinsoku w:val="0"/>
        <w:snapToGrid w:val="0"/>
        <w:spacing w:line="120" w:lineRule="atLeast"/>
        <w:ind w:leftChars="0" w:left="709" w:hanging="482"/>
        <w:jc w:val="both"/>
        <w:rPr>
          <w:rFonts w:eastAsia="新細明體"/>
        </w:rPr>
      </w:pPr>
      <w:r w:rsidRPr="00C82F27">
        <w:rPr>
          <w:rFonts w:eastAsia="新細明體"/>
        </w:rPr>
        <w:t>根據圖示，下列敘述何者</w:t>
      </w:r>
      <w:r w:rsidRPr="00C82F27">
        <w:rPr>
          <w:rFonts w:eastAsia="新細明體"/>
          <w:u w:val="double"/>
        </w:rPr>
        <w:t>錯誤</w:t>
      </w:r>
      <w:r w:rsidRPr="00C82F27">
        <w:rPr>
          <w:rFonts w:eastAsia="新細明體"/>
        </w:rPr>
        <w:t>？</w:t>
      </w:r>
      <w:r w:rsidR="00B1514E" w:rsidRPr="00C82F27">
        <w:rPr>
          <w:rFonts w:eastAsia="新細明體" w:hint="eastAsia"/>
        </w:rPr>
        <w:t xml:space="preserve"> </w:t>
      </w:r>
      <w:r w:rsidR="005B7C87" w:rsidRPr="00C82F27">
        <w:rPr>
          <w:rFonts w:eastAsia="新細明體"/>
        </w:rPr>
        <w:t>(A)</w:t>
      </w:r>
      <w:proofErr w:type="gramStart"/>
      <w:r w:rsidRPr="00C82F27">
        <w:rPr>
          <w:rFonts w:eastAsia="新細明體"/>
        </w:rPr>
        <w:t>Ｘ</w:t>
      </w:r>
      <w:proofErr w:type="gramEnd"/>
      <w:r w:rsidRPr="00C82F27">
        <w:rPr>
          <w:rFonts w:eastAsia="新細明體"/>
        </w:rPr>
        <w:t>為</w:t>
      </w:r>
      <w:r w:rsidR="00B1514E" w:rsidRPr="00C82F27">
        <w:rPr>
          <w:rFonts w:eastAsia="新細明體" w:hint="eastAsia"/>
        </w:rPr>
        <w:t>轉錄的</w:t>
      </w:r>
      <w:r w:rsidRPr="00C82F27">
        <w:rPr>
          <w:rFonts w:eastAsia="新細明體"/>
        </w:rPr>
        <w:t>模板股</w:t>
      </w:r>
      <w:r w:rsidR="007130B0" w:rsidRPr="00C82F27">
        <w:rPr>
          <w:rFonts w:eastAsia="新細明體" w:hint="eastAsia"/>
        </w:rPr>
        <w:t xml:space="preserve">  </w:t>
      </w:r>
      <w:r w:rsidR="005B7C87" w:rsidRPr="00C82F27">
        <w:rPr>
          <w:rFonts w:eastAsia="新細明體"/>
        </w:rPr>
        <w:t>(B)</w:t>
      </w:r>
      <w:r w:rsidRPr="00C82F27">
        <w:rPr>
          <w:rFonts w:eastAsia="新細明體"/>
        </w:rPr>
        <w:t xml:space="preserve"> Z</w:t>
      </w:r>
      <w:r w:rsidRPr="00C82F27">
        <w:rPr>
          <w:rFonts w:eastAsia="新細明體"/>
        </w:rPr>
        <w:t>為</w:t>
      </w:r>
      <w:r w:rsidRPr="00C82F27">
        <w:rPr>
          <w:rFonts w:eastAsia="新細明體"/>
        </w:rPr>
        <w:t>RNA</w:t>
      </w:r>
      <w:r w:rsidRPr="00C82F27">
        <w:rPr>
          <w:rFonts w:eastAsia="新細明體"/>
        </w:rPr>
        <w:t>聚合酶</w:t>
      </w:r>
      <w:r w:rsidR="007130B0" w:rsidRPr="00C82F27">
        <w:rPr>
          <w:rFonts w:eastAsia="新細明體" w:hint="eastAsia"/>
        </w:rPr>
        <w:t xml:space="preserve">  </w:t>
      </w:r>
      <w:r w:rsidR="007130B0" w:rsidRPr="00C82F27">
        <w:rPr>
          <w:rFonts w:eastAsia="新細明體"/>
          <w:color w:val="000000"/>
        </w:rPr>
        <w:t>(C)</w:t>
      </w:r>
      <w:r w:rsidRPr="00C82F27">
        <w:rPr>
          <w:rFonts w:eastAsia="新細明體"/>
        </w:rPr>
        <w:t>Ｙ</w:t>
      </w:r>
      <w:r w:rsidR="00B1514E" w:rsidRPr="00C82F27">
        <w:rPr>
          <w:rFonts w:eastAsia="新細明體" w:hint="eastAsia"/>
        </w:rPr>
        <w:t>上具有密碼子</w:t>
      </w:r>
      <w:r w:rsidR="007130B0" w:rsidRPr="00C82F27">
        <w:rPr>
          <w:rFonts w:eastAsia="新細明體" w:hint="eastAsia"/>
        </w:rPr>
        <w:t xml:space="preserve">  </w:t>
      </w:r>
      <w:r w:rsidR="005B7C87" w:rsidRPr="00C82F27">
        <w:rPr>
          <w:rFonts w:eastAsia="新細明體"/>
        </w:rPr>
        <w:t>(D)</w:t>
      </w:r>
      <w:r w:rsidRPr="00C82F27">
        <w:rPr>
          <w:rFonts w:eastAsia="新細明體"/>
        </w:rPr>
        <w:t>此過程在細胞核</w:t>
      </w:r>
      <w:r w:rsidR="00B1514E" w:rsidRPr="00C82F27">
        <w:rPr>
          <w:rFonts w:eastAsia="新細明體" w:hint="eastAsia"/>
        </w:rPr>
        <w:t>內</w:t>
      </w:r>
      <w:r w:rsidRPr="00C82F27">
        <w:rPr>
          <w:rFonts w:eastAsia="新細明體"/>
        </w:rPr>
        <w:t>進行</w:t>
      </w:r>
      <w:r w:rsidR="005B7C87" w:rsidRPr="00C82F27">
        <w:rPr>
          <w:rFonts w:eastAsia="新細明體"/>
          <w:color w:val="000000"/>
        </w:rPr>
        <w:t>。</w:t>
      </w:r>
    </w:p>
    <w:p w14:paraId="39F4E6FB" w14:textId="37ADE086" w:rsidR="002A0B2D" w:rsidRPr="00C82F27" w:rsidRDefault="002A0B2D" w:rsidP="003E700D">
      <w:pPr>
        <w:pStyle w:val="ab"/>
        <w:numPr>
          <w:ilvl w:val="0"/>
          <w:numId w:val="3"/>
        </w:numPr>
        <w:kinsoku w:val="0"/>
        <w:snapToGrid w:val="0"/>
        <w:spacing w:line="120" w:lineRule="atLeast"/>
        <w:ind w:leftChars="0" w:left="709" w:hanging="482"/>
        <w:jc w:val="both"/>
        <w:rPr>
          <w:rFonts w:eastAsia="新細明體"/>
          <w:color w:val="000000" w:themeColor="text1"/>
        </w:rPr>
      </w:pPr>
      <w:r w:rsidRPr="00C82F27">
        <w:rPr>
          <w:rFonts w:eastAsia="新細明體"/>
          <w:color w:val="000000" w:themeColor="text1"/>
        </w:rPr>
        <w:t>試問甲</w:t>
      </w:r>
      <w:proofErr w:type="gramStart"/>
      <w:r w:rsidRPr="00C82F27">
        <w:rPr>
          <w:rFonts w:eastAsia="新細明體"/>
          <w:color w:val="000000" w:themeColor="text1"/>
        </w:rPr>
        <w:t>端應為</w:t>
      </w:r>
      <w:r w:rsidRPr="00C82F27">
        <w:rPr>
          <w:rFonts w:eastAsia="新細明體"/>
        </w:rPr>
        <w:t>Ｙ</w:t>
      </w:r>
      <w:proofErr w:type="gramEnd"/>
      <w:r w:rsidRPr="00C82F27">
        <w:rPr>
          <w:rFonts w:eastAsia="新細明體"/>
        </w:rPr>
        <w:t>的</w:t>
      </w:r>
      <w:r w:rsidR="008348CA" w:rsidRPr="00C82F27">
        <w:rPr>
          <w:rFonts w:eastAsia="新細明體" w:hint="eastAsia"/>
        </w:rPr>
        <w:t xml:space="preserve">  </w:t>
      </w:r>
      <w:r w:rsidRPr="00C82F27">
        <w:rPr>
          <w:rFonts w:eastAsia="新細明體"/>
        </w:rPr>
        <w:t>(A)3'</w:t>
      </w:r>
      <w:r w:rsidRPr="00C82F27">
        <w:rPr>
          <w:rFonts w:eastAsia="新細明體"/>
          <w:color w:val="000000"/>
        </w:rPr>
        <w:t>端</w:t>
      </w:r>
      <w:r w:rsidR="007130B0" w:rsidRPr="00C82F27">
        <w:rPr>
          <w:rFonts w:eastAsia="新細明體" w:hint="eastAsia"/>
          <w:color w:val="000000"/>
        </w:rPr>
        <w:t xml:space="preserve">  </w:t>
      </w:r>
      <w:r w:rsidRPr="00C82F27">
        <w:rPr>
          <w:rFonts w:eastAsia="新細明體"/>
        </w:rPr>
        <w:t>(B)5'</w:t>
      </w:r>
      <w:r w:rsidRPr="00C82F27">
        <w:rPr>
          <w:rFonts w:eastAsia="新細明體"/>
          <w:color w:val="000000"/>
        </w:rPr>
        <w:t>端</w:t>
      </w:r>
      <w:r w:rsidR="007130B0" w:rsidRPr="00C82F27">
        <w:rPr>
          <w:rFonts w:eastAsia="新細明體" w:hint="eastAsia"/>
          <w:color w:val="000000"/>
        </w:rPr>
        <w:t xml:space="preserve">  </w:t>
      </w:r>
      <w:r w:rsidRPr="00C82F27">
        <w:rPr>
          <w:rFonts w:eastAsia="新細明體"/>
        </w:rPr>
        <w:t>(C)</w:t>
      </w:r>
      <w:r w:rsidRPr="00C82F27">
        <w:rPr>
          <w:rFonts w:eastAsia="新細明體"/>
          <w:color w:val="000000"/>
        </w:rPr>
        <w:t>皆有可能。</w:t>
      </w:r>
    </w:p>
    <w:p w14:paraId="0478A365" w14:textId="284A49C2" w:rsidR="00E570C9" w:rsidRPr="00C82F27" w:rsidRDefault="00E570C9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C82F27">
        <w:rPr>
          <w:color w:val="000000"/>
        </w:rPr>
        <w:t>鯨的前肢可游泳運動，貓的前肢可行走運動，但兩者的骨骼排列方式相似</w:t>
      </w:r>
      <w:r w:rsidRPr="00C82F27">
        <w:rPr>
          <w:rFonts w:hint="eastAsia"/>
          <w:color w:val="000000"/>
        </w:rPr>
        <w:t>，</w:t>
      </w:r>
      <w:r w:rsidRPr="00C82F27">
        <w:rPr>
          <w:color w:val="000000"/>
        </w:rPr>
        <w:t>請問鯨與貓的前肢屬於下列何者？</w:t>
      </w:r>
      <w:r w:rsidRPr="00C82F27">
        <w:rPr>
          <w:rFonts w:hint="eastAsia"/>
          <w:color w:val="000000"/>
        </w:rPr>
        <w:t xml:space="preserve"> </w:t>
      </w:r>
      <w:r w:rsidRPr="00C82F27">
        <w:t>(A)</w:t>
      </w:r>
      <w:r w:rsidRPr="00C82F27">
        <w:rPr>
          <w:color w:val="000000"/>
        </w:rPr>
        <w:t xml:space="preserve">痕跡器官　</w:t>
      </w:r>
      <w:r w:rsidRPr="00C82F27">
        <w:rPr>
          <w:color w:val="000000"/>
        </w:rPr>
        <w:t>(B)</w:t>
      </w:r>
      <w:r w:rsidRPr="00C82F27">
        <w:rPr>
          <w:color w:val="000000"/>
        </w:rPr>
        <w:t xml:space="preserve">退化器官　</w:t>
      </w:r>
      <w:r w:rsidRPr="00C82F27">
        <w:rPr>
          <w:color w:val="000000"/>
        </w:rPr>
        <w:t>(C)</w:t>
      </w:r>
      <w:r w:rsidRPr="00C82F27">
        <w:rPr>
          <w:color w:val="000000"/>
        </w:rPr>
        <w:t xml:space="preserve">同功器官　</w:t>
      </w:r>
      <w:r w:rsidRPr="00C82F27">
        <w:rPr>
          <w:color w:val="000000"/>
        </w:rPr>
        <w:t>(D)</w:t>
      </w:r>
      <w:r w:rsidRPr="00C82F27">
        <w:rPr>
          <w:color w:val="000000"/>
        </w:rPr>
        <w:t>同源器官。</w:t>
      </w:r>
    </w:p>
    <w:p w14:paraId="23211B1B" w14:textId="44FC5DC2" w:rsidR="00E570C9" w:rsidRPr="00C82F27" w:rsidRDefault="00E570C9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C82F27">
        <w:rPr>
          <w:color w:val="000000" w:themeColor="text1"/>
        </w:rPr>
        <w:t>分類系統中的「三域系統」，指的哪三域？</w:t>
      </w:r>
      <w:r w:rsidRPr="00C82F27">
        <w:rPr>
          <w:rFonts w:hint="eastAsia"/>
          <w:color w:val="000000" w:themeColor="text1"/>
        </w:rPr>
        <w:t xml:space="preserve"> </w:t>
      </w:r>
      <w:r w:rsidRPr="00C82F27">
        <w:t>(A)</w:t>
      </w:r>
      <w:r w:rsidRPr="00C82F27">
        <w:rPr>
          <w:color w:val="000000" w:themeColor="text1"/>
        </w:rPr>
        <w:t xml:space="preserve">古細菌域、原核生物域、真核生物域　</w:t>
      </w:r>
      <w:r w:rsidRPr="00C82F27">
        <w:rPr>
          <w:color w:val="000000"/>
        </w:rPr>
        <w:t>(B)</w:t>
      </w:r>
      <w:r w:rsidRPr="00C82F27">
        <w:rPr>
          <w:color w:val="000000" w:themeColor="text1"/>
        </w:rPr>
        <w:t>古細菌</w:t>
      </w:r>
      <w:r w:rsidRPr="00C82F27">
        <w:rPr>
          <w:color w:val="000000"/>
        </w:rPr>
        <w:t xml:space="preserve">域、原核生物域、真菌域　</w:t>
      </w:r>
      <w:r w:rsidRPr="00C82F27">
        <w:rPr>
          <w:color w:val="000000"/>
        </w:rPr>
        <w:t>(C)</w:t>
      </w:r>
      <w:r w:rsidRPr="00C82F27">
        <w:rPr>
          <w:color w:val="000000"/>
        </w:rPr>
        <w:t xml:space="preserve">原核生物域、細菌域、真核生物域　</w:t>
      </w:r>
      <w:r w:rsidRPr="00C82F27">
        <w:rPr>
          <w:color w:val="000000"/>
        </w:rPr>
        <w:t>(D)</w:t>
      </w:r>
      <w:r w:rsidRPr="00C82F27">
        <w:rPr>
          <w:color w:val="000000"/>
        </w:rPr>
        <w:t>古細菌域、真細菌域、真核生物域。</w:t>
      </w:r>
    </w:p>
    <w:p w14:paraId="3B8FB00A" w14:textId="20A5C3DB" w:rsidR="00BC7442" w:rsidRPr="00C82F27" w:rsidRDefault="00BC7442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cs="Times New Roman" w:hint="eastAsia"/>
        </w:rPr>
        <w:t>新物種的形成有以下步驟：</w:t>
      </w:r>
      <w:r w:rsidRPr="00C82F27">
        <w:rPr>
          <w:rFonts w:cs="Times New Roman" w:hint="eastAsia"/>
        </w:rPr>
        <w:t>(</w:t>
      </w:r>
      <w:r w:rsidRPr="00C82F27">
        <w:rPr>
          <w:rFonts w:cs="Times New Roman" w:hint="eastAsia"/>
        </w:rPr>
        <w:t>甲</w:t>
      </w:r>
      <w:r w:rsidRPr="00C82F27">
        <w:rPr>
          <w:rFonts w:cs="Times New Roman" w:hint="eastAsia"/>
        </w:rPr>
        <w:t>)</w:t>
      </w:r>
      <w:r w:rsidRPr="00C82F27">
        <w:rPr>
          <w:rFonts w:cs="Times New Roman" w:hint="eastAsia"/>
        </w:rPr>
        <w:t>生殖隔離產生；</w:t>
      </w:r>
      <w:r w:rsidRPr="00C82F27">
        <w:rPr>
          <w:rFonts w:cs="Times New Roman" w:hint="eastAsia"/>
        </w:rPr>
        <w:t>(</w:t>
      </w:r>
      <w:r w:rsidRPr="00C82F27">
        <w:rPr>
          <w:rFonts w:cs="Times New Roman" w:hint="eastAsia"/>
        </w:rPr>
        <w:t>乙</w:t>
      </w:r>
      <w:r w:rsidRPr="00C82F27">
        <w:rPr>
          <w:rFonts w:cs="Times New Roman" w:hint="eastAsia"/>
        </w:rPr>
        <w:t>)</w:t>
      </w:r>
      <w:r w:rsidRPr="00C82F27">
        <w:rPr>
          <w:rFonts w:cs="Times New Roman" w:hint="eastAsia"/>
        </w:rPr>
        <w:t>遺傳變異產生；</w:t>
      </w:r>
      <w:r w:rsidRPr="00C82F27">
        <w:rPr>
          <w:rFonts w:cs="Times New Roman" w:hint="eastAsia"/>
        </w:rPr>
        <w:t>(</w:t>
      </w:r>
      <w:r w:rsidRPr="00C82F27">
        <w:rPr>
          <w:rFonts w:cs="Times New Roman" w:hint="eastAsia"/>
        </w:rPr>
        <w:t>丙</w:t>
      </w:r>
      <w:r w:rsidRPr="00C82F27">
        <w:rPr>
          <w:rFonts w:cs="Times New Roman" w:hint="eastAsia"/>
        </w:rPr>
        <w:t>)</w:t>
      </w:r>
      <w:r w:rsidRPr="00C82F27">
        <w:rPr>
          <w:rFonts w:cs="Times New Roman" w:hint="eastAsia"/>
        </w:rPr>
        <w:t>不同地區差異化天</w:t>
      </w:r>
      <w:proofErr w:type="gramStart"/>
      <w:r w:rsidRPr="00C82F27">
        <w:rPr>
          <w:rFonts w:cs="Times New Roman" w:hint="eastAsia"/>
        </w:rPr>
        <w:t>擇</w:t>
      </w:r>
      <w:proofErr w:type="gramEnd"/>
      <w:r w:rsidRPr="00C82F27">
        <w:rPr>
          <w:rFonts w:cs="Times New Roman" w:hint="eastAsia"/>
        </w:rPr>
        <w:t>；</w:t>
      </w:r>
      <w:r>
        <w:rPr>
          <w:rFonts w:cs="Times New Roman"/>
        </w:rPr>
        <w:br/>
      </w:r>
      <w:r w:rsidRPr="00C82F27">
        <w:rPr>
          <w:rFonts w:cs="Times New Roman" w:hint="eastAsia"/>
        </w:rPr>
        <w:t>(</w:t>
      </w:r>
      <w:r w:rsidRPr="00C82F27">
        <w:rPr>
          <w:rFonts w:cs="Times New Roman" w:hint="eastAsia"/>
        </w:rPr>
        <w:t>丁</w:t>
      </w:r>
      <w:r w:rsidRPr="00C82F27">
        <w:rPr>
          <w:rFonts w:cs="Times New Roman" w:hint="eastAsia"/>
        </w:rPr>
        <w:t>)</w:t>
      </w:r>
      <w:r>
        <w:rPr>
          <w:rFonts w:cs="Times New Roman" w:hint="eastAsia"/>
        </w:rPr>
        <w:t>不同</w:t>
      </w:r>
      <w:r w:rsidRPr="00C82F27">
        <w:rPr>
          <w:rFonts w:cs="Times New Roman" w:hint="eastAsia"/>
        </w:rPr>
        <w:t>族群</w:t>
      </w:r>
      <w:r>
        <w:rPr>
          <w:rFonts w:cs="Times New Roman" w:hint="eastAsia"/>
        </w:rPr>
        <w:t>各自</w:t>
      </w:r>
      <w:r w:rsidRPr="00C82F27">
        <w:rPr>
          <w:rFonts w:cs="Times New Roman" w:hint="eastAsia"/>
        </w:rPr>
        <w:t>累積</w:t>
      </w:r>
      <w:r>
        <w:rPr>
          <w:rFonts w:cs="Times New Roman" w:hint="eastAsia"/>
        </w:rPr>
        <w:t>變異導致分化</w:t>
      </w:r>
      <w:r w:rsidRPr="00C82F27">
        <w:rPr>
          <w:rFonts w:cs="Times New Roman" w:hint="eastAsia"/>
        </w:rPr>
        <w:t xml:space="preserve"> </w:t>
      </w:r>
      <w:r>
        <w:rPr>
          <w:rFonts w:cs="Times New Roman" w:hint="eastAsia"/>
        </w:rPr>
        <w:t xml:space="preserve"> </w:t>
      </w:r>
      <w:r w:rsidRPr="00C82F27">
        <w:rPr>
          <w:rFonts w:cs="Times New Roman" w:hint="eastAsia"/>
        </w:rPr>
        <w:t>(</w:t>
      </w:r>
      <w:r>
        <w:rPr>
          <w:rFonts w:cs="Times New Roman" w:hint="eastAsia"/>
        </w:rPr>
        <w:t>戊</w:t>
      </w:r>
      <w:r w:rsidRPr="00C82F27">
        <w:rPr>
          <w:rFonts w:cs="Times New Roman" w:hint="eastAsia"/>
        </w:rPr>
        <w:t>)</w:t>
      </w:r>
      <w:r w:rsidRPr="00C82F27">
        <w:rPr>
          <w:rFonts w:cs="Times New Roman" w:hint="eastAsia"/>
        </w:rPr>
        <w:t>生存競爭，</w:t>
      </w:r>
      <w:proofErr w:type="gramStart"/>
      <w:r w:rsidRPr="00C82F27">
        <w:rPr>
          <w:rFonts w:cs="Times New Roman" w:hint="eastAsia"/>
        </w:rPr>
        <w:t>其種化</w:t>
      </w:r>
      <w:proofErr w:type="gramEnd"/>
      <w:r w:rsidRPr="00C82F27">
        <w:rPr>
          <w:rFonts w:cs="Times New Roman" w:hint="eastAsia"/>
        </w:rPr>
        <w:t xml:space="preserve">的正確順序為何？　</w:t>
      </w:r>
      <w:r w:rsidRPr="00C82F27">
        <w:rPr>
          <w:rFonts w:cs="Times New Roman" w:hint="eastAsia"/>
        </w:rPr>
        <w:t>(A)</w:t>
      </w:r>
      <w:proofErr w:type="gramStart"/>
      <w:r w:rsidRPr="00C82F27">
        <w:rPr>
          <w:rFonts w:cs="Times New Roman" w:hint="eastAsia"/>
        </w:rPr>
        <w:t>乙戊丙丁甲</w:t>
      </w:r>
      <w:proofErr w:type="gramEnd"/>
      <w:r w:rsidRPr="00C82F27">
        <w:rPr>
          <w:rFonts w:cs="Times New Roman" w:hint="eastAsia"/>
        </w:rPr>
        <w:t xml:space="preserve">　</w:t>
      </w:r>
      <w:r w:rsidRPr="00C82F27">
        <w:rPr>
          <w:rFonts w:cs="Times New Roman" w:hint="eastAsia"/>
        </w:rPr>
        <w:t>(B)</w:t>
      </w:r>
      <w:proofErr w:type="gramStart"/>
      <w:r w:rsidRPr="00C82F27">
        <w:rPr>
          <w:rFonts w:cs="Times New Roman" w:hint="eastAsia"/>
        </w:rPr>
        <w:t>乙戊丁丙甲</w:t>
      </w:r>
      <w:proofErr w:type="gramEnd"/>
      <w:r w:rsidRPr="00C82F27">
        <w:rPr>
          <w:rFonts w:cs="Times New Roman" w:hint="eastAsia"/>
        </w:rPr>
        <w:t xml:space="preserve">　</w:t>
      </w:r>
      <w:r w:rsidRPr="00C82F27">
        <w:rPr>
          <w:rFonts w:cs="Times New Roman" w:hint="eastAsia"/>
        </w:rPr>
        <w:t>(C)</w:t>
      </w:r>
      <w:proofErr w:type="gramStart"/>
      <w:r w:rsidRPr="00C82F27">
        <w:rPr>
          <w:rFonts w:cs="Times New Roman" w:hint="eastAsia"/>
        </w:rPr>
        <w:t>乙戊丙甲丁</w:t>
      </w:r>
      <w:proofErr w:type="gramEnd"/>
      <w:r w:rsidRPr="00C82F27">
        <w:rPr>
          <w:rFonts w:cs="Times New Roman" w:hint="eastAsia"/>
        </w:rPr>
        <w:t xml:space="preserve">　</w:t>
      </w:r>
      <w:r w:rsidRPr="00C82F27">
        <w:rPr>
          <w:rFonts w:cs="Times New Roman" w:hint="eastAsia"/>
        </w:rPr>
        <w:t>(D)</w:t>
      </w:r>
      <w:proofErr w:type="gramStart"/>
      <w:r w:rsidRPr="00C82F27">
        <w:rPr>
          <w:rFonts w:cs="Times New Roman" w:hint="eastAsia"/>
        </w:rPr>
        <w:t>戊乙丁丙甲</w:t>
      </w:r>
      <w:proofErr w:type="gramEnd"/>
      <w:r w:rsidRPr="00C82F27">
        <w:rPr>
          <w:rFonts w:cs="Times New Roman" w:hint="eastAsia"/>
        </w:rPr>
        <w:t>。</w:t>
      </w:r>
    </w:p>
    <w:p w14:paraId="62B7F667" w14:textId="12575D03" w:rsidR="00EE6FB0" w:rsidRPr="00C82F27" w:rsidRDefault="00EE6FB0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C82F27">
        <w:rPr>
          <w:rFonts w:hint="eastAsia"/>
          <w:color w:val="000000"/>
        </w:rPr>
        <w:t>科學家認為臺灣檜木的祖先可能於冰河時期，自北美洲藉白令海陸橋散布至亞洲，再至臺灣，演化為臺灣扁柏與紅</w:t>
      </w:r>
      <w:proofErr w:type="gramStart"/>
      <w:r w:rsidRPr="00C82F27">
        <w:rPr>
          <w:rFonts w:hint="eastAsia"/>
          <w:color w:val="000000"/>
        </w:rPr>
        <w:t>檜</w:t>
      </w:r>
      <w:proofErr w:type="gramEnd"/>
      <w:r w:rsidRPr="00C82F27">
        <w:rPr>
          <w:rFonts w:hint="eastAsia"/>
          <w:color w:val="000000"/>
        </w:rPr>
        <w:t>。前述內容屬於哪一類演化的證據？</w:t>
      </w:r>
      <w:r w:rsidRPr="00C82F27">
        <w:t>(A)</w:t>
      </w:r>
      <w:r w:rsidRPr="00C82F27">
        <w:rPr>
          <w:rFonts w:hint="eastAsia"/>
          <w:color w:val="000000"/>
        </w:rPr>
        <w:t xml:space="preserve">形態構造的相似性　</w:t>
      </w:r>
      <w:r w:rsidRPr="00C82F27">
        <w:rPr>
          <w:color w:val="000000"/>
        </w:rPr>
        <w:t>(B)</w:t>
      </w:r>
      <w:r w:rsidRPr="00C82F27">
        <w:rPr>
          <w:rFonts w:hint="eastAsia"/>
          <w:color w:val="000000"/>
        </w:rPr>
        <w:t xml:space="preserve">生物地理學　</w:t>
      </w:r>
      <w:r w:rsidRPr="00C82F27">
        <w:rPr>
          <w:color w:val="000000"/>
        </w:rPr>
        <w:t>(C)</w:t>
      </w:r>
      <w:r w:rsidRPr="00C82F27">
        <w:rPr>
          <w:rFonts w:hint="eastAsia"/>
          <w:color w:val="000000"/>
        </w:rPr>
        <w:t xml:space="preserve">化石　</w:t>
      </w:r>
      <w:r w:rsidRPr="00C82F27">
        <w:rPr>
          <w:color w:val="000000"/>
        </w:rPr>
        <w:t>(D)</w:t>
      </w:r>
      <w:r w:rsidRPr="00C82F27">
        <w:rPr>
          <w:rFonts w:hint="eastAsia"/>
          <w:color w:val="000000"/>
        </w:rPr>
        <w:t>核酸分子的相似性。</w:t>
      </w:r>
    </w:p>
    <w:p w14:paraId="022BCCAF" w14:textId="3C97F543" w:rsidR="003E0854" w:rsidRPr="00C82F27" w:rsidRDefault="003E0854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cs="Times New Roman"/>
        </w:rPr>
        <w:t>下列何者</w:t>
      </w:r>
      <w:r>
        <w:rPr>
          <w:rFonts w:cs="Times New Roman" w:hint="eastAsia"/>
          <w:u w:val="double"/>
        </w:rPr>
        <w:t>不</w:t>
      </w:r>
      <w:r w:rsidRPr="00C82F27">
        <w:rPr>
          <w:rFonts w:cs="Times New Roman"/>
          <w:u w:val="double"/>
        </w:rPr>
        <w:t>屬於</w:t>
      </w:r>
      <w:r w:rsidRPr="00C82F27">
        <w:rPr>
          <w:rFonts w:cs="Times New Roman"/>
        </w:rPr>
        <w:t>遺傳工程的範圍？</w:t>
      </w:r>
      <w:r w:rsidRPr="00C82F27">
        <w:rPr>
          <w:rFonts w:cs="Times New Roman" w:hint="eastAsia"/>
        </w:rPr>
        <w:t xml:space="preserve"> </w:t>
      </w:r>
      <w:r w:rsidRPr="00C82F27">
        <w:rPr>
          <w:rFonts w:cs="Times New Roman"/>
        </w:rPr>
        <w:t>(A)</w:t>
      </w:r>
      <w:r w:rsidRPr="00C82F27">
        <w:rPr>
          <w:rFonts w:cs="Times New Roman" w:hint="eastAsia"/>
        </w:rPr>
        <w:t>培育</w:t>
      </w:r>
      <w:r w:rsidRPr="00C82F27">
        <w:rPr>
          <w:rFonts w:cs="Times New Roman"/>
        </w:rPr>
        <w:t xml:space="preserve">可以生產人類胰島素的細菌　</w:t>
      </w:r>
      <w:r w:rsidRPr="00C82F27">
        <w:rPr>
          <w:rFonts w:cs="Times New Roman"/>
          <w:color w:val="000000"/>
        </w:rPr>
        <w:t>(B)</w:t>
      </w:r>
      <w:r w:rsidRPr="00C82F27">
        <w:rPr>
          <w:rFonts w:cs="Times New Roman" w:hint="eastAsia"/>
        </w:rPr>
        <w:t>培育</w:t>
      </w:r>
      <w:r w:rsidRPr="00C82F27">
        <w:rPr>
          <w:rFonts w:cs="Times New Roman"/>
        </w:rPr>
        <w:t>基因轉</w:t>
      </w:r>
      <w:proofErr w:type="gramStart"/>
      <w:r w:rsidRPr="00C82F27">
        <w:rPr>
          <w:rFonts w:cs="Times New Roman"/>
        </w:rPr>
        <w:t>殖的抗蟲植物</w:t>
      </w:r>
      <w:proofErr w:type="gramEnd"/>
      <w:r w:rsidRPr="00C82F27">
        <w:rPr>
          <w:rFonts w:cs="Times New Roman"/>
        </w:rPr>
        <w:t xml:space="preserve">　</w:t>
      </w:r>
      <w:r w:rsidRPr="00C82F27">
        <w:rPr>
          <w:rFonts w:cs="Times New Roman"/>
          <w:color w:val="000000"/>
        </w:rPr>
        <w:t>(C)</w:t>
      </w:r>
      <w:r w:rsidRPr="00C82F27">
        <w:rPr>
          <w:rFonts w:cs="Times New Roman" w:hint="eastAsia"/>
        </w:rPr>
        <w:t>讓精子與卵在試管內受精發育成胚胎，再移植到母體子宮</w:t>
      </w:r>
      <w:proofErr w:type="gramStart"/>
      <w:r w:rsidRPr="00C82F27">
        <w:rPr>
          <w:rFonts w:cs="Times New Roman" w:hint="eastAsia"/>
        </w:rPr>
        <w:t>內著</w:t>
      </w:r>
      <w:proofErr w:type="gramEnd"/>
      <w:r w:rsidRPr="00C82F27">
        <w:rPr>
          <w:rFonts w:cs="Times New Roman" w:hint="eastAsia"/>
        </w:rPr>
        <w:t>床的試管嬰兒</w:t>
      </w:r>
      <w:r w:rsidRPr="00C82F27">
        <w:rPr>
          <w:rFonts w:cs="Times New Roman" w:hint="eastAsia"/>
        </w:rPr>
        <w:t xml:space="preserve"> </w:t>
      </w:r>
      <w:r w:rsidRPr="00C82F27">
        <w:t>(D)</w:t>
      </w:r>
      <w:r w:rsidRPr="00C82F27">
        <w:rPr>
          <w:rFonts w:cs="Times New Roman" w:hint="eastAsia"/>
        </w:rPr>
        <w:t>培育</w:t>
      </w:r>
      <w:r w:rsidRPr="00C82F27">
        <w:rPr>
          <w:rFonts w:cs="Times New Roman"/>
        </w:rPr>
        <w:t>帶著水母螢光基因的斑馬魚。</w:t>
      </w:r>
    </w:p>
    <w:p w14:paraId="65E22AA8" w14:textId="2CA8D585" w:rsidR="008B38F0" w:rsidRPr="00C82F27" w:rsidRDefault="008B38F0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8A1B37">
        <w:rPr>
          <w:color w:val="000000" w:themeColor="text1"/>
        </w:rPr>
        <w:t>基因多樣性</w:t>
      </w:r>
      <w:r w:rsidR="003A47AE" w:rsidRPr="008A1B37">
        <w:rPr>
          <w:rFonts w:hint="eastAsia"/>
          <w:color w:val="000000" w:themeColor="text1"/>
        </w:rPr>
        <w:t>愈</w:t>
      </w:r>
      <w:r w:rsidRPr="008A1B37">
        <w:rPr>
          <w:color w:val="000000" w:themeColor="text1"/>
        </w:rPr>
        <w:t>高的族群，</w:t>
      </w:r>
      <w:r w:rsidR="003A47AE" w:rsidRPr="008A1B37">
        <w:rPr>
          <w:rFonts w:hint="eastAsia"/>
          <w:color w:val="000000" w:themeColor="text1"/>
        </w:rPr>
        <w:t>愈</w:t>
      </w:r>
      <w:r w:rsidRPr="008A1B37">
        <w:rPr>
          <w:color w:val="000000" w:themeColor="text1"/>
        </w:rPr>
        <w:t>能適應環境變化，造成演化。請問下列何種因素不利於演化？</w:t>
      </w:r>
      <w:r w:rsidRPr="003A47AE">
        <w:rPr>
          <w:color w:val="FF0000"/>
        </w:rPr>
        <w:br/>
      </w:r>
      <w:r w:rsidRPr="00C82F27">
        <w:t>(A)</w:t>
      </w:r>
      <w:r w:rsidRPr="00C82F27">
        <w:t>突變</w:t>
      </w:r>
      <w:r w:rsidRPr="00C82F27">
        <w:rPr>
          <w:rFonts w:hint="eastAsia"/>
        </w:rPr>
        <w:t xml:space="preserve">  </w:t>
      </w:r>
      <w:r w:rsidRPr="00C82F27">
        <w:t>(B)</w:t>
      </w:r>
      <w:r w:rsidRPr="00C82F27">
        <w:t>有性生殖</w:t>
      </w:r>
      <w:r w:rsidRPr="00C82F27">
        <w:rPr>
          <w:rFonts w:hint="eastAsia"/>
        </w:rPr>
        <w:t xml:space="preserve">  </w:t>
      </w:r>
      <w:r w:rsidRPr="00C82F27">
        <w:t>(C)</w:t>
      </w:r>
      <w:r w:rsidRPr="00C82F27">
        <w:t>減數分裂</w:t>
      </w:r>
      <w:r w:rsidRPr="00C82F27">
        <w:rPr>
          <w:rFonts w:hint="eastAsia"/>
        </w:rPr>
        <w:t xml:space="preserve">  </w:t>
      </w:r>
      <w:r w:rsidRPr="00C82F27">
        <w:t>(D)</w:t>
      </w:r>
      <w:r w:rsidRPr="00C82F27">
        <w:t>出芽生殖</w:t>
      </w:r>
      <w:r w:rsidRPr="00C82F27">
        <w:rPr>
          <w:rFonts w:hint="eastAsia"/>
        </w:rPr>
        <w:t>。</w:t>
      </w:r>
    </w:p>
    <w:p w14:paraId="59E05D54" w14:textId="64142269" w:rsidR="000B7DC1" w:rsidRPr="00C82F27" w:rsidRDefault="00B505D9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C82F27">
        <w:rPr>
          <w:rFonts w:hint="eastAsia"/>
        </w:rPr>
        <w:t>有關目前所採用生物種的概念，下列敘述何者</w:t>
      </w:r>
      <w:r w:rsidRPr="00C82F27">
        <w:rPr>
          <w:rFonts w:hint="eastAsia"/>
          <w:u w:val="double"/>
        </w:rPr>
        <w:t>錯誤</w:t>
      </w:r>
      <w:r w:rsidRPr="00C82F27">
        <w:rPr>
          <w:rFonts w:hint="eastAsia"/>
        </w:rPr>
        <w:t xml:space="preserve">？　</w:t>
      </w:r>
      <w:r w:rsidRPr="00C82F27">
        <w:rPr>
          <w:rFonts w:hint="eastAsia"/>
        </w:rPr>
        <w:t>(A)</w:t>
      </w:r>
      <w:r w:rsidRPr="00C82F27">
        <w:rPr>
          <w:rFonts w:hint="eastAsia"/>
        </w:rPr>
        <w:t xml:space="preserve">生物種概念不適用於細菌　</w:t>
      </w:r>
      <w:r w:rsidRPr="00C82F27">
        <w:rPr>
          <w:rFonts w:hint="eastAsia"/>
        </w:rPr>
        <w:t>(B)</w:t>
      </w:r>
      <w:r w:rsidRPr="00C82F27">
        <w:rPr>
          <w:rFonts w:hint="eastAsia"/>
        </w:rPr>
        <w:t>同種生物</w:t>
      </w:r>
      <w:r w:rsidR="00094A84">
        <w:rPr>
          <w:rFonts w:hint="eastAsia"/>
        </w:rPr>
        <w:t>是</w:t>
      </w:r>
      <w:r w:rsidRPr="00C82F27">
        <w:rPr>
          <w:rFonts w:hint="eastAsia"/>
        </w:rPr>
        <w:t>指自然情況下能</w:t>
      </w:r>
      <w:r w:rsidR="00094A84">
        <w:rPr>
          <w:rFonts w:hint="eastAsia"/>
        </w:rPr>
        <w:t>互相</w:t>
      </w:r>
      <w:r w:rsidRPr="00C82F27">
        <w:rPr>
          <w:rFonts w:hint="eastAsia"/>
        </w:rPr>
        <w:t>交配產生有生殖能力後代</w:t>
      </w:r>
      <w:r w:rsidR="004D045A">
        <w:rPr>
          <w:rFonts w:hint="eastAsia"/>
        </w:rPr>
        <w:t>的</w:t>
      </w:r>
      <w:r w:rsidRPr="00C82F27">
        <w:rPr>
          <w:rFonts w:hint="eastAsia"/>
        </w:rPr>
        <w:t xml:space="preserve">一群個體　</w:t>
      </w:r>
      <w:r w:rsidRPr="00C82F27">
        <w:rPr>
          <w:rFonts w:hint="eastAsia"/>
        </w:rPr>
        <w:t>(C)</w:t>
      </w:r>
      <w:r w:rsidRPr="00C82F27">
        <w:rPr>
          <w:rFonts w:hint="eastAsia"/>
        </w:rPr>
        <w:t xml:space="preserve">雌雄同體且自體受精的魚類無法以生物種的概念來定義　</w:t>
      </w:r>
      <w:r w:rsidRPr="00C82F27">
        <w:rPr>
          <w:rFonts w:hint="eastAsia"/>
        </w:rPr>
        <w:t>(D)</w:t>
      </w:r>
      <w:proofErr w:type="gramStart"/>
      <w:r w:rsidRPr="00C82F27">
        <w:rPr>
          <w:rFonts w:hint="eastAsia"/>
        </w:rPr>
        <w:t>雌紅紫蛺蝶公蝶與母蝶</w:t>
      </w:r>
      <w:proofErr w:type="gramEnd"/>
      <w:r w:rsidRPr="00C82F27">
        <w:rPr>
          <w:rFonts w:hint="eastAsia"/>
        </w:rPr>
        <w:t>形態差異很大，故為不同的物種。</w:t>
      </w:r>
    </w:p>
    <w:p w14:paraId="49ADD65A" w14:textId="737900D7" w:rsidR="00DE324A" w:rsidRPr="00C82F27" w:rsidRDefault="00DE324A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C82F27">
        <w:rPr>
          <w:rFonts w:hint="eastAsia"/>
          <w:color w:val="000000"/>
        </w:rPr>
        <w:t xml:space="preserve">下列哪一項措施有利於生物多樣性的提昇？　</w:t>
      </w:r>
      <w:r w:rsidRPr="00C82F27">
        <w:rPr>
          <w:color w:val="000000"/>
        </w:rPr>
        <w:t>(A)</w:t>
      </w:r>
      <w:r w:rsidRPr="00C82F27">
        <w:rPr>
          <w:rFonts w:hint="eastAsia"/>
          <w:color w:val="000000"/>
        </w:rPr>
        <w:t xml:space="preserve">培育優良作物品種並全面推廣　</w:t>
      </w:r>
      <w:r w:rsidRPr="00C82F27">
        <w:rPr>
          <w:color w:val="000000"/>
        </w:rPr>
        <w:t>(B)</w:t>
      </w:r>
      <w:r w:rsidR="00743FA3">
        <w:rPr>
          <w:rFonts w:hint="eastAsia"/>
          <w:color w:val="000000"/>
        </w:rPr>
        <w:t>人為</w:t>
      </w:r>
      <w:r w:rsidRPr="00C82F27">
        <w:rPr>
          <w:rFonts w:hint="eastAsia"/>
          <w:color w:val="000000"/>
        </w:rPr>
        <w:t xml:space="preserve">控制植物疾病及蟲害　</w:t>
      </w:r>
      <w:r w:rsidRPr="00C82F27">
        <w:rPr>
          <w:color w:val="000000"/>
        </w:rPr>
        <w:t>(C)</w:t>
      </w:r>
      <w:r w:rsidRPr="00C82F27">
        <w:rPr>
          <w:rFonts w:hint="eastAsia"/>
          <w:color w:val="000000"/>
        </w:rPr>
        <w:t xml:space="preserve">設置自然保護區　</w:t>
      </w:r>
      <w:r w:rsidRPr="00C82F27">
        <w:rPr>
          <w:color w:val="000000"/>
        </w:rPr>
        <w:t>(D)</w:t>
      </w:r>
      <w:r w:rsidRPr="00C82F27">
        <w:rPr>
          <w:rFonts w:hint="eastAsia"/>
          <w:color w:val="000000"/>
        </w:rPr>
        <w:t>自其他國家引進多樣的外來物種。</w:t>
      </w:r>
    </w:p>
    <w:p w14:paraId="0A046665" w14:textId="77777777" w:rsidR="00D46F83" w:rsidRPr="00C82F27" w:rsidRDefault="00D46F83" w:rsidP="00D46F83">
      <w:pPr>
        <w:pStyle w:val="61"/>
        <w:overflowPunct/>
        <w:autoSpaceDE/>
        <w:autoSpaceDN/>
        <w:snapToGrid w:val="0"/>
        <w:spacing w:line="120" w:lineRule="atLeast"/>
        <w:ind w:left="709" w:firstLineChars="0" w:firstLine="0"/>
        <w:jc w:val="both"/>
      </w:pPr>
    </w:p>
    <w:p w14:paraId="0BA1AB2F" w14:textId="31E308B2" w:rsidR="007503A1" w:rsidRPr="00C82F27" w:rsidRDefault="002E41DD" w:rsidP="003E700D">
      <w:pPr>
        <w:pStyle w:val="61"/>
        <w:numPr>
          <w:ilvl w:val="0"/>
          <w:numId w:val="2"/>
        </w:numPr>
        <w:ind w:firstLineChars="0"/>
        <w:jc w:val="both"/>
      </w:pPr>
      <w:r w:rsidRPr="00C82F27">
        <w:rPr>
          <w:color w:val="000000"/>
        </w:rPr>
        <w:t>多選題</w:t>
      </w:r>
      <w:r w:rsidR="00ED1F7B">
        <w:rPr>
          <w:rFonts w:hint="eastAsia"/>
          <w:color w:val="000000"/>
        </w:rPr>
        <w:t xml:space="preserve"> </w:t>
      </w:r>
      <w:r w:rsidRPr="00C82F27">
        <w:t>(</w:t>
      </w:r>
      <w:r w:rsidR="00D374C0">
        <w:rPr>
          <w:rFonts w:hint="eastAsia"/>
        </w:rPr>
        <w:t xml:space="preserve"> </w:t>
      </w:r>
      <w:r w:rsidR="00ED1F7B">
        <w:rPr>
          <w:rFonts w:hint="eastAsia"/>
        </w:rPr>
        <w:t>25</w:t>
      </w:r>
      <w:r w:rsidR="00ED1F7B">
        <w:t>~4</w:t>
      </w:r>
      <w:r w:rsidR="00ED1F7B">
        <w:rPr>
          <w:rFonts w:hint="eastAsia"/>
        </w:rPr>
        <w:t>6</w:t>
      </w:r>
      <w:r w:rsidRPr="00C82F27">
        <w:t>題，每題</w:t>
      </w:r>
      <w:r w:rsidR="00835697">
        <w:rPr>
          <w:rFonts w:hint="eastAsia"/>
        </w:rPr>
        <w:t>2</w:t>
      </w:r>
      <w:r w:rsidRPr="00C82F27">
        <w:t>分，共</w:t>
      </w:r>
      <w:r w:rsidR="00ED1F7B">
        <w:rPr>
          <w:rFonts w:hint="eastAsia"/>
        </w:rPr>
        <w:t>4</w:t>
      </w:r>
      <w:r w:rsidR="00D374C0">
        <w:rPr>
          <w:rFonts w:hint="eastAsia"/>
        </w:rPr>
        <w:t>4</w:t>
      </w:r>
      <w:r w:rsidRPr="00C82F27">
        <w:t>分，答錯一個選項扣</w:t>
      </w:r>
      <w:r w:rsidR="00904C4A">
        <w:rPr>
          <w:rFonts w:hint="eastAsia"/>
        </w:rPr>
        <w:t>0</w:t>
      </w:r>
      <w:r w:rsidR="00892365" w:rsidRPr="00C82F27">
        <w:t>.</w:t>
      </w:r>
      <w:r w:rsidR="00904C4A">
        <w:rPr>
          <w:rFonts w:hint="eastAsia"/>
        </w:rPr>
        <w:t>8</w:t>
      </w:r>
      <w:r w:rsidRPr="00C82F27">
        <w:t>分，每題最多扣</w:t>
      </w:r>
      <w:r w:rsidR="000D08A7">
        <w:rPr>
          <w:rFonts w:hint="eastAsia"/>
        </w:rPr>
        <w:t xml:space="preserve"> </w:t>
      </w:r>
      <w:r w:rsidR="00835697">
        <w:rPr>
          <w:rFonts w:hint="eastAsia"/>
        </w:rPr>
        <w:t>2</w:t>
      </w:r>
      <w:r w:rsidR="000D08A7">
        <w:rPr>
          <w:rFonts w:hint="eastAsia"/>
        </w:rPr>
        <w:t xml:space="preserve"> </w:t>
      </w:r>
      <w:r w:rsidRPr="00C82F27">
        <w:t>分</w:t>
      </w:r>
      <w:r w:rsidRPr="00C82F27">
        <w:t>)</w:t>
      </w:r>
    </w:p>
    <w:p w14:paraId="39ECC977" w14:textId="2DDD1735" w:rsidR="00E006E8" w:rsidRPr="00C82F27" w:rsidRDefault="00E006E8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cs="Times New Roman" w:hint="eastAsia"/>
        </w:rPr>
        <w:t>DNA</w:t>
      </w:r>
      <w:r w:rsidRPr="00C82F27">
        <w:rPr>
          <w:rFonts w:cs="Times New Roman" w:hint="eastAsia"/>
        </w:rPr>
        <w:t>為雙股螺旋結構，其中雙股的『骨架』</w:t>
      </w:r>
      <w:r w:rsidRPr="00C82F27">
        <w:rPr>
          <w:rFonts w:cs="Times New Roman" w:hint="eastAsia"/>
          <w:u w:val="double"/>
        </w:rPr>
        <w:t>包含</w:t>
      </w:r>
      <w:r w:rsidRPr="00C82F27">
        <w:rPr>
          <w:rFonts w:cs="Times New Roman" w:hint="eastAsia"/>
        </w:rPr>
        <w:t>下列哪一種</w:t>
      </w:r>
      <w:r w:rsidR="009443C4" w:rsidRPr="00C82F27">
        <w:rPr>
          <w:rFonts w:cs="Times New Roman" w:hint="eastAsia"/>
        </w:rPr>
        <w:t>分子</w:t>
      </w:r>
      <w:r w:rsidRPr="00C82F27">
        <w:rPr>
          <w:rFonts w:cs="Times New Roman" w:hint="eastAsia"/>
        </w:rPr>
        <w:t xml:space="preserve">？　</w:t>
      </w:r>
      <w:r w:rsidR="00904C4A">
        <w:rPr>
          <w:rFonts w:cs="Times New Roman"/>
        </w:rPr>
        <w:br/>
      </w:r>
      <w:r w:rsidRPr="00C82F27">
        <w:rPr>
          <w:rFonts w:cs="Times New Roman" w:hint="eastAsia"/>
        </w:rPr>
        <w:t>(A)</w:t>
      </w:r>
      <w:r w:rsidRPr="00C82F27">
        <w:rPr>
          <w:rFonts w:cs="Times New Roman" w:hint="eastAsia"/>
        </w:rPr>
        <w:t>去</w:t>
      </w:r>
      <w:proofErr w:type="gramStart"/>
      <w:r w:rsidRPr="00C82F27">
        <w:rPr>
          <w:rFonts w:cs="Times New Roman" w:hint="eastAsia"/>
        </w:rPr>
        <w:t>氧核糖</w:t>
      </w:r>
      <w:proofErr w:type="gramEnd"/>
      <w:r w:rsidRPr="00C82F27">
        <w:rPr>
          <w:rFonts w:cs="Times New Roman" w:hint="eastAsia"/>
        </w:rPr>
        <w:t xml:space="preserve"> (B)</w:t>
      </w:r>
      <w:r w:rsidRPr="00C82F27">
        <w:rPr>
          <w:rFonts w:cs="Times New Roman" w:hint="eastAsia"/>
        </w:rPr>
        <w:t xml:space="preserve">嘌呤　</w:t>
      </w:r>
      <w:r w:rsidRPr="00C82F27">
        <w:rPr>
          <w:rFonts w:cs="Times New Roman" w:hint="eastAsia"/>
        </w:rPr>
        <w:t>(C)</w:t>
      </w:r>
      <w:r w:rsidRPr="00C82F27">
        <w:rPr>
          <w:rFonts w:cs="Times New Roman" w:hint="eastAsia"/>
        </w:rPr>
        <w:t xml:space="preserve">嘧啶　</w:t>
      </w:r>
      <w:r w:rsidRPr="00C82F27">
        <w:rPr>
          <w:rFonts w:cs="Times New Roman" w:hint="eastAsia"/>
        </w:rPr>
        <w:t>(D)</w:t>
      </w:r>
      <w:proofErr w:type="gramStart"/>
      <w:r w:rsidRPr="00C82F27">
        <w:rPr>
          <w:rFonts w:cs="Times New Roman" w:hint="eastAsia"/>
        </w:rPr>
        <w:t>核糖</w:t>
      </w:r>
      <w:proofErr w:type="gramEnd"/>
      <w:r w:rsidRPr="00C82F27">
        <w:rPr>
          <w:rFonts w:cs="Times New Roman" w:hint="eastAsia"/>
        </w:rPr>
        <w:t xml:space="preserve">　</w:t>
      </w:r>
      <w:r w:rsidRPr="00C82F27">
        <w:rPr>
          <w:rFonts w:cs="Times New Roman" w:hint="eastAsia"/>
        </w:rPr>
        <w:t>(E)</w:t>
      </w:r>
      <w:r w:rsidRPr="00C82F27">
        <w:rPr>
          <w:rFonts w:cs="Times New Roman" w:hint="eastAsia"/>
        </w:rPr>
        <w:t>磷酸。</w:t>
      </w:r>
    </w:p>
    <w:p w14:paraId="4267C7B6" w14:textId="6DC25358" w:rsidR="006E530E" w:rsidRPr="00C82F27" w:rsidRDefault="006E530E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cs="Times New Roman" w:hint="eastAsia"/>
        </w:rPr>
        <w:t>下列哪些名詞的組成</w:t>
      </w:r>
      <w:proofErr w:type="gramStart"/>
      <w:r w:rsidRPr="00C82F27">
        <w:rPr>
          <w:rFonts w:cs="Times New Roman" w:hint="eastAsia"/>
        </w:rPr>
        <w:t>成</w:t>
      </w:r>
      <w:proofErr w:type="gramEnd"/>
      <w:r w:rsidRPr="00C82F27">
        <w:rPr>
          <w:rFonts w:cs="Times New Roman" w:hint="eastAsia"/>
        </w:rPr>
        <w:t>分為</w:t>
      </w:r>
      <w:r w:rsidRPr="00C82F27">
        <w:rPr>
          <w:rFonts w:cs="Times New Roman" w:hint="eastAsia"/>
        </w:rPr>
        <w:t>DNA</w:t>
      </w:r>
      <w:r w:rsidRPr="00C82F27">
        <w:rPr>
          <w:rFonts w:cs="Times New Roman" w:hint="eastAsia"/>
        </w:rPr>
        <w:t>的核苷酸？</w:t>
      </w:r>
      <w:r>
        <w:rPr>
          <w:rFonts w:cs="Times New Roman"/>
        </w:rPr>
        <w:br/>
      </w:r>
      <w:r w:rsidRPr="00C82F27">
        <w:rPr>
          <w:rFonts w:cs="Times New Roman"/>
        </w:rPr>
        <w:t>(</w:t>
      </w:r>
      <w:r w:rsidRPr="00C82F27">
        <w:rPr>
          <w:rFonts w:cs="Times New Roman" w:hint="eastAsia"/>
        </w:rPr>
        <w:t>A</w:t>
      </w:r>
      <w:r w:rsidRPr="00C82F27">
        <w:rPr>
          <w:rFonts w:cs="Times New Roman"/>
        </w:rPr>
        <w:t>)</w:t>
      </w:r>
      <w:r w:rsidRPr="00C82F27">
        <w:rPr>
          <w:rFonts w:cs="Times New Roman" w:hint="eastAsia"/>
        </w:rPr>
        <w:t xml:space="preserve">密碼子　</w:t>
      </w:r>
      <w:r w:rsidRPr="00C82F27">
        <w:rPr>
          <w:rFonts w:cs="Times New Roman"/>
        </w:rPr>
        <w:t>(</w:t>
      </w:r>
      <w:r w:rsidRPr="00C82F27">
        <w:rPr>
          <w:rFonts w:cs="Times New Roman" w:hint="eastAsia"/>
        </w:rPr>
        <w:t>B</w:t>
      </w:r>
      <w:r w:rsidRPr="00C82F27">
        <w:rPr>
          <w:rFonts w:cs="Times New Roman"/>
        </w:rPr>
        <w:t>)</w:t>
      </w:r>
      <w:r w:rsidRPr="00C82F27">
        <w:rPr>
          <w:rFonts w:cs="Times New Roman" w:hint="eastAsia"/>
        </w:rPr>
        <w:t xml:space="preserve">反密碼子　</w:t>
      </w:r>
      <w:r w:rsidRPr="00C82F27">
        <w:rPr>
          <w:rFonts w:cs="Times New Roman"/>
        </w:rPr>
        <w:t>(</w:t>
      </w:r>
      <w:r w:rsidRPr="00C82F27">
        <w:rPr>
          <w:rFonts w:cs="Times New Roman" w:hint="eastAsia"/>
        </w:rPr>
        <w:t>C</w:t>
      </w:r>
      <w:r w:rsidRPr="00C82F27">
        <w:rPr>
          <w:rFonts w:cs="Times New Roman"/>
        </w:rPr>
        <w:t>)</w:t>
      </w:r>
      <w:r>
        <w:rPr>
          <w:rFonts w:cs="Times New Roman" w:hint="eastAsia"/>
        </w:rPr>
        <w:t>遺傳</w:t>
      </w:r>
      <w:r w:rsidRPr="00C82F27">
        <w:rPr>
          <w:rFonts w:cs="Times New Roman" w:hint="eastAsia"/>
        </w:rPr>
        <w:t xml:space="preserve">密碼　</w:t>
      </w:r>
      <w:r w:rsidRPr="00C82F27">
        <w:rPr>
          <w:rFonts w:cs="Times New Roman"/>
        </w:rPr>
        <w:t>(</w:t>
      </w:r>
      <w:r w:rsidRPr="00C82F27">
        <w:rPr>
          <w:rFonts w:cs="Times New Roman" w:hint="eastAsia"/>
        </w:rPr>
        <w:t>D</w:t>
      </w:r>
      <w:r w:rsidRPr="00C82F27">
        <w:rPr>
          <w:rFonts w:cs="Times New Roman"/>
        </w:rPr>
        <w:t>)</w:t>
      </w:r>
      <w:r w:rsidRPr="00C82F27">
        <w:rPr>
          <w:rFonts w:cs="Times New Roman" w:hint="eastAsia"/>
        </w:rPr>
        <w:t xml:space="preserve">多肽鏈　</w:t>
      </w:r>
      <w:r w:rsidRPr="00C82F27">
        <w:rPr>
          <w:rFonts w:cs="Times New Roman"/>
        </w:rPr>
        <w:t>(E)</w:t>
      </w:r>
      <w:r w:rsidRPr="00C82F27">
        <w:rPr>
          <w:rFonts w:cs="Times New Roman" w:hint="eastAsia"/>
        </w:rPr>
        <w:t>基因。</w:t>
      </w:r>
    </w:p>
    <w:p w14:paraId="69DDC8AF" w14:textId="6EED0A92" w:rsidR="00855A94" w:rsidRPr="00C82F27" w:rsidRDefault="00855A94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hint="eastAsia"/>
          <w:color w:val="000000" w:themeColor="text1"/>
        </w:rPr>
        <w:t>某段</w:t>
      </w:r>
      <w:r w:rsidRPr="00C82F27">
        <w:rPr>
          <w:rFonts w:hint="eastAsia"/>
          <w:color w:val="000000" w:themeColor="text1"/>
        </w:rPr>
        <w:t>DNA</w:t>
      </w:r>
      <w:r w:rsidRPr="00C82F27">
        <w:rPr>
          <w:rFonts w:hint="eastAsia"/>
          <w:color w:val="000000" w:themeColor="text1"/>
        </w:rPr>
        <w:t>共有磷酸基</w:t>
      </w:r>
      <w:r w:rsidRPr="00C82F27">
        <w:rPr>
          <w:rFonts w:hint="eastAsia"/>
          <w:color w:val="000000" w:themeColor="text1"/>
        </w:rPr>
        <w:t>100</w:t>
      </w:r>
      <w:r w:rsidRPr="00C82F27">
        <w:rPr>
          <w:rFonts w:hint="eastAsia"/>
          <w:color w:val="000000" w:themeColor="text1"/>
        </w:rPr>
        <w:t>個、腺嘌呤</w:t>
      </w:r>
      <w:r w:rsidRPr="00C82F27">
        <w:rPr>
          <w:rFonts w:hint="eastAsia"/>
          <w:color w:val="000000" w:themeColor="text1"/>
        </w:rPr>
        <w:t>20</w:t>
      </w:r>
      <w:r w:rsidRPr="00C82F27">
        <w:rPr>
          <w:rFonts w:hint="eastAsia"/>
          <w:color w:val="000000" w:themeColor="text1"/>
        </w:rPr>
        <w:t xml:space="preserve">個，下列何者正確？　</w:t>
      </w:r>
      <w:r w:rsidRPr="00C82F27">
        <w:rPr>
          <w:rFonts w:hint="eastAsia"/>
          <w:color w:val="000000" w:themeColor="text1"/>
        </w:rPr>
        <w:t>(A)</w:t>
      </w:r>
      <w:r w:rsidRPr="00C82F27">
        <w:rPr>
          <w:rFonts w:hint="eastAsia"/>
          <w:color w:val="000000" w:themeColor="text1"/>
        </w:rPr>
        <w:t>此</w:t>
      </w:r>
      <w:r w:rsidRPr="00C82F27">
        <w:rPr>
          <w:rFonts w:hint="eastAsia"/>
          <w:color w:val="000000" w:themeColor="text1"/>
        </w:rPr>
        <w:t>DNA</w:t>
      </w:r>
      <w:r w:rsidRPr="00C82F27">
        <w:rPr>
          <w:rFonts w:hint="eastAsia"/>
          <w:color w:val="000000" w:themeColor="text1"/>
        </w:rPr>
        <w:t>每股各有</w:t>
      </w:r>
      <w:r w:rsidRPr="00C82F27">
        <w:rPr>
          <w:rFonts w:hint="eastAsia"/>
          <w:color w:val="000000" w:themeColor="text1"/>
        </w:rPr>
        <w:t>50</w:t>
      </w:r>
      <w:r w:rsidRPr="00C82F27">
        <w:rPr>
          <w:rFonts w:hint="eastAsia"/>
          <w:color w:val="000000" w:themeColor="text1"/>
        </w:rPr>
        <w:t>個核苷</w:t>
      </w:r>
      <w:r w:rsidRPr="00C82F27">
        <w:rPr>
          <w:rFonts w:hint="eastAsia"/>
        </w:rPr>
        <w:t xml:space="preserve">酸　</w:t>
      </w:r>
      <w:r w:rsidRPr="00C82F27">
        <w:rPr>
          <w:rFonts w:hint="eastAsia"/>
        </w:rPr>
        <w:t>(B)</w:t>
      </w:r>
      <w:r w:rsidRPr="00C82F27">
        <w:rPr>
          <w:rFonts w:hint="eastAsia"/>
        </w:rPr>
        <w:t>此</w:t>
      </w:r>
      <w:r w:rsidRPr="00C82F27">
        <w:rPr>
          <w:rFonts w:hint="eastAsia"/>
        </w:rPr>
        <w:t>DNA</w:t>
      </w:r>
      <w:r w:rsidRPr="00C82F27">
        <w:rPr>
          <w:rFonts w:hint="eastAsia"/>
        </w:rPr>
        <w:t>有</w:t>
      </w:r>
      <w:r w:rsidRPr="00C82F27">
        <w:rPr>
          <w:rFonts w:hint="eastAsia"/>
        </w:rPr>
        <w:t>50</w:t>
      </w:r>
      <w:r w:rsidRPr="00C82F27">
        <w:rPr>
          <w:rFonts w:hint="eastAsia"/>
        </w:rPr>
        <w:t xml:space="preserve">對鹼基對　</w:t>
      </w:r>
      <w:r w:rsidRPr="00C82F27">
        <w:rPr>
          <w:rFonts w:hint="eastAsia"/>
        </w:rPr>
        <w:t>(C)</w:t>
      </w:r>
      <w:r w:rsidRPr="00C82F27">
        <w:rPr>
          <w:rFonts w:hint="eastAsia"/>
        </w:rPr>
        <w:t>此</w:t>
      </w:r>
      <w:r w:rsidRPr="00C82F27">
        <w:rPr>
          <w:rFonts w:hint="eastAsia"/>
        </w:rPr>
        <w:t>DNA</w:t>
      </w:r>
      <w:r w:rsidRPr="00C82F27">
        <w:rPr>
          <w:rFonts w:hint="eastAsia"/>
        </w:rPr>
        <w:t>可形成</w:t>
      </w:r>
      <w:r w:rsidRPr="00C82F27">
        <w:rPr>
          <w:rFonts w:hint="eastAsia"/>
        </w:rPr>
        <w:t>130</w:t>
      </w:r>
      <w:r w:rsidRPr="00C82F27">
        <w:rPr>
          <w:rFonts w:hint="eastAsia"/>
        </w:rPr>
        <w:t xml:space="preserve">個氫鍵　</w:t>
      </w:r>
      <w:r w:rsidRPr="00C82F27">
        <w:rPr>
          <w:rFonts w:hint="eastAsia"/>
        </w:rPr>
        <w:t>(D)</w:t>
      </w:r>
      <w:r w:rsidRPr="00C82F27">
        <w:rPr>
          <w:rFonts w:hint="eastAsia"/>
        </w:rPr>
        <w:t>此</w:t>
      </w:r>
      <w:r w:rsidRPr="00C82F27">
        <w:rPr>
          <w:rFonts w:hint="eastAsia"/>
        </w:rPr>
        <w:t>DNA</w:t>
      </w:r>
      <w:r w:rsidRPr="00C82F27">
        <w:rPr>
          <w:rFonts w:hint="eastAsia"/>
        </w:rPr>
        <w:t>有</w:t>
      </w:r>
      <w:r w:rsidRPr="00C82F27">
        <w:rPr>
          <w:rFonts w:hint="eastAsia"/>
        </w:rPr>
        <w:t>30</w:t>
      </w:r>
      <w:r w:rsidRPr="00C82F27">
        <w:rPr>
          <w:rFonts w:hint="eastAsia"/>
        </w:rPr>
        <w:t xml:space="preserve">個鳥糞嘌呤　</w:t>
      </w:r>
      <w:r w:rsidRPr="00C82F27">
        <w:rPr>
          <w:rFonts w:hint="eastAsia"/>
        </w:rPr>
        <w:t>(E)</w:t>
      </w:r>
      <w:r w:rsidRPr="00C82F27">
        <w:rPr>
          <w:rFonts w:hint="eastAsia"/>
        </w:rPr>
        <w:t>此</w:t>
      </w:r>
      <w:r w:rsidRPr="00C82F27">
        <w:rPr>
          <w:rFonts w:hint="eastAsia"/>
        </w:rPr>
        <w:t>DNA</w:t>
      </w:r>
      <w:r w:rsidRPr="00C82F27">
        <w:rPr>
          <w:rFonts w:hint="eastAsia"/>
        </w:rPr>
        <w:t>每股的腺嘌呤與胸腺嘧啶含量相等。</w:t>
      </w:r>
    </w:p>
    <w:p w14:paraId="3F11DD64" w14:textId="33280D60" w:rsidR="0010209F" w:rsidRPr="00C82F27" w:rsidRDefault="0010209F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hint="eastAsia"/>
        </w:rPr>
        <w:t xml:space="preserve">下列何者是細菌「質體」的特徵？　</w:t>
      </w:r>
      <w:r w:rsidRPr="00C82F27">
        <w:rPr>
          <w:rFonts w:hint="eastAsia"/>
        </w:rPr>
        <w:t>(A)</w:t>
      </w:r>
      <w:r w:rsidRPr="00C82F27">
        <w:rPr>
          <w:rFonts w:hint="eastAsia"/>
        </w:rPr>
        <w:t>質體也是雙股螺旋</w:t>
      </w:r>
      <w:r w:rsidRPr="00C82F27">
        <w:t>DNA</w:t>
      </w:r>
      <w:r w:rsidRPr="00C82F27">
        <w:rPr>
          <w:rFonts w:hint="eastAsia"/>
        </w:rPr>
        <w:t xml:space="preserve">　</w:t>
      </w:r>
      <w:r w:rsidRPr="00C82F27">
        <w:rPr>
          <w:rFonts w:hint="eastAsia"/>
        </w:rPr>
        <w:t>(B)</w:t>
      </w:r>
      <w:r w:rsidRPr="00C82F27">
        <w:rPr>
          <w:rFonts w:hint="eastAsia"/>
        </w:rPr>
        <w:t xml:space="preserve">質體通常不含任何基因　</w:t>
      </w:r>
      <w:r w:rsidRPr="00C82F27">
        <w:rPr>
          <w:rFonts w:hint="eastAsia"/>
        </w:rPr>
        <w:t>(C)</w:t>
      </w:r>
      <w:r w:rsidRPr="00C82F27">
        <w:rPr>
          <w:rFonts w:hint="eastAsia"/>
        </w:rPr>
        <w:t xml:space="preserve">質體在細菌內可以複製，但不能遺傳給後代　</w:t>
      </w:r>
      <w:r w:rsidRPr="00C82F27">
        <w:rPr>
          <w:rFonts w:hint="eastAsia"/>
        </w:rPr>
        <w:t>(D)</w:t>
      </w:r>
      <w:r w:rsidRPr="00C82F27">
        <w:rPr>
          <w:rFonts w:hint="eastAsia"/>
        </w:rPr>
        <w:t>「基因轉植細菌」、「基因轉植動物」和「基因轉植植物」皆可以利用質體作為「載體」</w:t>
      </w:r>
      <w:r w:rsidRPr="00C82F27">
        <w:rPr>
          <w:rFonts w:hint="eastAsia"/>
        </w:rPr>
        <w:t xml:space="preserve"> </w:t>
      </w:r>
      <w:r w:rsidRPr="00C82F27">
        <w:t>(E)</w:t>
      </w:r>
      <w:r w:rsidRPr="00C82F27">
        <w:rPr>
          <w:rFonts w:hint="eastAsia"/>
        </w:rPr>
        <w:t>質體所攜帶的動、植物基因在細菌體內可以表現。</w:t>
      </w:r>
      <w:r w:rsidRPr="00C82F27">
        <w:rPr>
          <w:rFonts w:cs="Times New Roman"/>
        </w:rPr>
        <w:t xml:space="preserve"> </w:t>
      </w:r>
    </w:p>
    <w:p w14:paraId="2EB85118" w14:textId="6EE354EF" w:rsidR="00855A94" w:rsidRPr="00C82F27" w:rsidRDefault="00855A94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cs="Times New Roman" w:hint="eastAsia"/>
        </w:rPr>
        <w:lastRenderedPageBreak/>
        <w:t>下列關於遺傳密碼子的敘述，何者正確？</w:t>
      </w:r>
      <w:r w:rsidRPr="00C82F27">
        <w:rPr>
          <w:rFonts w:cs="Times New Roman"/>
        </w:rPr>
        <w:t>(</w:t>
      </w:r>
      <w:r w:rsidRPr="00C82F27">
        <w:rPr>
          <w:rFonts w:cs="Times New Roman" w:hint="eastAsia"/>
        </w:rPr>
        <w:t>A</w:t>
      </w:r>
      <w:r w:rsidRPr="00C82F27">
        <w:rPr>
          <w:rFonts w:cs="Times New Roman"/>
        </w:rPr>
        <w:t>)</w:t>
      </w:r>
      <w:r w:rsidRPr="00C82F27">
        <w:rPr>
          <w:rFonts w:cs="Times New Roman" w:hint="eastAsia"/>
        </w:rPr>
        <w:t>一組</w:t>
      </w:r>
      <w:proofErr w:type="gramStart"/>
      <w:r w:rsidRPr="00C82F27">
        <w:rPr>
          <w:rFonts w:cs="Times New Roman" w:hint="eastAsia"/>
        </w:rPr>
        <w:t>密碼子含三個</w:t>
      </w:r>
      <w:proofErr w:type="gramEnd"/>
      <w:r w:rsidRPr="00C82F27">
        <w:rPr>
          <w:rFonts w:cs="Times New Roman" w:hint="eastAsia"/>
        </w:rPr>
        <w:t xml:space="preserve">鹼基　</w:t>
      </w:r>
      <w:r w:rsidRPr="00C82F27">
        <w:rPr>
          <w:rFonts w:cs="Times New Roman"/>
        </w:rPr>
        <w:t>(</w:t>
      </w:r>
      <w:r w:rsidRPr="00C82F27">
        <w:rPr>
          <w:rFonts w:cs="Times New Roman" w:hint="eastAsia"/>
        </w:rPr>
        <w:t>B</w:t>
      </w:r>
      <w:r w:rsidRPr="00C82F27">
        <w:rPr>
          <w:rFonts w:cs="Times New Roman"/>
        </w:rPr>
        <w:t>)</w:t>
      </w:r>
      <w:r w:rsidRPr="00C82F27">
        <w:rPr>
          <w:rFonts w:cs="Times New Roman" w:hint="eastAsia"/>
        </w:rPr>
        <w:t>生物界的密碼子共有</w:t>
      </w:r>
      <w:r w:rsidRPr="00C82F27">
        <w:rPr>
          <w:rFonts w:cs="Times New Roman"/>
        </w:rPr>
        <w:t>20</w:t>
      </w:r>
      <w:r w:rsidRPr="00C82F27">
        <w:rPr>
          <w:rFonts w:cs="Times New Roman" w:hint="eastAsia"/>
        </w:rPr>
        <w:t xml:space="preserve">組　</w:t>
      </w:r>
      <w:r w:rsidRPr="00C82F27">
        <w:rPr>
          <w:rFonts w:cs="Times New Roman"/>
        </w:rPr>
        <w:t>(</w:t>
      </w:r>
      <w:r w:rsidRPr="00C82F27">
        <w:rPr>
          <w:rFonts w:cs="Times New Roman" w:hint="eastAsia"/>
        </w:rPr>
        <w:t>C</w:t>
      </w:r>
      <w:r w:rsidRPr="00C82F27">
        <w:rPr>
          <w:rFonts w:cs="Times New Roman"/>
        </w:rPr>
        <w:t>)</w:t>
      </w:r>
      <w:r w:rsidRPr="00C82F27">
        <w:rPr>
          <w:rFonts w:cs="Times New Roman" w:hint="eastAsia"/>
        </w:rPr>
        <w:t>所有的</w:t>
      </w:r>
      <w:proofErr w:type="gramStart"/>
      <w:r w:rsidRPr="00C82F27">
        <w:rPr>
          <w:rFonts w:cs="Times New Roman" w:hint="eastAsia"/>
        </w:rPr>
        <w:t>密碼子皆能</w:t>
      </w:r>
      <w:proofErr w:type="gramEnd"/>
      <w:r w:rsidRPr="00C82F27">
        <w:rPr>
          <w:rFonts w:cs="Times New Roman" w:hint="eastAsia"/>
        </w:rPr>
        <w:t xml:space="preserve">對應到胺基酸　</w:t>
      </w:r>
      <w:r w:rsidRPr="00C82F27">
        <w:rPr>
          <w:rFonts w:cs="Times New Roman"/>
        </w:rPr>
        <w:t>(</w:t>
      </w:r>
      <w:r w:rsidRPr="00C82F27">
        <w:rPr>
          <w:rFonts w:cs="Times New Roman" w:hint="eastAsia"/>
        </w:rPr>
        <w:t>D</w:t>
      </w:r>
      <w:r w:rsidRPr="00C82F27">
        <w:rPr>
          <w:rFonts w:cs="Times New Roman"/>
        </w:rPr>
        <w:t>)</w:t>
      </w:r>
      <w:r w:rsidRPr="00C82F27">
        <w:rPr>
          <w:rFonts w:cs="Times New Roman" w:hint="eastAsia"/>
        </w:rPr>
        <w:t>所有密碼子對應到的胺</w:t>
      </w:r>
      <w:proofErr w:type="gramStart"/>
      <w:r w:rsidRPr="00C82F27">
        <w:rPr>
          <w:rFonts w:cs="Times New Roman" w:hint="eastAsia"/>
        </w:rPr>
        <w:t>基酸皆不同</w:t>
      </w:r>
      <w:proofErr w:type="gramEnd"/>
      <w:r w:rsidRPr="00C82F27">
        <w:rPr>
          <w:rFonts w:cs="Times New Roman" w:hint="eastAsia"/>
        </w:rPr>
        <w:t xml:space="preserve">　</w:t>
      </w:r>
      <w:r w:rsidRPr="00C82F27">
        <w:rPr>
          <w:rFonts w:cs="Times New Roman"/>
        </w:rPr>
        <w:t>(E)</w:t>
      </w:r>
      <w:r w:rsidRPr="00C82F27">
        <w:rPr>
          <w:rFonts w:cs="Times New Roman" w:hint="eastAsia"/>
        </w:rPr>
        <w:t>密碼子</w:t>
      </w:r>
      <w:r w:rsidRPr="00C82F27">
        <w:rPr>
          <w:rFonts w:cs="Times New Roman"/>
        </w:rPr>
        <w:t>AUG</w:t>
      </w:r>
      <w:r w:rsidRPr="00C82F27">
        <w:rPr>
          <w:rFonts w:cs="Times New Roman" w:hint="eastAsia"/>
        </w:rPr>
        <w:t>代表起始的意思。</w:t>
      </w:r>
    </w:p>
    <w:p w14:paraId="28F54949" w14:textId="78A1003F" w:rsidR="00A51BA2" w:rsidRPr="00C82F27" w:rsidRDefault="001C1917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hint="eastAsia"/>
          <w:color w:val="000000" w:themeColor="text1"/>
          <w:u w:val="single"/>
        </w:rPr>
        <w:t>妞</w:t>
      </w:r>
      <w:proofErr w:type="gramStart"/>
      <w:r w:rsidRPr="00C82F27">
        <w:rPr>
          <w:rFonts w:hint="eastAsia"/>
          <w:color w:val="000000" w:themeColor="text1"/>
          <w:u w:val="single"/>
        </w:rPr>
        <w:t>妞</w:t>
      </w:r>
      <w:proofErr w:type="gramEnd"/>
      <w:r w:rsidRPr="00C82F27">
        <w:rPr>
          <w:rFonts w:hint="eastAsia"/>
          <w:color w:val="000000" w:themeColor="text1"/>
        </w:rPr>
        <w:t>由某細菌細胞中萃取出一個</w:t>
      </w:r>
      <w:r w:rsidR="00A51BA2" w:rsidRPr="00C82F27">
        <w:rPr>
          <w:rFonts w:hint="eastAsia"/>
          <w:color w:val="000000" w:themeColor="text1"/>
        </w:rPr>
        <w:t>核酸分子</w:t>
      </w:r>
      <w:r w:rsidRPr="00C82F27">
        <w:rPr>
          <w:rFonts w:hint="eastAsia"/>
          <w:color w:val="000000" w:themeColor="text1"/>
        </w:rPr>
        <w:t>進行分析</w:t>
      </w:r>
      <w:r w:rsidR="00A51BA2" w:rsidRPr="00C82F27">
        <w:rPr>
          <w:rFonts w:hint="eastAsia"/>
          <w:color w:val="000000" w:themeColor="text1"/>
        </w:rPr>
        <w:t>，</w:t>
      </w:r>
      <w:r w:rsidRPr="00C82F27">
        <w:rPr>
          <w:rFonts w:hint="eastAsia"/>
          <w:color w:val="000000" w:themeColor="text1"/>
        </w:rPr>
        <w:t>下列哪一種</w:t>
      </w:r>
      <w:r w:rsidR="00A51BA2" w:rsidRPr="00C82F27">
        <w:rPr>
          <w:rFonts w:hint="eastAsia"/>
          <w:color w:val="000000" w:themeColor="text1"/>
        </w:rPr>
        <w:t>結果，可以判斷此核酸分子為</w:t>
      </w:r>
      <w:r w:rsidR="00955DA3" w:rsidRPr="00C82F27">
        <w:rPr>
          <w:rFonts w:hint="eastAsia"/>
          <w:color w:val="000000" w:themeColor="text1"/>
        </w:rPr>
        <w:t>RNA</w:t>
      </w:r>
      <w:r w:rsidR="00A51BA2" w:rsidRPr="00C82F27">
        <w:rPr>
          <w:rFonts w:hint="eastAsia"/>
          <w:color w:val="000000" w:themeColor="text1"/>
        </w:rPr>
        <w:t>而非</w:t>
      </w:r>
      <w:r w:rsidR="00955DA3" w:rsidRPr="00C82F27">
        <w:rPr>
          <w:rFonts w:hint="eastAsia"/>
          <w:color w:val="000000" w:themeColor="text1"/>
        </w:rPr>
        <w:t>DNA</w:t>
      </w:r>
      <w:r w:rsidR="00A51BA2" w:rsidRPr="00C82F27">
        <w:rPr>
          <w:rFonts w:hint="eastAsia"/>
          <w:color w:val="000000" w:themeColor="text1"/>
        </w:rPr>
        <w:t xml:space="preserve">？　</w:t>
      </w:r>
      <w:r w:rsidR="00A51BA2" w:rsidRPr="00C82F27">
        <w:rPr>
          <w:rFonts w:hint="eastAsia"/>
          <w:color w:val="000000" w:themeColor="text1"/>
        </w:rPr>
        <w:t>(A</w:t>
      </w:r>
      <w:r w:rsidR="00A51BA2" w:rsidRPr="00C82F27">
        <w:rPr>
          <w:rFonts w:hint="eastAsia"/>
        </w:rPr>
        <w:t>)</w:t>
      </w:r>
      <w:proofErr w:type="gramStart"/>
      <w:r w:rsidR="00547E0C" w:rsidRPr="00C82F27">
        <w:rPr>
          <w:rFonts w:hint="eastAsia"/>
        </w:rPr>
        <w:t>含氮鹼基</w:t>
      </w:r>
      <w:proofErr w:type="gramEnd"/>
      <w:r w:rsidR="00547E0C" w:rsidRPr="00C82F27">
        <w:rPr>
          <w:rFonts w:hint="eastAsia"/>
        </w:rPr>
        <w:t>共有</w:t>
      </w:r>
      <w:r w:rsidR="00547E0C" w:rsidRPr="00C82F27">
        <w:rPr>
          <w:rFonts w:hint="eastAsia"/>
        </w:rPr>
        <w:t>4</w:t>
      </w:r>
      <w:r w:rsidR="00547E0C" w:rsidRPr="00C82F27">
        <w:rPr>
          <w:rFonts w:hint="eastAsia"/>
        </w:rPr>
        <w:t>種</w:t>
      </w:r>
      <w:r w:rsidR="00A51BA2" w:rsidRPr="00C82F27">
        <w:rPr>
          <w:rFonts w:hint="eastAsia"/>
        </w:rPr>
        <w:t xml:space="preserve">　</w:t>
      </w:r>
      <w:r w:rsidR="00A51BA2" w:rsidRPr="00C82F27">
        <w:rPr>
          <w:rFonts w:hint="eastAsia"/>
        </w:rPr>
        <w:t>(B)</w:t>
      </w:r>
      <w:r w:rsidR="00547E0C" w:rsidRPr="00C82F27">
        <w:rPr>
          <w:rFonts w:cs="Times New Roman" w:hint="eastAsia"/>
        </w:rPr>
        <w:t>嘌呤</w:t>
      </w:r>
      <w:r w:rsidR="00547E0C" w:rsidRPr="00C82F27">
        <w:rPr>
          <w:rFonts w:hint="eastAsia"/>
        </w:rPr>
        <w:t>分子總數</w:t>
      </w:r>
      <w:r w:rsidR="00F66133">
        <w:rPr>
          <w:rFonts w:ascii="新細明體" w:hAnsi="新細明體" w:hint="eastAsia"/>
        </w:rPr>
        <w:t>≠</w:t>
      </w:r>
      <w:r w:rsidR="00547E0C" w:rsidRPr="00C82F27">
        <w:rPr>
          <w:rFonts w:cs="Times New Roman" w:hint="eastAsia"/>
        </w:rPr>
        <w:t>嘧啶</w:t>
      </w:r>
      <w:r w:rsidR="00547E0C" w:rsidRPr="00C82F27">
        <w:rPr>
          <w:rFonts w:hint="eastAsia"/>
        </w:rPr>
        <w:t>分子總數</w:t>
      </w:r>
      <w:r w:rsidR="00A51BA2" w:rsidRPr="00C82F27">
        <w:rPr>
          <w:rFonts w:hint="eastAsia"/>
        </w:rPr>
        <w:t xml:space="preserve">　</w:t>
      </w:r>
      <w:r w:rsidR="00A51BA2" w:rsidRPr="00C82F27">
        <w:rPr>
          <w:rFonts w:hint="eastAsia"/>
        </w:rPr>
        <w:t>(C)</w:t>
      </w:r>
      <w:r w:rsidR="00547E0C" w:rsidRPr="00C82F27">
        <w:rPr>
          <w:rFonts w:hint="eastAsia"/>
        </w:rPr>
        <w:t>含有胸腺嘧啶</w:t>
      </w:r>
      <w:r w:rsidR="00A51BA2" w:rsidRPr="00C82F27">
        <w:rPr>
          <w:rFonts w:hint="eastAsia"/>
        </w:rPr>
        <w:t xml:space="preserve">　</w:t>
      </w:r>
      <w:r w:rsidR="00A51BA2" w:rsidRPr="00C82F27">
        <w:rPr>
          <w:rFonts w:hint="eastAsia"/>
        </w:rPr>
        <w:t>(D)</w:t>
      </w:r>
      <w:r w:rsidR="00547E0C" w:rsidRPr="00C82F27">
        <w:rPr>
          <w:rFonts w:hint="eastAsia"/>
        </w:rPr>
        <w:t>含有核糖分子</w:t>
      </w:r>
      <w:r w:rsidR="00A51BA2" w:rsidRPr="00C82F27">
        <w:rPr>
          <w:rFonts w:hint="eastAsia"/>
        </w:rPr>
        <w:t xml:space="preserve">　</w:t>
      </w:r>
      <w:r w:rsidR="00A51BA2" w:rsidRPr="00C82F27">
        <w:rPr>
          <w:rFonts w:hint="eastAsia"/>
        </w:rPr>
        <w:t>(E)</w:t>
      </w:r>
      <w:proofErr w:type="gramStart"/>
      <w:r w:rsidR="00131984" w:rsidRPr="00C82F27">
        <w:rPr>
          <w:rFonts w:hint="eastAsia"/>
        </w:rPr>
        <w:t>含氮鹼基</w:t>
      </w:r>
      <w:proofErr w:type="gramEnd"/>
      <w:r w:rsidRPr="00C82F27">
        <w:rPr>
          <w:rFonts w:cs="Times New Roman"/>
        </w:rPr>
        <w:t>C</w:t>
      </w:r>
      <w:proofErr w:type="gramStart"/>
      <w:r w:rsidR="00131984">
        <w:rPr>
          <w:rFonts w:cs="Times New Roman" w:hint="eastAsia"/>
        </w:rPr>
        <w:t>佔</w:t>
      </w:r>
      <w:proofErr w:type="gramEnd"/>
      <w:r w:rsidRPr="00C82F27">
        <w:rPr>
          <w:rFonts w:cs="Times New Roman"/>
        </w:rPr>
        <w:t>18</w:t>
      </w:r>
      <w:r w:rsidRPr="00C82F27">
        <w:rPr>
          <w:rFonts w:cs="Times New Roman"/>
        </w:rPr>
        <w:t>％；</w:t>
      </w:r>
      <w:r w:rsidRPr="00C82F27">
        <w:rPr>
          <w:rFonts w:cs="Times New Roman"/>
        </w:rPr>
        <w:t>G</w:t>
      </w:r>
      <w:proofErr w:type="gramStart"/>
      <w:r w:rsidR="00131984">
        <w:rPr>
          <w:rFonts w:cs="Times New Roman" w:hint="eastAsia"/>
        </w:rPr>
        <w:t>佔</w:t>
      </w:r>
      <w:proofErr w:type="gramEnd"/>
      <w:r w:rsidRPr="00C82F27">
        <w:rPr>
          <w:rFonts w:cs="Times New Roman"/>
        </w:rPr>
        <w:t>26</w:t>
      </w:r>
      <w:r w:rsidRPr="00C82F27">
        <w:rPr>
          <w:rFonts w:cs="Times New Roman"/>
        </w:rPr>
        <w:t>％</w:t>
      </w:r>
      <w:r w:rsidRPr="00C82F27">
        <w:rPr>
          <w:rFonts w:cs="Times New Roman" w:hint="eastAsia"/>
        </w:rPr>
        <w:t xml:space="preserve"> </w:t>
      </w:r>
      <w:r w:rsidR="00A51BA2" w:rsidRPr="00C82F27">
        <w:rPr>
          <w:rFonts w:hint="eastAsia"/>
        </w:rPr>
        <w:t>。</w:t>
      </w:r>
    </w:p>
    <w:p w14:paraId="3A08FEB3" w14:textId="5B970364" w:rsidR="00622C94" w:rsidRPr="00C82F27" w:rsidRDefault="00622C94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F94674">
        <w:rPr>
          <w:color w:val="000000" w:themeColor="text1"/>
        </w:rPr>
        <w:t>下圖為</w:t>
      </w:r>
      <w:r w:rsidRPr="00F94674">
        <w:rPr>
          <w:rFonts w:hint="eastAsia"/>
          <w:color w:val="000000" w:themeColor="text1"/>
        </w:rPr>
        <w:t>重組</w:t>
      </w:r>
      <w:r w:rsidRPr="00F94674">
        <w:rPr>
          <w:rFonts w:hint="eastAsia"/>
          <w:color w:val="000000" w:themeColor="text1"/>
        </w:rPr>
        <w:t>DNA</w:t>
      </w:r>
      <w:r w:rsidRPr="00F94674">
        <w:rPr>
          <w:rFonts w:hint="eastAsia"/>
          <w:color w:val="000000" w:themeColor="text1"/>
        </w:rPr>
        <w:t>技術</w:t>
      </w:r>
      <w:r w:rsidRPr="00F94674">
        <w:rPr>
          <w:color w:val="000000" w:themeColor="text1"/>
        </w:rPr>
        <w:t>的部分過程示意圖，甲～丁代表各不同階段參與作用的分子。根據圖中的資料，下列敘述</w:t>
      </w:r>
      <w:r w:rsidRPr="00F94674">
        <w:rPr>
          <w:rFonts w:hint="eastAsia"/>
          <w:color w:val="000000" w:themeColor="text1"/>
        </w:rPr>
        <w:t>何者</w:t>
      </w:r>
      <w:r w:rsidRPr="00F94674">
        <w:rPr>
          <w:color w:val="000000" w:themeColor="text1"/>
        </w:rPr>
        <w:t>正確？</w:t>
      </w:r>
      <w:r w:rsidRPr="00F94674">
        <w:rPr>
          <w:rFonts w:hint="eastAsia"/>
          <w:color w:val="000000" w:themeColor="text1"/>
        </w:rPr>
        <w:t xml:space="preserve"> </w:t>
      </w:r>
      <w:r w:rsidRPr="00F94674">
        <w:rPr>
          <w:color w:val="000000" w:themeColor="text1"/>
        </w:rPr>
        <w:t>(A)</w:t>
      </w:r>
      <w:r w:rsidRPr="00F94674">
        <w:rPr>
          <w:color w:val="000000" w:themeColor="text1"/>
        </w:rPr>
        <w:t>甲可以是細菌的</w:t>
      </w:r>
      <w:r w:rsidR="000422EC" w:rsidRPr="00F94674">
        <w:rPr>
          <w:rFonts w:hint="eastAsia"/>
          <w:color w:val="000000" w:themeColor="text1"/>
        </w:rPr>
        <w:t>質體</w:t>
      </w:r>
      <w:r w:rsidRPr="00F94674">
        <w:rPr>
          <w:color w:val="000000" w:themeColor="text1"/>
        </w:rPr>
        <w:t xml:space="preserve"> (B)</w:t>
      </w:r>
      <w:r w:rsidR="000422EC" w:rsidRPr="00F94674">
        <w:rPr>
          <w:color w:val="000000" w:themeColor="text1"/>
        </w:rPr>
        <w:t>甲可以是</w:t>
      </w:r>
      <w:r w:rsidR="000422EC" w:rsidRPr="00F94674">
        <w:rPr>
          <w:color w:val="000000" w:themeColor="text1"/>
        </w:rPr>
        <w:t>RNA</w:t>
      </w:r>
      <w:r w:rsidR="000422EC" w:rsidRPr="00F94674">
        <w:rPr>
          <w:rFonts w:hint="eastAsia"/>
          <w:color w:val="000000" w:themeColor="text1"/>
        </w:rPr>
        <w:t>分子</w:t>
      </w:r>
      <w:r w:rsidR="000422EC" w:rsidRPr="00F94674">
        <w:rPr>
          <w:rFonts w:hint="eastAsia"/>
          <w:color w:val="000000" w:themeColor="text1"/>
        </w:rPr>
        <w:t xml:space="preserve"> </w:t>
      </w:r>
      <w:r w:rsidRPr="00F94674">
        <w:rPr>
          <w:color w:val="000000" w:themeColor="text1"/>
        </w:rPr>
        <w:t>(C)</w:t>
      </w:r>
      <w:proofErr w:type="gramStart"/>
      <w:r w:rsidR="000422EC" w:rsidRPr="00F94674">
        <w:rPr>
          <w:color w:val="000000" w:themeColor="text1"/>
        </w:rPr>
        <w:t>乙是某種</w:t>
      </w:r>
      <w:proofErr w:type="gramEnd"/>
      <w:r w:rsidR="000422EC" w:rsidRPr="00F94674">
        <w:rPr>
          <w:rFonts w:hint="eastAsia"/>
          <w:color w:val="000000" w:themeColor="text1"/>
        </w:rPr>
        <w:t>激素</w:t>
      </w:r>
      <w:r>
        <w:rPr>
          <w:rFonts w:hint="eastAsia"/>
        </w:rPr>
        <w:t xml:space="preserve"> </w:t>
      </w:r>
      <w:r w:rsidRPr="00C82F27">
        <w:t xml:space="preserve"> (D)</w:t>
      </w:r>
      <w:r w:rsidR="000422EC" w:rsidRPr="00C82F27">
        <w:t>丙</w:t>
      </w:r>
      <w:r w:rsidR="000422EC">
        <w:rPr>
          <w:rFonts w:hint="eastAsia"/>
        </w:rPr>
        <w:t>可以</w:t>
      </w:r>
      <w:r w:rsidR="000422EC" w:rsidRPr="00C82F27">
        <w:t>是</w:t>
      </w:r>
      <w:r w:rsidR="000422EC">
        <w:rPr>
          <w:rFonts w:hint="eastAsia"/>
        </w:rPr>
        <w:t>植物或動物的</w:t>
      </w:r>
      <w:r w:rsidR="000422EC">
        <w:t>DNA</w:t>
      </w:r>
      <w:r w:rsidR="000422EC">
        <w:rPr>
          <w:rFonts w:hint="eastAsia"/>
        </w:rPr>
        <w:t>分子</w:t>
      </w:r>
      <w:r w:rsidR="000422EC">
        <w:t xml:space="preserve">  </w:t>
      </w:r>
      <w:r w:rsidR="00D554A8">
        <w:t>(E</w:t>
      </w:r>
      <w:r w:rsidR="000422EC" w:rsidRPr="00C82F27">
        <w:t>)</w:t>
      </w:r>
      <w:r>
        <w:rPr>
          <w:rFonts w:hint="eastAsia"/>
        </w:rPr>
        <w:t>乙和</w:t>
      </w:r>
      <w:r w:rsidRPr="00C82F27">
        <w:t>丁為</w:t>
      </w:r>
      <w:r>
        <w:rPr>
          <w:rFonts w:hint="eastAsia"/>
        </w:rPr>
        <w:t>同一種酵素</w:t>
      </w:r>
      <w:r w:rsidRPr="00C82F27">
        <w:t>。</w:t>
      </w:r>
      <w:r w:rsidRPr="00C82F27">
        <w:br/>
      </w:r>
      <w:r w:rsidRPr="00C82F27">
        <w:rPr>
          <w:rFonts w:hint="eastAsia"/>
        </w:rPr>
        <w:t xml:space="preserve">           </w:t>
      </w:r>
      <w:r w:rsidRPr="00C82F27">
        <w:rPr>
          <w:noProof/>
        </w:rPr>
        <w:drawing>
          <wp:inline distT="0" distB="0" distL="0" distR="0" wp14:anchorId="061FFB1D" wp14:editId="13F13219">
            <wp:extent cx="3911586" cy="675095"/>
            <wp:effectExtent l="0" t="0" r="635" b="10795"/>
            <wp:docPr id="57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618" cy="675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B8EC0" w14:textId="3E3D086F" w:rsidR="00C7618C" w:rsidRPr="00C82F27" w:rsidRDefault="007503A1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cs="Times New Roman"/>
        </w:rPr>
        <w:t>下列哪些屬於</w:t>
      </w:r>
      <w:r w:rsidRPr="00C82F27">
        <w:rPr>
          <w:rFonts w:cs="Times New Roman"/>
          <w:u w:val="single"/>
        </w:rPr>
        <w:t>物種多樣性</w:t>
      </w:r>
      <w:r w:rsidRPr="00C82F27">
        <w:rPr>
          <w:rFonts w:cs="Times New Roman"/>
        </w:rPr>
        <w:t>的描述？</w:t>
      </w:r>
      <w:r w:rsidR="00EB78CB" w:rsidRPr="00C82F27">
        <w:rPr>
          <w:rFonts w:cs="Times New Roman" w:hint="eastAsia"/>
        </w:rPr>
        <w:t xml:space="preserve"> </w:t>
      </w:r>
      <w:r w:rsidR="0082568E" w:rsidRPr="00C82F27">
        <w:rPr>
          <w:rFonts w:cs="Times New Roman"/>
        </w:rPr>
        <w:t>(A)</w:t>
      </w:r>
      <w:r w:rsidRPr="00C82F27">
        <w:rPr>
          <w:rFonts w:cs="Times New Roman"/>
        </w:rPr>
        <w:t xml:space="preserve">寵物店的貓有各種不同的品種　</w:t>
      </w:r>
      <w:r w:rsidR="00B748F0" w:rsidRPr="00C82F27">
        <w:rPr>
          <w:rFonts w:cs="Times New Roman"/>
          <w:color w:val="000000"/>
        </w:rPr>
        <w:t>(B)</w:t>
      </w:r>
      <w:r w:rsidR="00B748F0" w:rsidRPr="00C82F27">
        <w:rPr>
          <w:rFonts w:cs="Times New Roman"/>
          <w:w w:val="25"/>
        </w:rPr>
        <w:t xml:space="preserve">　</w:t>
      </w:r>
      <w:r w:rsidRPr="00C82F27">
        <w:rPr>
          <w:rFonts w:cs="Times New Roman"/>
        </w:rPr>
        <w:t xml:space="preserve">池塘中的青蛙有各種不同的叫聲　</w:t>
      </w:r>
      <w:r w:rsidR="007130B0" w:rsidRPr="00C82F27">
        <w:rPr>
          <w:rFonts w:cs="Times New Roman"/>
          <w:color w:val="000000"/>
        </w:rPr>
        <w:t>(C)</w:t>
      </w:r>
      <w:r w:rsidR="007D6FAA" w:rsidRPr="00C82F27">
        <w:rPr>
          <w:rFonts w:cs="Times New Roman"/>
        </w:rPr>
        <w:t>紅樹林中有水筆仔、招潮蟹、和尚蟹、彈塗魚等</w:t>
      </w:r>
      <w:r w:rsidRPr="00C82F27">
        <w:rPr>
          <w:rFonts w:cs="Times New Roman"/>
        </w:rPr>
        <w:t xml:space="preserve">　</w:t>
      </w:r>
      <w:r w:rsidR="007130B0" w:rsidRPr="00C82F27">
        <w:rPr>
          <w:rFonts w:cs="Times New Roman"/>
          <w:color w:val="000000"/>
        </w:rPr>
        <w:t>(D)</w:t>
      </w:r>
      <w:r w:rsidR="007D6FAA" w:rsidRPr="00C82F27">
        <w:rPr>
          <w:rFonts w:cs="Times New Roman"/>
        </w:rPr>
        <w:t>台灣本島具有高山草原、針葉林、闊葉林和沙丘</w:t>
      </w:r>
      <w:r w:rsidRPr="00C82F27">
        <w:rPr>
          <w:rFonts w:cs="Times New Roman"/>
        </w:rPr>
        <w:t xml:space="preserve">　</w:t>
      </w:r>
      <w:r w:rsidR="003D4954" w:rsidRPr="00C82F27">
        <w:t>(E)</w:t>
      </w:r>
      <w:r w:rsidRPr="00C82F27">
        <w:rPr>
          <w:rFonts w:cs="Times New Roman"/>
        </w:rPr>
        <w:t>蒙古人種和高加索人種具有不同的膚色。</w:t>
      </w:r>
    </w:p>
    <w:p w14:paraId="3FDBBB6F" w14:textId="750C96C5" w:rsidR="002D58D2" w:rsidRPr="00C82F27" w:rsidRDefault="00D55398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hint="eastAsia"/>
        </w:rPr>
        <w:t>天</w:t>
      </w:r>
      <w:proofErr w:type="gramStart"/>
      <w:r w:rsidRPr="00C82F27">
        <w:rPr>
          <w:rFonts w:hint="eastAsia"/>
        </w:rPr>
        <w:t>擇說的孕育</w:t>
      </w:r>
      <w:proofErr w:type="gramEnd"/>
      <w:r w:rsidRPr="00C82F27">
        <w:rPr>
          <w:rFonts w:hint="eastAsia"/>
        </w:rPr>
        <w:t xml:space="preserve">與下列何項有關？　</w:t>
      </w:r>
      <w:r w:rsidRPr="00C82F27">
        <w:rPr>
          <w:rFonts w:hint="eastAsia"/>
        </w:rPr>
        <w:t>(A)</w:t>
      </w:r>
      <w:r w:rsidR="004911F7" w:rsidRPr="00C82F27">
        <w:rPr>
          <w:rFonts w:hint="eastAsia"/>
          <w:color w:val="000000"/>
        </w:rPr>
        <w:t>華生、</w:t>
      </w:r>
      <w:proofErr w:type="gramStart"/>
      <w:r w:rsidR="004911F7" w:rsidRPr="00C82F27">
        <w:rPr>
          <w:rFonts w:hint="eastAsia"/>
          <w:color w:val="000000"/>
        </w:rPr>
        <w:t>克立克</w:t>
      </w:r>
      <w:proofErr w:type="gramEnd"/>
      <w:r w:rsidR="004911F7" w:rsidRPr="00C82F27">
        <w:rPr>
          <w:rFonts w:hint="eastAsia"/>
          <w:color w:val="000000"/>
        </w:rPr>
        <w:t>提出的「</w:t>
      </w:r>
      <w:r w:rsidR="004911F7" w:rsidRPr="00C82F27">
        <w:rPr>
          <w:color w:val="000000"/>
        </w:rPr>
        <w:t>DNA</w:t>
      </w:r>
      <w:r w:rsidR="004911F7" w:rsidRPr="00C82F27">
        <w:rPr>
          <w:rFonts w:hint="eastAsia"/>
          <w:color w:val="000000"/>
        </w:rPr>
        <w:t>模型」</w:t>
      </w:r>
      <w:r w:rsidRPr="00C82F27">
        <w:rPr>
          <w:rFonts w:hint="eastAsia"/>
        </w:rPr>
        <w:t xml:space="preserve">　</w:t>
      </w:r>
      <w:r w:rsidRPr="00C82F27">
        <w:rPr>
          <w:rFonts w:hint="eastAsia"/>
        </w:rPr>
        <w:t>(B)</w:t>
      </w:r>
      <w:r w:rsidRPr="00955DA3">
        <w:rPr>
          <w:rFonts w:hint="eastAsia"/>
          <w:u w:val="single"/>
        </w:rPr>
        <w:t>馬爾薩斯</w:t>
      </w:r>
      <w:r w:rsidRPr="00C82F27">
        <w:rPr>
          <w:rFonts w:hint="eastAsia"/>
        </w:rPr>
        <w:t xml:space="preserve">的人口論　</w:t>
      </w:r>
      <w:r w:rsidRPr="00C82F27">
        <w:rPr>
          <w:rFonts w:hint="eastAsia"/>
        </w:rPr>
        <w:t>(C)</w:t>
      </w:r>
      <w:proofErr w:type="gramStart"/>
      <w:r w:rsidR="00955DA3" w:rsidRPr="00955DA3">
        <w:rPr>
          <w:rFonts w:hint="eastAsia"/>
          <w:u w:val="single"/>
        </w:rPr>
        <w:t>萊</w:t>
      </w:r>
      <w:proofErr w:type="gramEnd"/>
      <w:r w:rsidRPr="00955DA3">
        <w:rPr>
          <w:rFonts w:hint="eastAsia"/>
          <w:u w:val="single"/>
        </w:rPr>
        <w:t>爾</w:t>
      </w:r>
      <w:r w:rsidRPr="00C82F27">
        <w:rPr>
          <w:rFonts w:hint="eastAsia"/>
        </w:rPr>
        <w:t xml:space="preserve">的地質學原理　</w:t>
      </w:r>
      <w:r w:rsidRPr="00C82F27">
        <w:rPr>
          <w:rFonts w:hint="eastAsia"/>
        </w:rPr>
        <w:t>(D)</w:t>
      </w:r>
      <w:r w:rsidR="004911F7" w:rsidRPr="00C82F27">
        <w:rPr>
          <w:rFonts w:hint="eastAsia"/>
          <w:u w:val="single"/>
        </w:rPr>
        <w:t>加拉巴哥</w:t>
      </w:r>
      <w:r w:rsidR="004911F7" w:rsidRPr="00C82F27">
        <w:rPr>
          <w:rFonts w:hint="eastAsia"/>
        </w:rPr>
        <w:t>群島的雀鳥</w:t>
      </w:r>
      <w:r w:rsidRPr="00C82F27">
        <w:rPr>
          <w:rFonts w:hint="eastAsia"/>
        </w:rPr>
        <w:t xml:space="preserve">　</w:t>
      </w:r>
      <w:r w:rsidRPr="00C82F27">
        <w:rPr>
          <w:rFonts w:hint="eastAsia"/>
        </w:rPr>
        <w:t>(E)</w:t>
      </w:r>
      <w:r w:rsidRPr="00955DA3">
        <w:rPr>
          <w:rFonts w:hint="eastAsia"/>
          <w:u w:val="single"/>
        </w:rPr>
        <w:t>孟德爾</w:t>
      </w:r>
      <w:r w:rsidRPr="00C82F27">
        <w:rPr>
          <w:rFonts w:hint="eastAsia"/>
        </w:rPr>
        <w:t>的遺傳</w:t>
      </w:r>
      <w:r w:rsidR="004911F7" w:rsidRPr="00C82F27">
        <w:rPr>
          <w:rFonts w:hint="eastAsia"/>
        </w:rPr>
        <w:t>理論</w:t>
      </w:r>
      <w:r w:rsidRPr="00C82F27">
        <w:rPr>
          <w:rFonts w:hint="eastAsia"/>
        </w:rPr>
        <w:t>。</w:t>
      </w:r>
    </w:p>
    <w:p w14:paraId="5517472C" w14:textId="45E1A50B" w:rsidR="002D58D2" w:rsidRPr="00C82F27" w:rsidRDefault="002D58D2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hint="eastAsia"/>
        </w:rPr>
        <w:t>下列有關達爾文與拉馬克演化觀點之比較，何者正確？</w:t>
      </w:r>
    </w:p>
    <w:tbl>
      <w:tblPr>
        <w:tblStyle w:val="af0"/>
        <w:tblW w:w="0" w:type="auto"/>
        <w:tblInd w:w="817" w:type="dxa"/>
        <w:tblLook w:val="01E0" w:firstRow="1" w:lastRow="1" w:firstColumn="1" w:lastColumn="1" w:noHBand="0" w:noVBand="0"/>
      </w:tblPr>
      <w:tblGrid>
        <w:gridCol w:w="3544"/>
        <w:gridCol w:w="2977"/>
        <w:gridCol w:w="2835"/>
      </w:tblGrid>
      <w:tr w:rsidR="00D4748F" w:rsidRPr="00C82F27" w14:paraId="33601E02" w14:textId="77777777" w:rsidTr="00B3255E">
        <w:tc>
          <w:tcPr>
            <w:tcW w:w="3544" w:type="dxa"/>
          </w:tcPr>
          <w:p w14:paraId="79125852" w14:textId="77777777" w:rsidR="002D58D2" w:rsidRPr="00C82F27" w:rsidRDefault="002D58D2" w:rsidP="0037554B">
            <w:pPr>
              <w:jc w:val="center"/>
            </w:pPr>
            <w:r w:rsidRPr="00C82F27">
              <w:rPr>
                <w:rFonts w:hint="eastAsia"/>
              </w:rPr>
              <w:t>選項</w:t>
            </w:r>
          </w:p>
        </w:tc>
        <w:tc>
          <w:tcPr>
            <w:tcW w:w="2977" w:type="dxa"/>
          </w:tcPr>
          <w:p w14:paraId="4FD32CDC" w14:textId="77777777" w:rsidR="002D58D2" w:rsidRPr="00C82F27" w:rsidRDefault="002D58D2" w:rsidP="0037554B">
            <w:pPr>
              <w:jc w:val="center"/>
            </w:pPr>
            <w:r w:rsidRPr="00C82F27">
              <w:rPr>
                <w:rFonts w:hint="eastAsia"/>
              </w:rPr>
              <w:t>達爾文</w:t>
            </w:r>
          </w:p>
        </w:tc>
        <w:tc>
          <w:tcPr>
            <w:tcW w:w="2835" w:type="dxa"/>
          </w:tcPr>
          <w:p w14:paraId="736CE37D" w14:textId="77777777" w:rsidR="002D58D2" w:rsidRPr="00C82F27" w:rsidRDefault="002D58D2" w:rsidP="0037554B">
            <w:pPr>
              <w:jc w:val="center"/>
            </w:pPr>
            <w:r w:rsidRPr="00C82F27">
              <w:rPr>
                <w:rFonts w:hint="eastAsia"/>
              </w:rPr>
              <w:t>拉馬克</w:t>
            </w:r>
          </w:p>
        </w:tc>
      </w:tr>
      <w:tr w:rsidR="00D4748F" w:rsidRPr="00C82F27" w14:paraId="01937167" w14:textId="77777777" w:rsidTr="00B3255E">
        <w:tc>
          <w:tcPr>
            <w:tcW w:w="3544" w:type="dxa"/>
          </w:tcPr>
          <w:p w14:paraId="096C0646" w14:textId="77777777" w:rsidR="002D58D2" w:rsidRPr="00C82F27" w:rsidRDefault="002D58D2" w:rsidP="002D58D2">
            <w:r w:rsidRPr="00C82F27">
              <w:t>(A)</w:t>
            </w:r>
            <w:r w:rsidRPr="00C82F27">
              <w:rPr>
                <w:rFonts w:hint="eastAsia"/>
              </w:rPr>
              <w:t>中心思想</w:t>
            </w:r>
          </w:p>
        </w:tc>
        <w:tc>
          <w:tcPr>
            <w:tcW w:w="2977" w:type="dxa"/>
          </w:tcPr>
          <w:p w14:paraId="10397337" w14:textId="77777777" w:rsidR="002D58D2" w:rsidRPr="00C82F27" w:rsidRDefault="002D58D2" w:rsidP="0037554B">
            <w:pPr>
              <w:jc w:val="center"/>
            </w:pPr>
            <w:r w:rsidRPr="00C82F27">
              <w:rPr>
                <w:rFonts w:hint="eastAsia"/>
              </w:rPr>
              <w:t>物競天擇</w:t>
            </w:r>
          </w:p>
        </w:tc>
        <w:tc>
          <w:tcPr>
            <w:tcW w:w="2835" w:type="dxa"/>
          </w:tcPr>
          <w:p w14:paraId="0705B8E9" w14:textId="77777777" w:rsidR="002D58D2" w:rsidRPr="00C82F27" w:rsidRDefault="002D58D2" w:rsidP="0037554B">
            <w:pPr>
              <w:jc w:val="center"/>
            </w:pPr>
            <w:proofErr w:type="gramStart"/>
            <w:r w:rsidRPr="00C82F27">
              <w:rPr>
                <w:rFonts w:hint="eastAsia"/>
              </w:rPr>
              <w:t>用進廢</w:t>
            </w:r>
            <w:proofErr w:type="gramEnd"/>
            <w:r w:rsidRPr="00C82F27">
              <w:rPr>
                <w:rFonts w:hint="eastAsia"/>
              </w:rPr>
              <w:t>退</w:t>
            </w:r>
          </w:p>
        </w:tc>
      </w:tr>
      <w:tr w:rsidR="00D4748F" w:rsidRPr="00C82F27" w14:paraId="59C272E8" w14:textId="77777777" w:rsidTr="00B3255E">
        <w:tc>
          <w:tcPr>
            <w:tcW w:w="3544" w:type="dxa"/>
          </w:tcPr>
          <w:p w14:paraId="10723D16" w14:textId="0A7DB87A" w:rsidR="002D58D2" w:rsidRPr="00C82F27" w:rsidRDefault="00315046" w:rsidP="00315046">
            <w:r w:rsidRPr="00C82F27">
              <w:t>(B</w:t>
            </w:r>
            <w:r w:rsidR="00365F42" w:rsidRPr="00C82F27">
              <w:t>)</w:t>
            </w:r>
            <w:r w:rsidRPr="00C82F27">
              <w:rPr>
                <w:rFonts w:hint="eastAsia"/>
              </w:rPr>
              <w:t>生物</w:t>
            </w:r>
            <w:r w:rsidR="00365F42" w:rsidRPr="00C82F27">
              <w:rPr>
                <w:rFonts w:hint="eastAsia"/>
              </w:rPr>
              <w:t>族群</w:t>
            </w:r>
            <w:r w:rsidRPr="00C82F27">
              <w:rPr>
                <w:rFonts w:hint="eastAsia"/>
              </w:rPr>
              <w:t>的性狀</w:t>
            </w:r>
          </w:p>
        </w:tc>
        <w:tc>
          <w:tcPr>
            <w:tcW w:w="2977" w:type="dxa"/>
          </w:tcPr>
          <w:p w14:paraId="099E1F1B" w14:textId="2B14CAFD" w:rsidR="002D58D2" w:rsidRPr="00C82F27" w:rsidRDefault="00751A7D" w:rsidP="0037554B">
            <w:pPr>
              <w:jc w:val="center"/>
            </w:pPr>
            <w:r>
              <w:rPr>
                <w:rFonts w:hint="eastAsia"/>
              </w:rPr>
              <w:t>不</w:t>
            </w:r>
            <w:r w:rsidR="00315046" w:rsidRPr="00C82F27">
              <w:rPr>
                <w:rFonts w:hint="eastAsia"/>
              </w:rPr>
              <w:t>會改變</w:t>
            </w:r>
          </w:p>
        </w:tc>
        <w:tc>
          <w:tcPr>
            <w:tcW w:w="2835" w:type="dxa"/>
          </w:tcPr>
          <w:p w14:paraId="121C10F0" w14:textId="4A8FFF22" w:rsidR="002D58D2" w:rsidRPr="00C82F27" w:rsidRDefault="00315046" w:rsidP="0037554B">
            <w:pPr>
              <w:jc w:val="center"/>
            </w:pPr>
            <w:r w:rsidRPr="00C82F27">
              <w:rPr>
                <w:rFonts w:hint="eastAsia"/>
              </w:rPr>
              <w:t>會改變</w:t>
            </w:r>
          </w:p>
        </w:tc>
      </w:tr>
      <w:tr w:rsidR="00D4748F" w:rsidRPr="00C82F27" w14:paraId="4AD0FBBE" w14:textId="77777777" w:rsidTr="00B3255E">
        <w:tc>
          <w:tcPr>
            <w:tcW w:w="3544" w:type="dxa"/>
          </w:tcPr>
          <w:p w14:paraId="13BF1AD1" w14:textId="04151696" w:rsidR="002D58D2" w:rsidRPr="00C82F27" w:rsidRDefault="002D58D2" w:rsidP="00365F42">
            <w:r w:rsidRPr="00C82F27">
              <w:t>(C)</w:t>
            </w:r>
            <w:r w:rsidR="00365F42" w:rsidRPr="00C82F27">
              <w:rPr>
                <w:rFonts w:hint="eastAsia"/>
              </w:rPr>
              <w:t>造成長頸鹿「</w:t>
            </w:r>
            <w:proofErr w:type="gramStart"/>
            <w:r w:rsidR="00365F42" w:rsidRPr="00C82F27">
              <w:rPr>
                <w:rFonts w:hint="eastAsia"/>
              </w:rPr>
              <w:t>長頸」</w:t>
            </w:r>
            <w:proofErr w:type="gramEnd"/>
            <w:r w:rsidR="00365F42" w:rsidRPr="00C82F27">
              <w:rPr>
                <w:rFonts w:hint="eastAsia"/>
              </w:rPr>
              <w:t>的原因</w:t>
            </w:r>
          </w:p>
        </w:tc>
        <w:tc>
          <w:tcPr>
            <w:tcW w:w="2977" w:type="dxa"/>
          </w:tcPr>
          <w:p w14:paraId="25748EB5" w14:textId="6F52BCD7" w:rsidR="002D58D2" w:rsidRPr="00C82F27" w:rsidRDefault="00365F42" w:rsidP="0037554B">
            <w:pPr>
              <w:jc w:val="center"/>
            </w:pPr>
            <w:r w:rsidRPr="00C82F27">
              <w:rPr>
                <w:rFonts w:hint="eastAsia"/>
              </w:rPr>
              <w:t>先天個體差異和天擇選</w:t>
            </w:r>
            <w:proofErr w:type="gramStart"/>
            <w:r w:rsidRPr="00C82F27">
              <w:rPr>
                <w:rFonts w:hint="eastAsia"/>
              </w:rPr>
              <w:t>汰</w:t>
            </w:r>
            <w:proofErr w:type="gramEnd"/>
            <w:r w:rsidRPr="00C82F27">
              <w:rPr>
                <w:rFonts w:hint="eastAsia"/>
              </w:rPr>
              <w:t>的結果</w:t>
            </w:r>
          </w:p>
        </w:tc>
        <w:tc>
          <w:tcPr>
            <w:tcW w:w="2835" w:type="dxa"/>
          </w:tcPr>
          <w:p w14:paraId="039373E0" w14:textId="61008E40" w:rsidR="002D58D2" w:rsidRPr="00C82F27" w:rsidRDefault="00365F42" w:rsidP="0037554B">
            <w:pPr>
              <w:jc w:val="center"/>
            </w:pPr>
            <w:r w:rsidRPr="00C82F27">
              <w:rPr>
                <w:rFonts w:hint="eastAsia"/>
              </w:rPr>
              <w:t>通過個體的努力，造成</w:t>
            </w:r>
            <w:proofErr w:type="gramStart"/>
            <w:r w:rsidRPr="00C82F27">
              <w:rPr>
                <w:rFonts w:hint="eastAsia"/>
              </w:rPr>
              <w:t>長頸，</w:t>
            </w:r>
            <w:proofErr w:type="gramEnd"/>
            <w:r w:rsidRPr="00C82F27">
              <w:rPr>
                <w:rFonts w:hint="eastAsia"/>
              </w:rPr>
              <w:t>並遺傳</w:t>
            </w:r>
            <w:r w:rsidR="00B3255E">
              <w:rPr>
                <w:rFonts w:hint="eastAsia"/>
              </w:rPr>
              <w:t>給</w:t>
            </w:r>
            <w:r w:rsidRPr="00C82F27">
              <w:rPr>
                <w:rFonts w:hint="eastAsia"/>
              </w:rPr>
              <w:t>後代</w:t>
            </w:r>
          </w:p>
        </w:tc>
      </w:tr>
      <w:tr w:rsidR="00D4748F" w:rsidRPr="00C82F27" w14:paraId="17EED158" w14:textId="77777777" w:rsidTr="00B3255E">
        <w:tc>
          <w:tcPr>
            <w:tcW w:w="3544" w:type="dxa"/>
          </w:tcPr>
          <w:p w14:paraId="4E5677AC" w14:textId="1D16B388" w:rsidR="00365F42" w:rsidRPr="00C82F27" w:rsidRDefault="00365F42" w:rsidP="00365F42">
            <w:r w:rsidRPr="00C82F27">
              <w:t>(D)</w:t>
            </w:r>
            <w:r w:rsidRPr="00C82F27">
              <w:rPr>
                <w:rFonts w:hint="eastAsia"/>
              </w:rPr>
              <w:t>遺傳觀念</w:t>
            </w:r>
          </w:p>
        </w:tc>
        <w:tc>
          <w:tcPr>
            <w:tcW w:w="2977" w:type="dxa"/>
          </w:tcPr>
          <w:p w14:paraId="6639DE8B" w14:textId="4766FAE7" w:rsidR="00365F42" w:rsidRPr="00C82F27" w:rsidRDefault="00955DA3" w:rsidP="0037554B">
            <w:pPr>
              <w:jc w:val="center"/>
            </w:pPr>
            <w:r w:rsidRPr="00C82F27">
              <w:rPr>
                <w:rFonts w:hint="eastAsia"/>
              </w:rPr>
              <w:t>後天獲得的性狀</w:t>
            </w:r>
            <w:r>
              <w:rPr>
                <w:rFonts w:hint="eastAsia"/>
              </w:rPr>
              <w:t>不能</w:t>
            </w:r>
            <w:r w:rsidRPr="00C82F27">
              <w:rPr>
                <w:rFonts w:hint="eastAsia"/>
              </w:rPr>
              <w:t>遺傳</w:t>
            </w:r>
          </w:p>
        </w:tc>
        <w:tc>
          <w:tcPr>
            <w:tcW w:w="2835" w:type="dxa"/>
          </w:tcPr>
          <w:p w14:paraId="551B6B43" w14:textId="3383C3F0" w:rsidR="00365F42" w:rsidRPr="00C82F27" w:rsidRDefault="00751A7D" w:rsidP="0037554B">
            <w:pPr>
              <w:jc w:val="center"/>
            </w:pPr>
            <w:r w:rsidRPr="00C82F27">
              <w:rPr>
                <w:rFonts w:hint="eastAsia"/>
              </w:rPr>
              <w:t>後天獲得的性狀可</w:t>
            </w:r>
            <w:r w:rsidR="00B3255E">
              <w:rPr>
                <w:rFonts w:hint="eastAsia"/>
              </w:rPr>
              <w:t>以</w:t>
            </w:r>
            <w:r w:rsidRPr="00C82F27">
              <w:rPr>
                <w:rFonts w:hint="eastAsia"/>
              </w:rPr>
              <w:t>遺傳</w:t>
            </w:r>
          </w:p>
        </w:tc>
      </w:tr>
      <w:tr w:rsidR="00D4748F" w:rsidRPr="00C82F27" w14:paraId="6C4829FE" w14:textId="77777777" w:rsidTr="00B3255E">
        <w:tc>
          <w:tcPr>
            <w:tcW w:w="3544" w:type="dxa"/>
          </w:tcPr>
          <w:p w14:paraId="3FE1D4F1" w14:textId="5285D251" w:rsidR="00365F42" w:rsidRPr="00C82F27" w:rsidRDefault="00365F42" w:rsidP="00365F42">
            <w:r w:rsidRPr="00C82F27">
              <w:t>(E)</w:t>
            </w:r>
            <w:r w:rsidRPr="00C82F27">
              <w:rPr>
                <w:rFonts w:hint="eastAsia"/>
              </w:rPr>
              <w:t>演化的單位</w:t>
            </w:r>
          </w:p>
        </w:tc>
        <w:tc>
          <w:tcPr>
            <w:tcW w:w="2977" w:type="dxa"/>
          </w:tcPr>
          <w:p w14:paraId="55B2EF53" w14:textId="03E2307B" w:rsidR="00365F42" w:rsidRPr="00C82F27" w:rsidRDefault="00D4748F" w:rsidP="0037554B">
            <w:pPr>
              <w:jc w:val="center"/>
            </w:pPr>
            <w:r w:rsidRPr="00C82F27">
              <w:rPr>
                <w:rFonts w:hint="eastAsia"/>
              </w:rPr>
              <w:t>個體</w:t>
            </w:r>
          </w:p>
        </w:tc>
        <w:tc>
          <w:tcPr>
            <w:tcW w:w="2835" w:type="dxa"/>
          </w:tcPr>
          <w:p w14:paraId="4C9431D2" w14:textId="43C543A1" w:rsidR="00365F42" w:rsidRPr="00C82F27" w:rsidRDefault="00365F42" w:rsidP="0037554B">
            <w:pPr>
              <w:jc w:val="center"/>
            </w:pPr>
            <w:r w:rsidRPr="00C82F27">
              <w:rPr>
                <w:rFonts w:hint="eastAsia"/>
              </w:rPr>
              <w:t>個體</w:t>
            </w:r>
          </w:p>
        </w:tc>
      </w:tr>
    </w:tbl>
    <w:p w14:paraId="293CD78F" w14:textId="5718F595" w:rsidR="0050308D" w:rsidRDefault="00250AA2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945FDF">
        <w:rPr>
          <w:rFonts w:hint="eastAsia"/>
        </w:rPr>
        <w:t>下列哪些可用來</w:t>
      </w:r>
      <w:r w:rsidR="00945FDF" w:rsidRPr="00945FDF">
        <w:rPr>
          <w:rFonts w:hint="eastAsia"/>
        </w:rPr>
        <w:t>作為</w:t>
      </w:r>
      <w:r w:rsidRPr="00945FDF">
        <w:rPr>
          <w:rFonts w:hint="eastAsia"/>
        </w:rPr>
        <w:t>物種間親緣關係</w:t>
      </w:r>
      <w:r w:rsidR="00945FDF" w:rsidRPr="00945FDF">
        <w:rPr>
          <w:rFonts w:hint="eastAsia"/>
        </w:rPr>
        <w:t>的依據</w:t>
      </w:r>
      <w:r w:rsidRPr="00945FDF">
        <w:rPr>
          <w:rFonts w:hint="eastAsia"/>
        </w:rPr>
        <w:t xml:space="preserve">？　</w:t>
      </w:r>
      <w:r w:rsidRPr="00945FDF">
        <w:rPr>
          <w:rFonts w:hint="eastAsia"/>
        </w:rPr>
        <w:t>(A)</w:t>
      </w:r>
      <w:r w:rsidRPr="00945FDF">
        <w:rPr>
          <w:rFonts w:hint="eastAsia"/>
        </w:rPr>
        <w:t xml:space="preserve">胚胎發育過程愈相似，親緣關係接近　</w:t>
      </w:r>
      <w:r w:rsidRPr="00945FDF">
        <w:rPr>
          <w:rFonts w:hint="eastAsia"/>
        </w:rPr>
        <w:t>(B)</w:t>
      </w:r>
      <w:r w:rsidRPr="00945FDF">
        <w:rPr>
          <w:rFonts w:hint="eastAsia"/>
        </w:rPr>
        <w:t>具</w:t>
      </w:r>
      <w:r w:rsidRPr="00C82F27">
        <w:rPr>
          <w:rFonts w:hint="eastAsia"/>
        </w:rPr>
        <w:t>有</w:t>
      </w:r>
      <w:r w:rsidR="0003133D" w:rsidRPr="00C82F27">
        <w:rPr>
          <w:rFonts w:hint="eastAsia"/>
        </w:rPr>
        <w:t>功能</w:t>
      </w:r>
      <w:r w:rsidR="0003133D">
        <w:rPr>
          <w:rFonts w:hint="eastAsia"/>
        </w:rPr>
        <w:t>愈</w:t>
      </w:r>
      <w:r w:rsidRPr="00C82F27">
        <w:rPr>
          <w:rFonts w:hint="eastAsia"/>
        </w:rPr>
        <w:t>相同的</w:t>
      </w:r>
      <w:r w:rsidR="00D268A9">
        <w:rPr>
          <w:rFonts w:hint="eastAsia"/>
        </w:rPr>
        <w:t>同功</w:t>
      </w:r>
      <w:r w:rsidRPr="00C82F27">
        <w:rPr>
          <w:rFonts w:hint="eastAsia"/>
        </w:rPr>
        <w:t>器官，親緣關係</w:t>
      </w:r>
      <w:r w:rsidR="0003133D">
        <w:rPr>
          <w:rFonts w:hint="eastAsia"/>
        </w:rPr>
        <w:t>愈</w:t>
      </w:r>
      <w:r w:rsidRPr="00C82F27">
        <w:rPr>
          <w:rFonts w:hint="eastAsia"/>
        </w:rPr>
        <w:t xml:space="preserve">接近　</w:t>
      </w:r>
      <w:r w:rsidRPr="00C82F27">
        <w:rPr>
          <w:rFonts w:hint="eastAsia"/>
        </w:rPr>
        <w:t>(C)</w:t>
      </w:r>
      <w:proofErr w:type="gramStart"/>
      <w:r w:rsidRPr="00C82F27">
        <w:rPr>
          <w:rFonts w:hint="eastAsia"/>
        </w:rPr>
        <w:t>棲地</w:t>
      </w:r>
      <w:r w:rsidR="0003133D">
        <w:rPr>
          <w:rFonts w:hint="eastAsia"/>
        </w:rPr>
        <w:t>愈</w:t>
      </w:r>
      <w:r w:rsidRPr="00C82F27">
        <w:rPr>
          <w:rFonts w:hint="eastAsia"/>
        </w:rPr>
        <w:t>相同</w:t>
      </w:r>
      <w:proofErr w:type="gramEnd"/>
      <w:r w:rsidRPr="00C82F27">
        <w:rPr>
          <w:rFonts w:hint="eastAsia"/>
        </w:rPr>
        <w:t>的物種，親緣關係</w:t>
      </w:r>
      <w:r w:rsidR="0003133D">
        <w:rPr>
          <w:rFonts w:hint="eastAsia"/>
        </w:rPr>
        <w:t>愈</w:t>
      </w:r>
      <w:r w:rsidRPr="00C82F27">
        <w:rPr>
          <w:rFonts w:hint="eastAsia"/>
        </w:rPr>
        <w:t xml:space="preserve">接近　</w:t>
      </w:r>
      <w:r w:rsidRPr="00C82F27">
        <w:rPr>
          <w:rFonts w:hint="eastAsia"/>
        </w:rPr>
        <w:t>(D)</w:t>
      </w:r>
      <w:r w:rsidRPr="00C82F27">
        <w:rPr>
          <w:rFonts w:hint="eastAsia"/>
        </w:rPr>
        <w:t>蛋白質</w:t>
      </w:r>
      <w:r w:rsidR="0003133D">
        <w:rPr>
          <w:rFonts w:hint="eastAsia"/>
        </w:rPr>
        <w:t>胺基酸</w:t>
      </w:r>
      <w:r w:rsidRPr="00C82F27">
        <w:rPr>
          <w:rFonts w:hint="eastAsia"/>
        </w:rPr>
        <w:t>序列愈相似，親緣關係</w:t>
      </w:r>
      <w:r w:rsidR="0003133D">
        <w:rPr>
          <w:rFonts w:hint="eastAsia"/>
        </w:rPr>
        <w:t>愈</w:t>
      </w:r>
      <w:r w:rsidRPr="00C82F27">
        <w:rPr>
          <w:rFonts w:hint="eastAsia"/>
        </w:rPr>
        <w:t xml:space="preserve">接近　</w:t>
      </w:r>
      <w:r w:rsidRPr="00C82F27">
        <w:rPr>
          <w:rFonts w:hint="eastAsia"/>
        </w:rPr>
        <w:t>(E)</w:t>
      </w:r>
      <w:r w:rsidRPr="00C82F27">
        <w:rPr>
          <w:rFonts w:hint="eastAsia"/>
        </w:rPr>
        <w:t>痕跡構造雖退化，亦可作為</w:t>
      </w:r>
      <w:r w:rsidR="0003133D" w:rsidRPr="00C82F27">
        <w:rPr>
          <w:rFonts w:hint="eastAsia"/>
        </w:rPr>
        <w:t>親緣關係</w:t>
      </w:r>
      <w:r w:rsidRPr="00C82F27">
        <w:rPr>
          <w:rFonts w:hint="eastAsia"/>
        </w:rPr>
        <w:t>的依據。</w:t>
      </w:r>
    </w:p>
    <w:p w14:paraId="5F01553D" w14:textId="739235EF" w:rsidR="0050308D" w:rsidRPr="0050308D" w:rsidRDefault="0050308D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50308D">
        <w:rPr>
          <w:rFonts w:cs="Times New Roman"/>
        </w:rPr>
        <w:t>下列有關生物演化的敘述，何者正確？</w:t>
      </w:r>
      <w:r w:rsidRPr="0050308D">
        <w:rPr>
          <w:rFonts w:cs="Times New Roman" w:hint="eastAsia"/>
        </w:rPr>
        <w:t xml:space="preserve"> </w:t>
      </w:r>
      <w:r w:rsidRPr="0050308D">
        <w:rPr>
          <w:rFonts w:cs="Times New Roman"/>
        </w:rPr>
        <w:t>(A)</w:t>
      </w:r>
      <w:r w:rsidRPr="0050308D">
        <w:rPr>
          <w:rFonts w:cs="Times New Roman"/>
        </w:rPr>
        <w:t xml:space="preserve">天擇是一種隨機現象　</w:t>
      </w:r>
      <w:r w:rsidRPr="0050308D">
        <w:rPr>
          <w:rFonts w:cs="Times New Roman"/>
        </w:rPr>
        <w:t>(B)</w:t>
      </w:r>
      <w:proofErr w:type="gramStart"/>
      <w:r w:rsidRPr="0050308D">
        <w:rPr>
          <w:rFonts w:cs="Times New Roman"/>
        </w:rPr>
        <w:t>個體間有遺傳</w:t>
      </w:r>
      <w:proofErr w:type="gramEnd"/>
      <w:r w:rsidRPr="0050308D">
        <w:rPr>
          <w:rFonts w:cs="Times New Roman"/>
        </w:rPr>
        <w:t>變異，才</w:t>
      </w:r>
      <w:r w:rsidRPr="0050308D">
        <w:rPr>
          <w:rFonts w:cs="Times New Roman" w:hint="eastAsia"/>
        </w:rPr>
        <w:t>能</w:t>
      </w:r>
      <w:r w:rsidRPr="0050308D">
        <w:rPr>
          <w:rFonts w:cs="Times New Roman"/>
        </w:rPr>
        <w:t xml:space="preserve">物競天擇　</w:t>
      </w:r>
      <w:r w:rsidRPr="0050308D">
        <w:rPr>
          <w:rFonts w:cs="Times New Roman"/>
        </w:rPr>
        <w:t>(C)</w:t>
      </w:r>
      <w:r w:rsidRPr="0050308D">
        <w:rPr>
          <w:rFonts w:cs="Times New Roman" w:hint="eastAsia"/>
        </w:rPr>
        <w:t>遺傳變異決定演化的方向</w:t>
      </w:r>
      <w:r w:rsidRPr="0050308D">
        <w:rPr>
          <w:rFonts w:cs="Times New Roman"/>
        </w:rPr>
        <w:t xml:space="preserve">　</w:t>
      </w:r>
      <w:r w:rsidRPr="0050308D">
        <w:rPr>
          <w:rFonts w:cs="Times New Roman"/>
        </w:rPr>
        <w:t>(D)</w:t>
      </w:r>
      <w:r w:rsidRPr="0050308D">
        <w:rPr>
          <w:rFonts w:cs="Times New Roman"/>
        </w:rPr>
        <w:t>個體是演化的</w:t>
      </w:r>
      <w:r w:rsidRPr="0050308D">
        <w:rPr>
          <w:rFonts w:cs="Times New Roman" w:hint="eastAsia"/>
        </w:rPr>
        <w:t>基本</w:t>
      </w:r>
      <w:r w:rsidRPr="0050308D">
        <w:rPr>
          <w:rFonts w:cs="Times New Roman"/>
        </w:rPr>
        <w:t xml:space="preserve">單位　</w:t>
      </w:r>
      <w:r w:rsidRPr="0050308D">
        <w:rPr>
          <w:rFonts w:cs="Times New Roman"/>
        </w:rPr>
        <w:t>(E)</w:t>
      </w:r>
      <w:r w:rsidRPr="0050308D">
        <w:rPr>
          <w:rFonts w:cs="Times New Roman"/>
        </w:rPr>
        <w:t>演化一定使生物由簡單而複雜化。</w:t>
      </w:r>
    </w:p>
    <w:p w14:paraId="3D769360" w14:textId="55DDE92C" w:rsidR="0037554B" w:rsidRPr="00C82F27" w:rsidRDefault="0037554B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cs="Times New Roman"/>
        </w:rPr>
        <w:t>要比較人類和臺灣獼猴及人類和黑猩猩的親緣關係哪</w:t>
      </w:r>
      <w:proofErr w:type="gramStart"/>
      <w:r w:rsidRPr="00C82F27">
        <w:rPr>
          <w:rFonts w:cs="Times New Roman"/>
        </w:rPr>
        <w:t>個</w:t>
      </w:r>
      <w:proofErr w:type="gramEnd"/>
      <w:r w:rsidRPr="00C82F27">
        <w:rPr>
          <w:rFonts w:cs="Times New Roman"/>
        </w:rPr>
        <w:t>較接近，可利用下列何種</w:t>
      </w:r>
      <w:r>
        <w:rPr>
          <w:rFonts w:cs="Times New Roman" w:hint="eastAsia"/>
        </w:rPr>
        <w:t>分子</w:t>
      </w:r>
      <w:r w:rsidRPr="00C82F27">
        <w:rPr>
          <w:rFonts w:cs="Times New Roman"/>
        </w:rPr>
        <w:t>來判別？</w:t>
      </w:r>
      <w:r w:rsidRPr="00C82F27">
        <w:rPr>
          <w:rFonts w:cs="Times New Roman"/>
        </w:rPr>
        <w:t>(A)ATP</w:t>
      </w:r>
      <w:r w:rsidRPr="00C82F27">
        <w:rPr>
          <w:rFonts w:cs="Times New Roman"/>
        </w:rPr>
        <w:t xml:space="preserve">　</w:t>
      </w:r>
      <w:r w:rsidRPr="00C82F27">
        <w:rPr>
          <w:rFonts w:cs="Times New Roman"/>
          <w:color w:val="000000"/>
        </w:rPr>
        <w:t>(B)</w:t>
      </w:r>
      <w:r w:rsidRPr="00C82F27">
        <w:rPr>
          <w:rFonts w:cs="Times New Roman"/>
        </w:rPr>
        <w:t xml:space="preserve">蛋白質　</w:t>
      </w:r>
      <w:r w:rsidRPr="00C82F27">
        <w:rPr>
          <w:rFonts w:cs="Times New Roman"/>
          <w:color w:val="000000"/>
        </w:rPr>
        <w:t>(C)</w:t>
      </w:r>
      <w:r>
        <w:rPr>
          <w:rFonts w:cs="Times New Roman" w:hint="eastAsia"/>
          <w:color w:val="000000"/>
        </w:rPr>
        <w:t>脂肪酸</w:t>
      </w:r>
      <w:r w:rsidRPr="00C82F27">
        <w:rPr>
          <w:rFonts w:cs="Times New Roman"/>
        </w:rPr>
        <w:t xml:space="preserve">　</w:t>
      </w:r>
      <w:r w:rsidRPr="00C82F27">
        <w:rPr>
          <w:rFonts w:cs="Times New Roman"/>
          <w:color w:val="000000"/>
        </w:rPr>
        <w:t>(D)</w:t>
      </w:r>
      <w:r w:rsidRPr="00C82F27">
        <w:rPr>
          <w:rFonts w:cs="Times New Roman"/>
          <w:w w:val="25"/>
        </w:rPr>
        <w:t xml:space="preserve">　</w:t>
      </w:r>
      <w:r w:rsidRPr="00C82F27">
        <w:rPr>
          <w:rFonts w:cs="Times New Roman"/>
        </w:rPr>
        <w:t>mRNA</w:t>
      </w:r>
      <w:r w:rsidRPr="00C82F27">
        <w:rPr>
          <w:rFonts w:cs="Times New Roman"/>
        </w:rPr>
        <w:t xml:space="preserve">　</w:t>
      </w:r>
      <w:r w:rsidRPr="00C82F27">
        <w:t>(E)</w:t>
      </w:r>
      <w:r w:rsidRPr="00C82F27">
        <w:rPr>
          <w:rFonts w:hint="eastAsia"/>
        </w:rPr>
        <w:t xml:space="preserve"> </w:t>
      </w:r>
      <w:r w:rsidRPr="00C82F27">
        <w:rPr>
          <w:rFonts w:cs="Times New Roman"/>
        </w:rPr>
        <w:t>DNA</w:t>
      </w:r>
      <w:r w:rsidRPr="00C82F27">
        <w:rPr>
          <w:rFonts w:cs="Times New Roman"/>
        </w:rPr>
        <w:t>。</w:t>
      </w:r>
    </w:p>
    <w:p w14:paraId="09008BBE" w14:textId="391D44FC" w:rsidR="0037554B" w:rsidRPr="00C82F27" w:rsidRDefault="0037554B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proofErr w:type="gramStart"/>
      <w:r w:rsidRPr="00C82F27">
        <w:rPr>
          <w:rFonts w:hint="eastAsia"/>
          <w:color w:val="000000"/>
        </w:rPr>
        <w:t>馬和驢交配</w:t>
      </w:r>
      <w:proofErr w:type="gramEnd"/>
      <w:r w:rsidRPr="00C82F27">
        <w:rPr>
          <w:rFonts w:hint="eastAsia"/>
          <w:color w:val="000000"/>
        </w:rPr>
        <w:t>可生下騾，</w:t>
      </w:r>
      <w:proofErr w:type="gramStart"/>
      <w:r w:rsidRPr="00C82F27">
        <w:rPr>
          <w:rFonts w:hint="eastAsia"/>
          <w:color w:val="000000"/>
        </w:rPr>
        <w:t>騾卻沒有</w:t>
      </w:r>
      <w:proofErr w:type="gramEnd"/>
      <w:r w:rsidRPr="00C82F27">
        <w:rPr>
          <w:rFonts w:hint="eastAsia"/>
          <w:color w:val="000000"/>
        </w:rPr>
        <w:t xml:space="preserve">生殖能力，下列敘述何者正確？　</w:t>
      </w:r>
      <w:r w:rsidRPr="00C82F27">
        <w:rPr>
          <w:color w:val="000000"/>
        </w:rPr>
        <w:t>(A)</w:t>
      </w:r>
      <w:r w:rsidRPr="00C82F27">
        <w:rPr>
          <w:rFonts w:hint="eastAsia"/>
          <w:color w:val="000000"/>
        </w:rPr>
        <w:t>馬</w:t>
      </w:r>
      <w:proofErr w:type="gramStart"/>
      <w:r w:rsidRPr="00C82F27">
        <w:rPr>
          <w:rFonts w:hint="eastAsia"/>
          <w:color w:val="000000"/>
        </w:rPr>
        <w:t>和驢在</w:t>
      </w:r>
      <w:proofErr w:type="gramEnd"/>
      <w:r w:rsidRPr="00C82F27">
        <w:rPr>
          <w:rFonts w:hint="eastAsia"/>
          <w:color w:val="000000"/>
        </w:rPr>
        <w:t xml:space="preserve">生物學上屬於不同物種　</w:t>
      </w:r>
      <w:r w:rsidRPr="00C82F27">
        <w:rPr>
          <w:color w:val="000000"/>
        </w:rPr>
        <w:t>(B)</w:t>
      </w:r>
      <w:proofErr w:type="gramStart"/>
      <w:r w:rsidRPr="00C82F27">
        <w:rPr>
          <w:rFonts w:hint="eastAsia"/>
          <w:color w:val="000000"/>
        </w:rPr>
        <w:t>騾的細胞</w:t>
      </w:r>
      <w:proofErr w:type="gramEnd"/>
      <w:r w:rsidRPr="00C82F27">
        <w:rPr>
          <w:rFonts w:hint="eastAsia"/>
          <w:color w:val="000000"/>
        </w:rPr>
        <w:t>中有</w:t>
      </w:r>
      <w:r w:rsidRPr="00C82F27">
        <w:rPr>
          <w:color w:val="000000"/>
        </w:rPr>
        <w:t>1/2</w:t>
      </w:r>
      <w:r w:rsidRPr="00C82F27">
        <w:rPr>
          <w:rFonts w:hint="eastAsia"/>
          <w:color w:val="000000"/>
        </w:rPr>
        <w:t>馬的染色體及</w:t>
      </w:r>
      <w:r w:rsidRPr="00C82F27">
        <w:rPr>
          <w:color w:val="000000"/>
        </w:rPr>
        <w:t>1/2</w:t>
      </w:r>
      <w:r w:rsidRPr="00C82F27">
        <w:rPr>
          <w:rFonts w:hint="eastAsia"/>
          <w:color w:val="000000"/>
        </w:rPr>
        <w:t xml:space="preserve">驢的染色體　</w:t>
      </w:r>
      <w:r w:rsidRPr="00C82F27">
        <w:rPr>
          <w:color w:val="000000"/>
        </w:rPr>
        <w:t>(C)</w:t>
      </w:r>
      <w:proofErr w:type="gramStart"/>
      <w:r w:rsidRPr="00C82F27">
        <w:rPr>
          <w:rFonts w:hint="eastAsia"/>
          <w:color w:val="000000"/>
        </w:rPr>
        <w:t>騾的細胞</w:t>
      </w:r>
      <w:proofErr w:type="gramEnd"/>
      <w:r w:rsidRPr="00C82F27">
        <w:rPr>
          <w:rFonts w:hint="eastAsia"/>
          <w:color w:val="000000"/>
        </w:rPr>
        <w:t>減數分裂有</w:t>
      </w:r>
      <w:proofErr w:type="gramStart"/>
      <w:r w:rsidRPr="00C82F27">
        <w:rPr>
          <w:rFonts w:hint="eastAsia"/>
          <w:color w:val="000000"/>
        </w:rPr>
        <w:t xml:space="preserve">困難　</w:t>
      </w:r>
      <w:proofErr w:type="gramEnd"/>
      <w:r w:rsidRPr="00C82F27">
        <w:rPr>
          <w:color w:val="000000"/>
        </w:rPr>
        <w:t>(D)</w:t>
      </w:r>
      <w:proofErr w:type="gramStart"/>
      <w:r w:rsidRPr="00C82F27">
        <w:rPr>
          <w:rFonts w:hint="eastAsia"/>
          <w:color w:val="000000"/>
        </w:rPr>
        <w:t>騾的細胞</w:t>
      </w:r>
      <w:proofErr w:type="gramEnd"/>
      <w:r w:rsidRPr="00C82F27">
        <w:rPr>
          <w:rFonts w:hint="eastAsia"/>
          <w:color w:val="000000"/>
        </w:rPr>
        <w:t>有絲分裂有</w:t>
      </w:r>
      <w:proofErr w:type="gramStart"/>
      <w:r w:rsidRPr="00C82F27">
        <w:rPr>
          <w:rFonts w:hint="eastAsia"/>
          <w:color w:val="000000"/>
        </w:rPr>
        <w:t xml:space="preserve">困難　</w:t>
      </w:r>
      <w:proofErr w:type="gramEnd"/>
      <w:r w:rsidRPr="00C82F27">
        <w:rPr>
          <w:color w:val="000000"/>
        </w:rPr>
        <w:t>(E)</w:t>
      </w:r>
      <w:proofErr w:type="gramStart"/>
      <w:r w:rsidRPr="00C82F27">
        <w:rPr>
          <w:rFonts w:hint="eastAsia"/>
          <w:color w:val="000000"/>
        </w:rPr>
        <w:t>馬和驢之間</w:t>
      </w:r>
      <w:proofErr w:type="gramEnd"/>
      <w:r w:rsidRPr="00C82F27">
        <w:rPr>
          <w:rFonts w:hint="eastAsia"/>
          <w:color w:val="000000"/>
        </w:rPr>
        <w:t>已產生生殖隔離。</w:t>
      </w:r>
    </w:p>
    <w:p w14:paraId="355A50EE" w14:textId="00E80271" w:rsidR="006D0B23" w:rsidRPr="00C82F27" w:rsidRDefault="002B25E8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hint="eastAsia"/>
          <w:color w:val="000000"/>
        </w:rPr>
        <w:t>對真細菌、古細菌和真核細胞的比較，下列何者正確？</w:t>
      </w:r>
      <w:r w:rsidRPr="00C82F27">
        <w:rPr>
          <w:color w:val="000000"/>
        </w:rPr>
        <w:br/>
      </w:r>
      <w:bookmarkStart w:id="2" w:name="_MON_1456970944"/>
      <w:bookmarkStart w:id="3" w:name="_MON_1456970948"/>
      <w:bookmarkStart w:id="4" w:name="_MON_1456971033"/>
      <w:bookmarkStart w:id="5" w:name="_MON_1456940689"/>
      <w:bookmarkEnd w:id="2"/>
      <w:bookmarkEnd w:id="3"/>
      <w:bookmarkEnd w:id="4"/>
      <w:bookmarkEnd w:id="5"/>
      <w:bookmarkStart w:id="6" w:name="_MON_1456970822"/>
      <w:bookmarkEnd w:id="6"/>
      <w:r w:rsidR="00473A28" w:rsidRPr="00C82F27">
        <w:rPr>
          <w:color w:val="000000"/>
        </w:rPr>
        <w:object w:dxaOrig="6700" w:dyaOrig="2600" w14:anchorId="6CFDD7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5.55pt;height:129.45pt" o:ole="">
            <v:imagedata r:id="rId12" o:title=""/>
          </v:shape>
          <o:OLEObject Type="Embed" ProgID="Word.Document.8" ShapeID="_x0000_i1025" DrawAspect="Content" ObjectID="_1583568583" r:id="rId13">
            <o:FieldCodes>\s</o:FieldCodes>
          </o:OLEObject>
        </w:object>
      </w:r>
      <w:r w:rsidR="00DA0B50" w:rsidRPr="00C82F27">
        <w:rPr>
          <w:rFonts w:cs="Times New Roman"/>
          <w:color w:val="FF0000"/>
        </w:rPr>
        <w:t xml:space="preserve"> </w:t>
      </w:r>
    </w:p>
    <w:p w14:paraId="4FD02E43" w14:textId="564FD2D7" w:rsidR="00D716FA" w:rsidRPr="00C82F27" w:rsidRDefault="00153597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hint="eastAsia"/>
          <w:color w:val="000000"/>
        </w:rPr>
        <w:t>生物的</w:t>
      </w:r>
      <w:r w:rsidR="00D716FA" w:rsidRPr="00C82F27">
        <w:rPr>
          <w:rFonts w:hint="eastAsia"/>
          <w:color w:val="000000"/>
        </w:rPr>
        <w:t>遺傳變異</w:t>
      </w:r>
      <w:r w:rsidRPr="00C82F27">
        <w:rPr>
          <w:rFonts w:hint="eastAsia"/>
          <w:color w:val="000000"/>
        </w:rPr>
        <w:t>是天擇</w:t>
      </w:r>
      <w:r w:rsidR="00D716FA" w:rsidRPr="00C82F27">
        <w:rPr>
          <w:rFonts w:hint="eastAsia"/>
          <w:color w:val="000000"/>
        </w:rPr>
        <w:t>的</w:t>
      </w:r>
      <w:r w:rsidRPr="00C82F27">
        <w:rPr>
          <w:rFonts w:hint="eastAsia"/>
          <w:color w:val="000000"/>
        </w:rPr>
        <w:t>先決條件，</w:t>
      </w:r>
      <w:r w:rsidR="00D716FA" w:rsidRPr="00C82F27">
        <w:rPr>
          <w:rFonts w:hint="eastAsia"/>
          <w:color w:val="000000"/>
        </w:rPr>
        <w:t>下列有關遺傳變異的敘述，</w:t>
      </w:r>
      <w:r w:rsidRPr="00C82F27">
        <w:rPr>
          <w:rFonts w:hint="eastAsia"/>
          <w:color w:val="000000"/>
        </w:rPr>
        <w:t>何者</w:t>
      </w:r>
      <w:r w:rsidR="00D716FA" w:rsidRPr="00C82F27">
        <w:rPr>
          <w:rFonts w:hint="eastAsia"/>
          <w:color w:val="000000"/>
        </w:rPr>
        <w:t>正確？</w:t>
      </w:r>
      <w:r w:rsidR="00D716FA" w:rsidRPr="00C82F27">
        <w:rPr>
          <w:color w:val="000000"/>
        </w:rPr>
        <w:t>(A)</w:t>
      </w:r>
      <w:r w:rsidRPr="00C82F27">
        <w:rPr>
          <w:rFonts w:hint="eastAsia"/>
          <w:color w:val="000000"/>
        </w:rPr>
        <w:t>遺傳變異的主要來源是突變</w:t>
      </w:r>
      <w:r w:rsidR="00D716FA" w:rsidRPr="00C82F27">
        <w:rPr>
          <w:rFonts w:hint="eastAsia"/>
          <w:color w:val="000000"/>
        </w:rPr>
        <w:t xml:space="preserve">　</w:t>
      </w:r>
      <w:r w:rsidR="00D716FA" w:rsidRPr="00C82F27">
        <w:rPr>
          <w:color w:val="000000"/>
        </w:rPr>
        <w:t>(B)</w:t>
      </w:r>
      <w:r w:rsidRPr="00C82F27">
        <w:rPr>
          <w:rFonts w:hint="eastAsia"/>
          <w:color w:val="000000"/>
        </w:rPr>
        <w:t>天擇的</w:t>
      </w:r>
      <w:r w:rsidR="00256CC6" w:rsidRPr="00C82F27">
        <w:rPr>
          <w:rFonts w:hint="eastAsia"/>
          <w:color w:val="000000"/>
        </w:rPr>
        <w:t>壓力愈大，突變的機率愈高</w:t>
      </w:r>
      <w:r w:rsidR="00D716FA" w:rsidRPr="00C82F27">
        <w:rPr>
          <w:rFonts w:hint="eastAsia"/>
          <w:color w:val="000000"/>
        </w:rPr>
        <w:t xml:space="preserve">　</w:t>
      </w:r>
      <w:r w:rsidR="00D716FA" w:rsidRPr="00C82F27">
        <w:rPr>
          <w:color w:val="000000"/>
        </w:rPr>
        <w:t>(C)</w:t>
      </w:r>
      <w:r w:rsidR="00256CC6" w:rsidRPr="00C82F27">
        <w:rPr>
          <w:rFonts w:hint="eastAsia"/>
          <w:color w:val="000000"/>
        </w:rPr>
        <w:t>減數分裂有利於遺傳變異的產生</w:t>
      </w:r>
      <w:r w:rsidR="00D716FA" w:rsidRPr="00C82F27">
        <w:rPr>
          <w:rFonts w:hint="eastAsia"/>
          <w:color w:val="000000"/>
        </w:rPr>
        <w:t xml:space="preserve">　</w:t>
      </w:r>
      <w:r w:rsidR="00D716FA" w:rsidRPr="00C82F27">
        <w:rPr>
          <w:color w:val="000000"/>
        </w:rPr>
        <w:t>(D)</w:t>
      </w:r>
      <w:r w:rsidR="00256CC6" w:rsidRPr="00C82F27">
        <w:rPr>
          <w:rFonts w:hint="eastAsia"/>
          <w:color w:val="000000"/>
        </w:rPr>
        <w:t>受精</w:t>
      </w:r>
      <w:r w:rsidR="00256CC6" w:rsidRPr="00C82F27">
        <w:rPr>
          <w:rFonts w:hint="eastAsia"/>
          <w:color w:val="000000"/>
        </w:rPr>
        <w:lastRenderedPageBreak/>
        <w:t>作用造成遺傳重組，增加後代遺傳變異</w:t>
      </w:r>
      <w:r w:rsidR="00D716FA" w:rsidRPr="00C82F27">
        <w:rPr>
          <w:rFonts w:hint="eastAsia"/>
          <w:color w:val="000000"/>
        </w:rPr>
        <w:t xml:space="preserve">　</w:t>
      </w:r>
      <w:r w:rsidR="00D716FA" w:rsidRPr="00C82F27">
        <w:rPr>
          <w:color w:val="000000"/>
        </w:rPr>
        <w:t>(E)</w:t>
      </w:r>
      <w:r w:rsidR="00256CC6" w:rsidRPr="00C82F27">
        <w:rPr>
          <w:rFonts w:hint="eastAsia"/>
          <w:color w:val="000000"/>
        </w:rPr>
        <w:t>突變大多不利，</w:t>
      </w:r>
      <w:r w:rsidR="0054080A">
        <w:rPr>
          <w:rFonts w:hint="eastAsia"/>
          <w:color w:val="000000"/>
        </w:rPr>
        <w:t>故</w:t>
      </w:r>
      <w:r w:rsidR="00256CC6" w:rsidRPr="00C82F27">
        <w:rPr>
          <w:rFonts w:hint="eastAsia"/>
          <w:color w:val="000000"/>
        </w:rPr>
        <w:t>在演化上不重要</w:t>
      </w:r>
      <w:r w:rsidR="00D716FA" w:rsidRPr="00C82F27">
        <w:rPr>
          <w:rFonts w:hint="eastAsia"/>
          <w:color w:val="000000"/>
        </w:rPr>
        <w:t>。</w:t>
      </w:r>
    </w:p>
    <w:p w14:paraId="6CC7B022" w14:textId="0BB8057F" w:rsidR="005376A2" w:rsidRPr="005376A2" w:rsidRDefault="00D37849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C82F27">
        <w:rPr>
          <w:rFonts w:hint="eastAsia"/>
          <w:color w:val="000000" w:themeColor="text1"/>
        </w:rPr>
        <w:t>依據三域說或</w:t>
      </w:r>
      <w:r w:rsidR="00D55398" w:rsidRPr="00C82F27">
        <w:rPr>
          <w:rFonts w:hint="eastAsia"/>
          <w:color w:val="000000" w:themeColor="text1"/>
        </w:rPr>
        <w:t>六</w:t>
      </w:r>
      <w:r w:rsidRPr="00C82F27">
        <w:rPr>
          <w:rFonts w:hint="eastAsia"/>
          <w:color w:val="000000" w:themeColor="text1"/>
        </w:rPr>
        <w:t>界說的</w:t>
      </w:r>
      <w:r w:rsidR="00D55398" w:rsidRPr="00C82F27">
        <w:rPr>
          <w:rFonts w:hint="eastAsia"/>
          <w:color w:val="000000" w:themeColor="text1"/>
        </w:rPr>
        <w:t>分</w:t>
      </w:r>
      <w:r w:rsidRPr="00C82F27">
        <w:rPr>
          <w:rFonts w:hint="eastAsia"/>
          <w:color w:val="000000" w:themeColor="text1"/>
        </w:rPr>
        <w:t>類系統，下列</w:t>
      </w:r>
      <w:r w:rsidR="00D55398" w:rsidRPr="00C82F27">
        <w:rPr>
          <w:rFonts w:hint="eastAsia"/>
          <w:color w:val="000000" w:themeColor="text1"/>
        </w:rPr>
        <w:t>各種</w:t>
      </w:r>
      <w:r w:rsidRPr="00C82F27">
        <w:rPr>
          <w:rFonts w:hint="eastAsia"/>
          <w:color w:val="000000" w:themeColor="text1"/>
        </w:rPr>
        <w:t>生物</w:t>
      </w:r>
      <w:r w:rsidR="00D55398" w:rsidRPr="00C82F27">
        <w:rPr>
          <w:rFonts w:hint="eastAsia"/>
          <w:color w:val="000000" w:themeColor="text1"/>
        </w:rPr>
        <w:t>的</w:t>
      </w:r>
      <w:r w:rsidRPr="00C82F27">
        <w:rPr>
          <w:rFonts w:hint="eastAsia"/>
          <w:color w:val="000000" w:themeColor="text1"/>
        </w:rPr>
        <w:t>歸類，</w:t>
      </w:r>
      <w:r w:rsidR="00D55398" w:rsidRPr="00C82F27">
        <w:rPr>
          <w:rFonts w:hint="eastAsia"/>
          <w:color w:val="000000" w:themeColor="text1"/>
        </w:rPr>
        <w:t>何者</w:t>
      </w:r>
      <w:r w:rsidRPr="00C82F27">
        <w:rPr>
          <w:rFonts w:hint="eastAsia"/>
          <w:color w:val="000000" w:themeColor="text1"/>
        </w:rPr>
        <w:t xml:space="preserve">正確？　</w:t>
      </w:r>
      <w:r w:rsidRPr="00C82F27">
        <w:rPr>
          <w:color w:val="000000" w:themeColor="text1"/>
        </w:rPr>
        <w:t>(A)</w:t>
      </w:r>
      <w:r w:rsidRPr="00C82F27">
        <w:rPr>
          <w:rFonts w:hint="eastAsia"/>
          <w:color w:val="000000" w:themeColor="text1"/>
        </w:rPr>
        <w:t>真細菌</w:t>
      </w:r>
      <w:r w:rsidR="00C8219C">
        <w:rPr>
          <w:rFonts w:hint="eastAsia"/>
          <w:color w:val="000000" w:themeColor="text1"/>
        </w:rPr>
        <w:t>--</w:t>
      </w:r>
      <w:r w:rsidRPr="00C82F27">
        <w:rPr>
          <w:rFonts w:hint="eastAsia"/>
          <w:color w:val="000000" w:themeColor="text1"/>
        </w:rPr>
        <w:t xml:space="preserve">真核生物域　</w:t>
      </w:r>
      <w:r w:rsidRPr="00C82F27">
        <w:rPr>
          <w:color w:val="000000"/>
        </w:rPr>
        <w:t>(B)</w:t>
      </w:r>
      <w:r w:rsidRPr="00C82F27">
        <w:rPr>
          <w:rFonts w:hint="eastAsia"/>
          <w:color w:val="000000"/>
        </w:rPr>
        <w:t>眼蟲</w:t>
      </w:r>
      <w:r w:rsidR="00C8219C">
        <w:rPr>
          <w:rFonts w:hint="eastAsia"/>
          <w:color w:val="000000" w:themeColor="text1"/>
        </w:rPr>
        <w:t>--</w:t>
      </w:r>
      <w:r w:rsidRPr="00C82F27">
        <w:rPr>
          <w:rFonts w:hint="eastAsia"/>
          <w:color w:val="000000"/>
        </w:rPr>
        <w:t xml:space="preserve">動物界　</w:t>
      </w:r>
      <w:r w:rsidRPr="00C82F27">
        <w:rPr>
          <w:color w:val="000000"/>
        </w:rPr>
        <w:t>(C)</w:t>
      </w:r>
      <w:r w:rsidRPr="00C82F27">
        <w:rPr>
          <w:rFonts w:hint="eastAsia"/>
          <w:color w:val="000000"/>
        </w:rPr>
        <w:t>甲烷菌</w:t>
      </w:r>
      <w:r w:rsidR="00C8219C">
        <w:rPr>
          <w:rFonts w:hint="eastAsia"/>
          <w:color w:val="000000" w:themeColor="text1"/>
        </w:rPr>
        <w:t>--</w:t>
      </w:r>
      <w:r w:rsidRPr="00C82F27">
        <w:rPr>
          <w:rFonts w:hint="eastAsia"/>
          <w:color w:val="000000"/>
        </w:rPr>
        <w:t xml:space="preserve">古細菌域　</w:t>
      </w:r>
      <w:r w:rsidRPr="00C82F27">
        <w:rPr>
          <w:color w:val="000000"/>
        </w:rPr>
        <w:t>(D)</w:t>
      </w:r>
      <w:r w:rsidRPr="00C82F27">
        <w:rPr>
          <w:rFonts w:hint="eastAsia"/>
          <w:color w:val="000000"/>
        </w:rPr>
        <w:t>藍綠菌</w:t>
      </w:r>
      <w:r w:rsidR="00C8219C">
        <w:rPr>
          <w:rFonts w:hint="eastAsia"/>
          <w:color w:val="000000" w:themeColor="text1"/>
        </w:rPr>
        <w:t>--</w:t>
      </w:r>
      <w:r w:rsidRPr="00C82F27">
        <w:rPr>
          <w:rFonts w:hint="eastAsia"/>
          <w:color w:val="000000"/>
        </w:rPr>
        <w:t xml:space="preserve">真細菌域　</w:t>
      </w:r>
      <w:r w:rsidRPr="00C82F27">
        <w:rPr>
          <w:color w:val="000000"/>
        </w:rPr>
        <w:t>(E)</w:t>
      </w:r>
      <w:r w:rsidRPr="00C82F27">
        <w:rPr>
          <w:rFonts w:hint="eastAsia"/>
          <w:color w:val="000000"/>
        </w:rPr>
        <w:t>酵母菌</w:t>
      </w:r>
      <w:r w:rsidR="00C8219C">
        <w:rPr>
          <w:rFonts w:hint="eastAsia"/>
          <w:color w:val="000000" w:themeColor="text1"/>
        </w:rPr>
        <w:t>--</w:t>
      </w:r>
      <w:r w:rsidR="00D55398" w:rsidRPr="00C82F27">
        <w:rPr>
          <w:rFonts w:hint="eastAsia"/>
          <w:color w:val="000000"/>
        </w:rPr>
        <w:t>原生生物界</w:t>
      </w:r>
      <w:r w:rsidRPr="00C82F27">
        <w:rPr>
          <w:rFonts w:hint="eastAsia"/>
          <w:color w:val="000000"/>
        </w:rPr>
        <w:t>。</w:t>
      </w:r>
    </w:p>
    <w:p w14:paraId="32FE5B7B" w14:textId="24D6F2AC" w:rsidR="005376A2" w:rsidRPr="005376A2" w:rsidRDefault="005376A2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5376A2">
        <w:rPr>
          <w:rFonts w:hint="eastAsia"/>
          <w:iCs/>
          <w:color w:val="000000"/>
          <w:kern w:val="0"/>
        </w:rPr>
        <w:t>天擇是達爾文演化論的核心，下列哪幾項屬於天擇作用？</w:t>
      </w:r>
      <w:r>
        <w:rPr>
          <w:rFonts w:hint="eastAsia"/>
          <w:iCs/>
          <w:color w:val="000000"/>
          <w:kern w:val="0"/>
        </w:rPr>
        <w:t xml:space="preserve"> </w:t>
      </w:r>
      <w:r w:rsidRPr="005376A2">
        <w:rPr>
          <w:rFonts w:hint="eastAsia"/>
          <w:color w:val="000000"/>
          <w:kern w:val="0"/>
        </w:rPr>
        <w:t>(A)</w:t>
      </w:r>
      <w:r w:rsidRPr="005376A2">
        <w:rPr>
          <w:rFonts w:hint="eastAsia"/>
          <w:iCs/>
          <w:color w:val="000000"/>
          <w:kern w:val="0"/>
        </w:rPr>
        <w:t>無毒蝴蝶的斑紋愈來愈像有毒蝴蝶的斑紋</w:t>
      </w:r>
      <w:r>
        <w:rPr>
          <w:rFonts w:hint="eastAsia"/>
          <w:iCs/>
          <w:color w:val="000000"/>
          <w:kern w:val="0"/>
        </w:rPr>
        <w:t xml:space="preserve">  </w:t>
      </w:r>
      <w:r w:rsidRPr="005376A2">
        <w:rPr>
          <w:rFonts w:hint="eastAsia"/>
          <w:color w:val="000000"/>
          <w:kern w:val="0"/>
        </w:rPr>
        <w:t>(</w:t>
      </w:r>
      <w:r w:rsidRPr="005376A2">
        <w:rPr>
          <w:color w:val="000000"/>
          <w:kern w:val="0"/>
        </w:rPr>
        <w:t>B</w:t>
      </w:r>
      <w:r w:rsidRPr="005376A2">
        <w:rPr>
          <w:rFonts w:hint="eastAsia"/>
          <w:color w:val="000000"/>
          <w:kern w:val="0"/>
        </w:rPr>
        <w:t>)</w:t>
      </w:r>
      <w:r w:rsidRPr="005376A2">
        <w:rPr>
          <w:rFonts w:hint="eastAsia"/>
          <w:iCs/>
          <w:color w:val="000000"/>
          <w:kern w:val="0"/>
        </w:rPr>
        <w:t>花蜂偏好紅花，導致某種植物紅花比例增加</w:t>
      </w:r>
      <w:r>
        <w:rPr>
          <w:rFonts w:hint="eastAsia"/>
          <w:iCs/>
          <w:color w:val="000000"/>
          <w:kern w:val="0"/>
        </w:rPr>
        <w:t xml:space="preserve">  </w:t>
      </w:r>
      <w:r w:rsidRPr="005376A2">
        <w:rPr>
          <w:rFonts w:hint="eastAsia"/>
          <w:color w:val="000000"/>
          <w:kern w:val="0"/>
        </w:rPr>
        <w:t>(</w:t>
      </w:r>
      <w:r w:rsidRPr="005376A2">
        <w:rPr>
          <w:color w:val="000000"/>
          <w:kern w:val="0"/>
        </w:rPr>
        <w:t>C</w:t>
      </w:r>
      <w:r w:rsidRPr="005376A2">
        <w:rPr>
          <w:rFonts w:hint="eastAsia"/>
          <w:color w:val="000000"/>
          <w:kern w:val="0"/>
        </w:rPr>
        <w:t>)</w:t>
      </w:r>
      <w:r w:rsidRPr="005376A2">
        <w:rPr>
          <w:rFonts w:hint="eastAsia"/>
          <w:iCs/>
          <w:color w:val="000000"/>
          <w:kern w:val="0"/>
        </w:rPr>
        <w:t>從前的玉米果粒很小，經多年篩選後才產生現今大果粒的玉米</w:t>
      </w:r>
      <w:r>
        <w:rPr>
          <w:rFonts w:hint="eastAsia"/>
          <w:iCs/>
          <w:color w:val="000000"/>
          <w:kern w:val="0"/>
        </w:rPr>
        <w:t xml:space="preserve">  </w:t>
      </w:r>
      <w:r w:rsidRPr="005376A2">
        <w:rPr>
          <w:rFonts w:hint="eastAsia"/>
          <w:color w:val="000000"/>
          <w:kern w:val="0"/>
        </w:rPr>
        <w:t>(</w:t>
      </w:r>
      <w:r w:rsidRPr="005376A2">
        <w:rPr>
          <w:color w:val="000000"/>
          <w:kern w:val="0"/>
        </w:rPr>
        <w:t>D</w:t>
      </w:r>
      <w:r w:rsidRPr="005376A2">
        <w:rPr>
          <w:rFonts w:hint="eastAsia"/>
          <w:color w:val="000000"/>
          <w:kern w:val="0"/>
        </w:rPr>
        <w:t>)</w:t>
      </w:r>
      <w:r w:rsidRPr="005376A2">
        <w:rPr>
          <w:rFonts w:hint="eastAsia"/>
          <w:iCs/>
          <w:color w:val="000000"/>
          <w:kern w:val="0"/>
        </w:rPr>
        <w:t>年雨量逐年增加使植物果實逐漸變大，食果性鳥類的喙隨之變大</w:t>
      </w:r>
      <w:r>
        <w:rPr>
          <w:rFonts w:hint="eastAsia"/>
        </w:rPr>
        <w:t xml:space="preserve">  </w:t>
      </w:r>
      <w:r w:rsidRPr="005376A2">
        <w:rPr>
          <w:rFonts w:hint="eastAsia"/>
          <w:color w:val="000000"/>
          <w:kern w:val="0"/>
        </w:rPr>
        <w:t>(E)</w:t>
      </w:r>
      <w:r w:rsidRPr="005376A2">
        <w:rPr>
          <w:rFonts w:hint="eastAsia"/>
          <w:iCs/>
          <w:color w:val="000000"/>
          <w:kern w:val="0"/>
        </w:rPr>
        <w:t>同種鳥類在求偶儀式中的行為都非常雷同</w:t>
      </w:r>
      <w:r>
        <w:rPr>
          <w:rFonts w:hint="eastAsia"/>
          <w:iCs/>
          <w:color w:val="000000"/>
          <w:kern w:val="0"/>
        </w:rPr>
        <w:t>。</w:t>
      </w:r>
      <w:r w:rsidRPr="005376A2">
        <w:rPr>
          <w:rFonts w:hint="eastAsia"/>
          <w:iCs/>
          <w:color w:val="000000"/>
          <w:kern w:val="0"/>
        </w:rPr>
        <w:t xml:space="preserve"> </w:t>
      </w:r>
    </w:p>
    <w:p w14:paraId="418E131A" w14:textId="36106275" w:rsidR="002B25E8" w:rsidRPr="00C82F27" w:rsidRDefault="002B25E8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C82F27">
        <w:rPr>
          <w:rFonts w:hint="eastAsia"/>
          <w:color w:val="000000"/>
        </w:rPr>
        <w:t xml:space="preserve">下表為甲、乙、丙三生態系所含的生物種類及個數統計表，下列相關敘述何者正確？　</w:t>
      </w:r>
      <w:r w:rsidRPr="00C82F27">
        <w:rPr>
          <w:color w:val="000000"/>
        </w:rPr>
        <w:t>(A)</w:t>
      </w:r>
      <w:r w:rsidRPr="00C82F27">
        <w:rPr>
          <w:rFonts w:hint="eastAsia"/>
          <w:color w:val="000000"/>
        </w:rPr>
        <w:t>物種均勻度：甲</w:t>
      </w:r>
      <w:r w:rsidRPr="00C82F27">
        <w:rPr>
          <w:color w:val="000000"/>
        </w:rPr>
        <w:t xml:space="preserve"> </w:t>
      </w:r>
      <w:r w:rsidRPr="00C82F27">
        <w:rPr>
          <w:color w:val="000000"/>
        </w:rPr>
        <w:sym w:font="Symbol" w:char="003E"/>
      </w:r>
      <w:r w:rsidRPr="00C82F27">
        <w:rPr>
          <w:color w:val="000000"/>
        </w:rPr>
        <w:t xml:space="preserve"> </w:t>
      </w:r>
      <w:r w:rsidRPr="00C82F27">
        <w:rPr>
          <w:rFonts w:hint="eastAsia"/>
          <w:color w:val="000000"/>
        </w:rPr>
        <w:t xml:space="preserve">乙　</w:t>
      </w:r>
      <w:r w:rsidRPr="00C82F27">
        <w:rPr>
          <w:color w:val="000000"/>
        </w:rPr>
        <w:t>(B)</w:t>
      </w:r>
      <w:r w:rsidRPr="00C82F27">
        <w:rPr>
          <w:rFonts w:hint="eastAsia"/>
          <w:color w:val="000000"/>
        </w:rPr>
        <w:t>物種豐富度：甲</w:t>
      </w:r>
      <w:r w:rsidRPr="00C82F27">
        <w:rPr>
          <w:color w:val="000000"/>
        </w:rPr>
        <w:t xml:space="preserve"> </w:t>
      </w:r>
      <w:r w:rsidRPr="00C82F27">
        <w:rPr>
          <w:color w:val="000000"/>
        </w:rPr>
        <w:sym w:font="Symbol" w:char="003E"/>
      </w:r>
      <w:r w:rsidRPr="00C82F27">
        <w:rPr>
          <w:color w:val="000000"/>
        </w:rPr>
        <w:t xml:space="preserve"> </w:t>
      </w:r>
      <w:r w:rsidRPr="00C82F27">
        <w:rPr>
          <w:rFonts w:hint="eastAsia"/>
          <w:color w:val="000000"/>
        </w:rPr>
        <w:t xml:space="preserve">乙　</w:t>
      </w:r>
      <w:r w:rsidRPr="00C82F27">
        <w:rPr>
          <w:color w:val="000000"/>
        </w:rPr>
        <w:t>(C)</w:t>
      </w:r>
      <w:r w:rsidRPr="00C82F27">
        <w:rPr>
          <w:rFonts w:hint="eastAsia"/>
          <w:color w:val="000000"/>
        </w:rPr>
        <w:t>物種多樣性：甲</w:t>
      </w:r>
      <w:r w:rsidRPr="00C82F27">
        <w:rPr>
          <w:color w:val="000000"/>
        </w:rPr>
        <w:t xml:space="preserve"> </w:t>
      </w:r>
      <w:r w:rsidRPr="00C82F27">
        <w:rPr>
          <w:color w:val="000000"/>
        </w:rPr>
        <w:sym w:font="Symbol" w:char="003E"/>
      </w:r>
      <w:r w:rsidRPr="00C82F27">
        <w:rPr>
          <w:color w:val="000000"/>
        </w:rPr>
        <w:t xml:space="preserve"> </w:t>
      </w:r>
      <w:r w:rsidRPr="00C82F27">
        <w:rPr>
          <w:rFonts w:hint="eastAsia"/>
          <w:color w:val="000000"/>
        </w:rPr>
        <w:t>乙</w:t>
      </w:r>
      <w:r w:rsidRPr="00C82F27">
        <w:rPr>
          <w:color w:val="000000"/>
        </w:rPr>
        <w:t xml:space="preserve"> </w:t>
      </w:r>
      <w:r w:rsidRPr="00C82F27">
        <w:rPr>
          <w:color w:val="000000"/>
        </w:rPr>
        <w:sym w:font="Symbol" w:char="003E"/>
      </w:r>
      <w:r w:rsidRPr="00C82F27">
        <w:rPr>
          <w:color w:val="000000"/>
        </w:rPr>
        <w:t xml:space="preserve"> </w:t>
      </w:r>
      <w:r w:rsidRPr="00C82F27">
        <w:rPr>
          <w:rFonts w:hint="eastAsia"/>
          <w:color w:val="000000"/>
        </w:rPr>
        <w:t xml:space="preserve">丙　</w:t>
      </w:r>
      <w:r w:rsidRPr="00C82F27">
        <w:rPr>
          <w:color w:val="000000"/>
        </w:rPr>
        <w:t>(D)</w:t>
      </w:r>
      <w:r w:rsidR="002A632D">
        <w:rPr>
          <w:rFonts w:hint="eastAsia"/>
          <w:color w:val="000000"/>
        </w:rPr>
        <w:t>甲生態系沒有明顯的優勢種</w:t>
      </w:r>
      <w:r w:rsidRPr="00C82F27">
        <w:rPr>
          <w:rFonts w:hint="eastAsia"/>
          <w:color w:val="000000"/>
        </w:rPr>
        <w:t xml:space="preserve">　</w:t>
      </w:r>
      <w:r w:rsidRPr="00C82F27">
        <w:rPr>
          <w:color w:val="000000"/>
        </w:rPr>
        <w:t>(E)</w:t>
      </w:r>
      <w:r w:rsidR="002A632D">
        <w:rPr>
          <w:rFonts w:hint="eastAsia"/>
          <w:color w:val="000000"/>
        </w:rPr>
        <w:t>在生態系中隨機抽取兩個個體，其同種的機率</w:t>
      </w:r>
      <w:r w:rsidR="005B737A">
        <w:rPr>
          <w:rFonts w:hint="eastAsia"/>
          <w:color w:val="000000"/>
        </w:rPr>
        <w:t>，乙生態系</w:t>
      </w:r>
      <w:r w:rsidR="002A632D">
        <w:rPr>
          <w:rFonts w:hint="eastAsia"/>
          <w:color w:val="000000"/>
        </w:rPr>
        <w:t>高於甲生態系</w:t>
      </w:r>
      <w:r w:rsidRPr="00C82F27">
        <w:rPr>
          <w:rFonts w:hint="eastAsia"/>
          <w:color w:val="000000"/>
        </w:rPr>
        <w:t>。</w:t>
      </w:r>
      <w:r w:rsidRPr="00C82F27">
        <w:rPr>
          <w:color w:val="000000"/>
        </w:rPr>
        <w:br/>
      </w:r>
      <w:bookmarkStart w:id="7" w:name="_MON_1583156305"/>
      <w:bookmarkStart w:id="8" w:name="_MON_1457041234"/>
      <w:bookmarkEnd w:id="7"/>
      <w:bookmarkEnd w:id="8"/>
      <w:bookmarkStart w:id="9" w:name="_MON_1457041467"/>
      <w:bookmarkEnd w:id="9"/>
      <w:r w:rsidR="005604A4" w:rsidRPr="00C82F27">
        <w:rPr>
          <w:color w:val="000000"/>
        </w:rPr>
        <w:object w:dxaOrig="5780" w:dyaOrig="3780" w14:anchorId="3E24A7F4">
          <v:shape id="_x0000_i1026" type="#_x0000_t75" style="width:289.3pt;height:189.6pt" o:ole="">
            <v:imagedata r:id="rId14" o:title=""/>
          </v:shape>
          <o:OLEObject Type="Embed" ProgID="Word.Document.8" ShapeID="_x0000_i1026" DrawAspect="Content" ObjectID="_1583568584" r:id="rId15">
            <o:FieldCodes>\s</o:FieldCodes>
          </o:OLEObject>
        </w:object>
      </w:r>
    </w:p>
    <w:p w14:paraId="29A2E645" w14:textId="16C1CB39" w:rsidR="00665D32" w:rsidRPr="00C82F27" w:rsidRDefault="00665D32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C82F27">
        <w:rPr>
          <w:rFonts w:hint="eastAsia"/>
          <w:color w:val="000000" w:themeColor="text1"/>
        </w:rPr>
        <w:t>關於細胞內「轉譯作用」的描述，何者正確？</w:t>
      </w:r>
      <w:r w:rsidRPr="00C82F27">
        <w:rPr>
          <w:color w:val="000000" w:themeColor="text1"/>
        </w:rPr>
        <w:t xml:space="preserve"> (A)</w:t>
      </w:r>
      <w:r>
        <w:rPr>
          <w:rFonts w:hint="eastAsia"/>
          <w:color w:val="000000" w:themeColor="text1"/>
        </w:rPr>
        <w:t>需要核糖體</w:t>
      </w:r>
      <w:r w:rsidRPr="00C82F27">
        <w:t xml:space="preserve">　</w:t>
      </w:r>
      <w:r w:rsidRPr="00C82F27">
        <w:rPr>
          <w:color w:val="000000"/>
        </w:rPr>
        <w:t>(B)</w:t>
      </w:r>
      <w:r w:rsidRPr="00C82F27">
        <w:rPr>
          <w:rFonts w:hint="eastAsia"/>
          <w:color w:val="000000"/>
        </w:rPr>
        <w:t>利用密碼</w:t>
      </w:r>
      <w:r>
        <w:rPr>
          <w:rFonts w:hint="eastAsia"/>
          <w:color w:val="000000"/>
        </w:rPr>
        <w:t>子的遺傳訊息以合成</w:t>
      </w:r>
      <w:r w:rsidRPr="00C82F27">
        <w:rPr>
          <w:rFonts w:hint="eastAsia"/>
          <w:color w:val="000000"/>
        </w:rPr>
        <w:t>蛋白質</w:t>
      </w:r>
      <w:r w:rsidRPr="00C82F27">
        <w:t xml:space="preserve">　</w:t>
      </w:r>
      <w:r w:rsidRPr="00C82F27">
        <w:rPr>
          <w:color w:val="000000"/>
        </w:rPr>
        <w:t>(C)</w:t>
      </w:r>
      <w:r w:rsidRPr="00C82F27">
        <w:rPr>
          <w:rFonts w:hint="eastAsia"/>
          <w:color w:val="000000"/>
        </w:rPr>
        <w:t>三種</w:t>
      </w:r>
      <w:r w:rsidRPr="00C82F27">
        <w:t>RNA</w:t>
      </w:r>
      <w:r w:rsidRPr="00C82F27">
        <w:rPr>
          <w:rFonts w:hint="eastAsia"/>
        </w:rPr>
        <w:t>（</w:t>
      </w:r>
      <w:r w:rsidRPr="00C82F27">
        <w:t xml:space="preserve">mRNA </w:t>
      </w:r>
      <w:r w:rsidRPr="00C82F27">
        <w:rPr>
          <w:rFonts w:hint="eastAsia"/>
        </w:rPr>
        <w:t>、</w:t>
      </w:r>
      <w:r w:rsidRPr="00C82F27">
        <w:t>rRNA</w:t>
      </w:r>
      <w:r w:rsidRPr="00C82F27">
        <w:rPr>
          <w:rFonts w:hint="eastAsia"/>
        </w:rPr>
        <w:t>、</w:t>
      </w:r>
      <w:r w:rsidRPr="00C82F27">
        <w:t xml:space="preserve"> tRNA</w:t>
      </w:r>
      <w:r w:rsidRPr="00C82F27">
        <w:rPr>
          <w:rFonts w:hint="eastAsia"/>
        </w:rPr>
        <w:t>）皆參與其中，缺一不可</w:t>
      </w:r>
      <w:r w:rsidRPr="00C82F27">
        <w:t xml:space="preserve">　</w:t>
      </w:r>
      <w:r w:rsidRPr="00C82F27">
        <w:rPr>
          <w:color w:val="000000"/>
        </w:rPr>
        <w:t>(D)</w:t>
      </w:r>
      <w:r w:rsidRPr="00C82F27">
        <w:rPr>
          <w:rFonts w:hint="eastAsia"/>
          <w:color w:val="000000"/>
        </w:rPr>
        <w:t>過程中不斷形成肽鍵</w:t>
      </w:r>
      <w:r w:rsidRPr="00C82F27">
        <w:t xml:space="preserve">  (E)</w:t>
      </w:r>
      <w:r w:rsidRPr="00C82F27">
        <w:rPr>
          <w:rFonts w:hint="eastAsia"/>
        </w:rPr>
        <w:t>同一條</w:t>
      </w:r>
      <w:r w:rsidRPr="00C82F27">
        <w:t>mRNA</w:t>
      </w:r>
      <w:r w:rsidRPr="00C82F27">
        <w:rPr>
          <w:rFonts w:hint="eastAsia"/>
        </w:rPr>
        <w:t>，細菌轉譯的結果和人類細胞不相同</w:t>
      </w:r>
      <w:r w:rsidRPr="00C82F27">
        <w:t>。</w:t>
      </w:r>
    </w:p>
    <w:p w14:paraId="55F1F799" w14:textId="02344127" w:rsidR="007F0AB4" w:rsidRPr="00C82F27" w:rsidRDefault="0037554B" w:rsidP="003E700D">
      <w:pPr>
        <w:pStyle w:val="61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</w:pPr>
      <w:r w:rsidRPr="00C82F27">
        <w:rPr>
          <w:noProof/>
          <w:color w:val="000000"/>
        </w:rPr>
        <w:drawing>
          <wp:anchor distT="0" distB="0" distL="114300" distR="114300" simplePos="0" relativeHeight="251700224" behindDoc="1" locked="0" layoutInCell="1" allowOverlap="1" wp14:anchorId="7D5C7597" wp14:editId="2E3AFF95">
            <wp:simplePos x="0" y="0"/>
            <wp:positionH relativeFrom="column">
              <wp:posOffset>534035</wp:posOffset>
            </wp:positionH>
            <wp:positionV relativeFrom="paragraph">
              <wp:posOffset>1041400</wp:posOffset>
            </wp:positionV>
            <wp:extent cx="3693268" cy="1813560"/>
            <wp:effectExtent l="0" t="0" r="0" b="0"/>
            <wp:wrapNone/>
            <wp:docPr id="5" name="圖片 5" descr="19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90-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96000"/>
                              </a14:imgEffect>
                              <a14:imgEffect>
                                <a14:brightnessContrast bright="-29000" contrast="7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268" cy="181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AB4" w:rsidRPr="00C82F27">
        <w:rPr>
          <w:rFonts w:hint="eastAsia"/>
          <w:color w:val="000000"/>
        </w:rPr>
        <w:t>調查甲、乙二地點的蜻蜓族群及數量，繪成簡易表示法如下圖。已知</w:t>
      </w:r>
      <w:r w:rsidR="007F0AB4" w:rsidRPr="00C82F27">
        <w:rPr>
          <w:color w:val="000000"/>
        </w:rPr>
        <w:t>abcdefgh</w:t>
      </w:r>
      <w:r w:rsidR="007F0AB4" w:rsidRPr="00C82F27">
        <w:rPr>
          <w:rFonts w:hint="eastAsia"/>
          <w:color w:val="000000"/>
        </w:rPr>
        <w:t xml:space="preserve">分別表示不同種的蜻蜓，蜻蜓的隻數則表示其相對數量，根據圖示，下列敘述何者正確？　</w:t>
      </w:r>
      <w:r w:rsidR="007F0AB4" w:rsidRPr="00C82F27">
        <w:rPr>
          <w:color w:val="000000"/>
        </w:rPr>
        <w:t>(A)</w:t>
      </w:r>
      <w:r w:rsidR="0045396B">
        <w:rPr>
          <w:rFonts w:hint="eastAsia"/>
          <w:color w:val="000000"/>
        </w:rPr>
        <w:t>依生物種的定義，</w:t>
      </w:r>
      <w:r w:rsidR="007F0AB4" w:rsidRPr="00C82F27">
        <w:rPr>
          <w:rFonts w:hint="eastAsia"/>
          <w:color w:val="000000"/>
        </w:rPr>
        <w:t xml:space="preserve">甲地的四種蜻蜓間個體無法再交配繁殖產生有生殖能力的子代　</w:t>
      </w:r>
      <w:r w:rsidR="007F0AB4" w:rsidRPr="00C82F27">
        <w:rPr>
          <w:color w:val="000000"/>
        </w:rPr>
        <w:t>(B)</w:t>
      </w:r>
      <w:r w:rsidR="007F0AB4" w:rsidRPr="00C82F27">
        <w:rPr>
          <w:rFonts w:hint="eastAsia"/>
          <w:color w:val="000000"/>
        </w:rPr>
        <w:t>乙地的</w:t>
      </w:r>
      <w:r w:rsidR="007F0AB4" w:rsidRPr="00C82F27">
        <w:rPr>
          <w:color w:val="000000"/>
        </w:rPr>
        <w:t>e</w:t>
      </w:r>
      <w:r w:rsidR="0045396B">
        <w:rPr>
          <w:rFonts w:hint="eastAsia"/>
          <w:color w:val="000000"/>
        </w:rPr>
        <w:t>這</w:t>
      </w:r>
      <w:r w:rsidR="007F0AB4" w:rsidRPr="00C82F27">
        <w:rPr>
          <w:rFonts w:hint="eastAsia"/>
          <w:color w:val="000000"/>
        </w:rPr>
        <w:t xml:space="preserve">種蜻蜓彼此之間沒有遺傳差異　</w:t>
      </w:r>
      <w:r w:rsidR="007F0AB4" w:rsidRPr="00C82F27">
        <w:rPr>
          <w:color w:val="000000"/>
        </w:rPr>
        <w:t>(C)</w:t>
      </w:r>
      <w:r w:rsidR="007F0AB4" w:rsidRPr="00C82F27">
        <w:rPr>
          <w:rFonts w:hint="eastAsia"/>
          <w:color w:val="000000"/>
        </w:rPr>
        <w:t>研究</w:t>
      </w:r>
      <w:r w:rsidR="007F0AB4" w:rsidRPr="00C82F27">
        <w:rPr>
          <w:color w:val="000000"/>
        </w:rPr>
        <w:t>a</w:t>
      </w:r>
      <w:r w:rsidR="007F0AB4" w:rsidRPr="00C82F27">
        <w:rPr>
          <w:rFonts w:hint="eastAsia"/>
          <w:color w:val="000000"/>
        </w:rPr>
        <w:t>、</w:t>
      </w:r>
      <w:r w:rsidR="007F0AB4" w:rsidRPr="00C82F27">
        <w:rPr>
          <w:color w:val="000000"/>
        </w:rPr>
        <w:t>b</w:t>
      </w:r>
      <w:r w:rsidR="007F0AB4" w:rsidRPr="00C82F27">
        <w:rPr>
          <w:rFonts w:hint="eastAsia"/>
          <w:color w:val="000000"/>
        </w:rPr>
        <w:t>、</w:t>
      </w:r>
      <w:r w:rsidR="007F0AB4" w:rsidRPr="00C82F27">
        <w:rPr>
          <w:color w:val="000000"/>
        </w:rPr>
        <w:t>c</w:t>
      </w:r>
      <w:r w:rsidR="007F0AB4" w:rsidRPr="00C82F27">
        <w:rPr>
          <w:rFonts w:hint="eastAsia"/>
          <w:color w:val="000000"/>
        </w:rPr>
        <w:t>、</w:t>
      </w:r>
      <w:r w:rsidR="007F0AB4" w:rsidRPr="00C82F27">
        <w:rPr>
          <w:color w:val="000000"/>
        </w:rPr>
        <w:t>d</w:t>
      </w:r>
      <w:r w:rsidR="0045396B">
        <w:rPr>
          <w:rFonts w:hint="eastAsia"/>
          <w:color w:val="000000"/>
        </w:rPr>
        <w:t>四物種</w:t>
      </w:r>
      <w:r w:rsidR="007F0AB4" w:rsidRPr="00C82F27">
        <w:rPr>
          <w:rFonts w:hint="eastAsia"/>
          <w:color w:val="000000"/>
        </w:rPr>
        <w:t>之間數量</w:t>
      </w:r>
      <w:r w:rsidR="0045396B">
        <w:rPr>
          <w:rFonts w:hint="eastAsia"/>
          <w:color w:val="000000"/>
        </w:rPr>
        <w:t>分布</w:t>
      </w:r>
      <w:r w:rsidR="007F0AB4" w:rsidRPr="00C82F27">
        <w:rPr>
          <w:rFonts w:hint="eastAsia"/>
          <w:color w:val="000000"/>
        </w:rPr>
        <w:t>均</w:t>
      </w:r>
      <w:r w:rsidR="0045396B">
        <w:rPr>
          <w:rFonts w:hint="eastAsia"/>
          <w:color w:val="000000"/>
        </w:rPr>
        <w:t>不均</w:t>
      </w:r>
      <w:r w:rsidR="007F0AB4" w:rsidRPr="00C82F27">
        <w:rPr>
          <w:rFonts w:hint="eastAsia"/>
          <w:color w:val="000000"/>
        </w:rPr>
        <w:t>勻，是為了</w:t>
      </w:r>
      <w:r w:rsidR="0045396B">
        <w:rPr>
          <w:rFonts w:hint="eastAsia"/>
          <w:color w:val="000000"/>
        </w:rPr>
        <w:t>評估基因</w:t>
      </w:r>
      <w:r w:rsidR="007F0AB4" w:rsidRPr="00C82F27">
        <w:rPr>
          <w:rFonts w:hint="eastAsia"/>
          <w:color w:val="000000"/>
        </w:rPr>
        <w:t xml:space="preserve">多樣性　</w:t>
      </w:r>
      <w:r w:rsidR="007F0AB4" w:rsidRPr="00C82F27">
        <w:rPr>
          <w:color w:val="000000"/>
        </w:rPr>
        <w:t>(D)</w:t>
      </w:r>
      <w:r w:rsidR="007F0AB4" w:rsidRPr="00C82F27">
        <w:rPr>
          <w:rFonts w:hint="eastAsia"/>
          <w:color w:val="000000"/>
        </w:rPr>
        <w:t xml:space="preserve">甲地的物種多樣性較乙地高　</w:t>
      </w:r>
      <w:r w:rsidR="007F0AB4" w:rsidRPr="00C82F27">
        <w:rPr>
          <w:color w:val="000000"/>
        </w:rPr>
        <w:t>(E)</w:t>
      </w:r>
      <w:r w:rsidR="007F0AB4" w:rsidRPr="00C82F27">
        <w:rPr>
          <w:rFonts w:hint="eastAsia"/>
          <w:color w:val="000000"/>
        </w:rPr>
        <w:t>此調查紀錄在強調生態系多樣性。</w:t>
      </w:r>
      <w:r w:rsidR="007F0AB4" w:rsidRPr="00C82F27">
        <w:rPr>
          <w:color w:val="FF0000"/>
        </w:rPr>
        <w:t xml:space="preserve"> </w:t>
      </w:r>
      <w:r>
        <w:rPr>
          <w:color w:val="FF0000"/>
        </w:rPr>
        <w:br/>
      </w:r>
      <w:r>
        <w:rPr>
          <w:color w:val="FF0000"/>
        </w:rPr>
        <w:br/>
      </w:r>
      <w:r>
        <w:rPr>
          <w:color w:val="FF0000"/>
        </w:rPr>
        <w:br/>
      </w:r>
      <w:r>
        <w:rPr>
          <w:color w:val="FF0000"/>
        </w:rPr>
        <w:br/>
      </w:r>
      <w:r>
        <w:rPr>
          <w:color w:val="FF0000"/>
        </w:rPr>
        <w:br/>
      </w:r>
      <w:r>
        <w:rPr>
          <w:color w:val="FF0000"/>
        </w:rPr>
        <w:br/>
      </w:r>
      <w:r>
        <w:rPr>
          <w:color w:val="FF0000"/>
        </w:rPr>
        <w:br/>
      </w:r>
      <w:r w:rsidR="00425809">
        <w:rPr>
          <w:color w:val="FF0000"/>
        </w:rPr>
        <w:br/>
      </w:r>
      <w:r>
        <w:rPr>
          <w:color w:val="FF0000"/>
        </w:rPr>
        <w:br/>
      </w:r>
      <w:r>
        <w:rPr>
          <w:color w:val="FF0000"/>
        </w:rPr>
        <w:br/>
      </w:r>
      <w:r>
        <w:rPr>
          <w:color w:val="FF0000"/>
        </w:rPr>
        <w:br/>
      </w:r>
    </w:p>
    <w:p w14:paraId="62B2806B" w14:textId="3E5C1780" w:rsidR="00C450C9" w:rsidRPr="00C82F27" w:rsidRDefault="00C450C9" w:rsidP="003E700D">
      <w:pPr>
        <w:pStyle w:val="ac"/>
        <w:numPr>
          <w:ilvl w:val="0"/>
          <w:numId w:val="3"/>
        </w:numPr>
        <w:overflowPunct/>
        <w:autoSpaceDE/>
        <w:autoSpaceDN/>
        <w:snapToGrid w:val="0"/>
        <w:spacing w:line="120" w:lineRule="atLeast"/>
        <w:ind w:left="709" w:firstLineChars="0" w:hanging="482"/>
        <w:jc w:val="both"/>
        <w:rPr>
          <w:rFonts w:cs="Times New Roman"/>
        </w:rPr>
      </w:pPr>
      <w:r w:rsidRPr="00C82F27">
        <w:rPr>
          <w:rFonts w:cs="Times New Roman"/>
        </w:rPr>
        <w:t>下列有關真核生物的</w:t>
      </w:r>
      <w:r w:rsidR="008835F3" w:rsidRPr="00C82F27">
        <w:rPr>
          <w:rFonts w:cs="Times New Roman"/>
        </w:rPr>
        <w:t>DNA</w:t>
      </w:r>
      <w:r w:rsidR="008835F3" w:rsidRPr="00C82F27">
        <w:rPr>
          <w:rFonts w:cs="Times New Roman" w:hint="eastAsia"/>
        </w:rPr>
        <w:t>複製與</w:t>
      </w:r>
      <w:r w:rsidRPr="00C82F27">
        <w:rPr>
          <w:rFonts w:cs="Times New Roman"/>
        </w:rPr>
        <w:t>轉錄作用之比較，何者正確？</w:t>
      </w:r>
    </w:p>
    <w:tbl>
      <w:tblPr>
        <w:tblpPr w:leftFromText="180" w:rightFromText="180" w:vertAnchor="text" w:horzAnchor="page" w:tblpX="13053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8"/>
        <w:gridCol w:w="3610"/>
        <w:gridCol w:w="2772"/>
      </w:tblGrid>
      <w:tr w:rsidR="00917D17" w:rsidRPr="00C82F27" w14:paraId="425ECD32" w14:textId="77777777" w:rsidTr="00917D17">
        <w:tc>
          <w:tcPr>
            <w:tcW w:w="1808" w:type="dxa"/>
            <w:tcBorders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14:paraId="78A9049B" w14:textId="77777777" w:rsidR="00917D17" w:rsidRPr="00C82F27" w:rsidRDefault="00917D17" w:rsidP="00917D17">
            <w:pPr>
              <w:pStyle w:val="ae"/>
              <w:ind w:leftChars="0" w:left="0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361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7229976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複製</w:t>
            </w:r>
          </w:p>
        </w:tc>
        <w:tc>
          <w:tcPr>
            <w:tcW w:w="2772" w:type="dxa"/>
            <w:tcBorders>
              <w:bottom w:val="single" w:sz="8" w:space="0" w:color="auto"/>
            </w:tcBorders>
            <w:vAlign w:val="center"/>
          </w:tcPr>
          <w:p w14:paraId="5565EDC0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轉錄</w:t>
            </w:r>
          </w:p>
        </w:tc>
      </w:tr>
      <w:tr w:rsidR="00917D17" w:rsidRPr="00C82F27" w14:paraId="11151D74" w14:textId="77777777" w:rsidTr="00917D17">
        <w:tc>
          <w:tcPr>
            <w:tcW w:w="1808" w:type="dxa"/>
            <w:tcBorders>
              <w:top w:val="single" w:sz="8" w:space="0" w:color="auto"/>
              <w:right w:val="single" w:sz="8" w:space="0" w:color="auto"/>
            </w:tcBorders>
          </w:tcPr>
          <w:p w14:paraId="49F2C6F6" w14:textId="77777777" w:rsidR="00917D17" w:rsidRPr="00C82F27" w:rsidRDefault="00917D17" w:rsidP="00917D17">
            <w:pPr>
              <w:pStyle w:val="ae"/>
              <w:ind w:leftChars="0" w:left="0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(A)模板</w:t>
            </w:r>
          </w:p>
        </w:tc>
        <w:tc>
          <w:tcPr>
            <w:tcW w:w="3610" w:type="dxa"/>
            <w:tcBorders>
              <w:top w:val="single" w:sz="8" w:space="0" w:color="auto"/>
              <w:left w:val="single" w:sz="8" w:space="0" w:color="auto"/>
            </w:tcBorders>
          </w:tcPr>
          <w:p w14:paraId="01C7B65E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DNA的兩股</w:t>
            </w:r>
          </w:p>
        </w:tc>
        <w:tc>
          <w:tcPr>
            <w:tcW w:w="2772" w:type="dxa"/>
            <w:tcBorders>
              <w:top w:val="single" w:sz="8" w:space="0" w:color="auto"/>
            </w:tcBorders>
          </w:tcPr>
          <w:p w14:paraId="65ABF64F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DNA的其中一股</w:t>
            </w:r>
          </w:p>
        </w:tc>
      </w:tr>
      <w:tr w:rsidR="00917D17" w:rsidRPr="00C82F27" w14:paraId="2D2D2BEA" w14:textId="77777777" w:rsidTr="00917D17">
        <w:tc>
          <w:tcPr>
            <w:tcW w:w="1808" w:type="dxa"/>
            <w:tcBorders>
              <w:right w:val="single" w:sz="8" w:space="0" w:color="auto"/>
            </w:tcBorders>
          </w:tcPr>
          <w:p w14:paraId="7217B312" w14:textId="77777777" w:rsidR="00917D17" w:rsidRPr="00C82F27" w:rsidRDefault="00917D17" w:rsidP="00917D17">
            <w:pPr>
              <w:pStyle w:val="ae"/>
              <w:ind w:leftChars="0" w:left="0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  <w:color w:val="000000"/>
              </w:rPr>
              <w:t>(B)</w:t>
            </w:r>
            <w:r w:rsidRPr="00C82F27">
              <w:rPr>
                <w:rFonts w:asciiTheme="minorEastAsia" w:eastAsiaTheme="minorEastAsia" w:hAnsiTheme="minorEastAsia" w:cs="Times New Roman"/>
                <w:w w:val="25"/>
              </w:rPr>
              <w:t xml:space="preserve">　</w:t>
            </w:r>
            <w:r w:rsidRPr="00C82F27">
              <w:rPr>
                <w:rFonts w:asciiTheme="minorEastAsia" w:eastAsiaTheme="minorEastAsia" w:hAnsiTheme="minorEastAsia" w:cs="Times New Roman"/>
              </w:rPr>
              <w:t>酵素</w:t>
            </w:r>
          </w:p>
        </w:tc>
        <w:tc>
          <w:tcPr>
            <w:tcW w:w="3610" w:type="dxa"/>
            <w:tcBorders>
              <w:left w:val="single" w:sz="8" w:space="0" w:color="auto"/>
            </w:tcBorders>
          </w:tcPr>
          <w:p w14:paraId="123DA1C4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DNA</w:t>
            </w:r>
            <w:r w:rsidRPr="00C82F27">
              <w:rPr>
                <w:rFonts w:asciiTheme="minorEastAsia" w:eastAsiaTheme="minorEastAsia" w:hAnsiTheme="minorEastAsia" w:cs="Times New Roman"/>
                <w:w w:val="25"/>
              </w:rPr>
              <w:t xml:space="preserve">　</w:t>
            </w:r>
            <w:r w:rsidRPr="00C82F27">
              <w:rPr>
                <w:rFonts w:asciiTheme="minorEastAsia" w:eastAsiaTheme="minorEastAsia" w:hAnsiTheme="minorEastAsia" w:cs="Times New Roman"/>
              </w:rPr>
              <w:t>聚合酶</w:t>
            </w:r>
          </w:p>
        </w:tc>
        <w:tc>
          <w:tcPr>
            <w:tcW w:w="2772" w:type="dxa"/>
          </w:tcPr>
          <w:p w14:paraId="6173A927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RNA</w:t>
            </w:r>
            <w:r w:rsidRPr="00C82F27">
              <w:rPr>
                <w:rFonts w:asciiTheme="minorEastAsia" w:eastAsiaTheme="minorEastAsia" w:hAnsiTheme="minorEastAsia" w:cs="Times New Roman"/>
                <w:w w:val="25"/>
              </w:rPr>
              <w:t xml:space="preserve">　</w:t>
            </w:r>
            <w:r w:rsidRPr="00C82F27">
              <w:rPr>
                <w:rFonts w:asciiTheme="minorEastAsia" w:eastAsiaTheme="minorEastAsia" w:hAnsiTheme="minorEastAsia" w:cs="Times New Roman"/>
              </w:rPr>
              <w:t>聚合酶</w:t>
            </w:r>
          </w:p>
        </w:tc>
      </w:tr>
      <w:tr w:rsidR="00917D17" w:rsidRPr="00C82F27" w14:paraId="70F09D5A" w14:textId="77777777" w:rsidTr="00917D17">
        <w:tc>
          <w:tcPr>
            <w:tcW w:w="1808" w:type="dxa"/>
            <w:tcBorders>
              <w:right w:val="single" w:sz="8" w:space="0" w:color="auto"/>
            </w:tcBorders>
          </w:tcPr>
          <w:p w14:paraId="38FA7551" w14:textId="77777777" w:rsidR="00917D17" w:rsidRPr="00C82F27" w:rsidRDefault="00917D17" w:rsidP="00917D17">
            <w:pPr>
              <w:pStyle w:val="ae"/>
              <w:ind w:leftChars="0" w:left="0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  <w:color w:val="000000"/>
              </w:rPr>
              <w:t>(C)</w:t>
            </w:r>
            <w:r w:rsidRPr="00C82F27">
              <w:rPr>
                <w:rFonts w:asciiTheme="minorEastAsia" w:eastAsiaTheme="minorEastAsia" w:hAnsiTheme="minorEastAsia" w:cs="Times New Roman"/>
              </w:rPr>
              <w:t>原料</w:t>
            </w:r>
          </w:p>
        </w:tc>
        <w:tc>
          <w:tcPr>
            <w:tcW w:w="3610" w:type="dxa"/>
            <w:tcBorders>
              <w:left w:val="single" w:sz="8" w:space="0" w:color="auto"/>
            </w:tcBorders>
          </w:tcPr>
          <w:p w14:paraId="7B737EF0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DNA的四種核苷酸</w:t>
            </w:r>
          </w:p>
        </w:tc>
        <w:tc>
          <w:tcPr>
            <w:tcW w:w="2772" w:type="dxa"/>
          </w:tcPr>
          <w:p w14:paraId="18D9A737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胺基酸</w:t>
            </w:r>
          </w:p>
        </w:tc>
      </w:tr>
      <w:tr w:rsidR="00917D17" w:rsidRPr="00C82F27" w14:paraId="10EE096E" w14:textId="77777777" w:rsidTr="00917D17">
        <w:tc>
          <w:tcPr>
            <w:tcW w:w="1808" w:type="dxa"/>
            <w:tcBorders>
              <w:right w:val="single" w:sz="8" w:space="0" w:color="auto"/>
            </w:tcBorders>
          </w:tcPr>
          <w:p w14:paraId="59D1849F" w14:textId="77777777" w:rsidR="00917D17" w:rsidRPr="00C82F27" w:rsidRDefault="00917D17" w:rsidP="00917D17">
            <w:pPr>
              <w:pStyle w:val="ae"/>
              <w:ind w:leftChars="0" w:left="0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  <w:color w:val="000000"/>
              </w:rPr>
              <w:t>(D)</w:t>
            </w:r>
            <w:r w:rsidRPr="00C82F27">
              <w:rPr>
                <w:rFonts w:asciiTheme="minorEastAsia" w:eastAsiaTheme="minorEastAsia" w:hAnsiTheme="minorEastAsia" w:cs="Times New Roman"/>
              </w:rPr>
              <w:t>進行的場所</w:t>
            </w:r>
          </w:p>
        </w:tc>
        <w:tc>
          <w:tcPr>
            <w:tcW w:w="3610" w:type="dxa"/>
            <w:tcBorders>
              <w:left w:val="single" w:sz="8" w:space="0" w:color="auto"/>
            </w:tcBorders>
          </w:tcPr>
          <w:p w14:paraId="55D9BC93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細胞核</w:t>
            </w:r>
          </w:p>
        </w:tc>
        <w:tc>
          <w:tcPr>
            <w:tcW w:w="2772" w:type="dxa"/>
          </w:tcPr>
          <w:p w14:paraId="1D243410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細胞質</w:t>
            </w:r>
          </w:p>
        </w:tc>
      </w:tr>
      <w:tr w:rsidR="00917D17" w:rsidRPr="00C82F27" w14:paraId="239127E4" w14:textId="77777777" w:rsidTr="00917D17">
        <w:tc>
          <w:tcPr>
            <w:tcW w:w="1808" w:type="dxa"/>
            <w:tcBorders>
              <w:right w:val="single" w:sz="8" w:space="0" w:color="auto"/>
            </w:tcBorders>
          </w:tcPr>
          <w:p w14:paraId="16EC7C9B" w14:textId="77777777" w:rsidR="00917D17" w:rsidRPr="00C82F27" w:rsidRDefault="00917D17" w:rsidP="00917D17">
            <w:pPr>
              <w:pStyle w:val="ae"/>
              <w:ind w:leftChars="0" w:left="0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/>
              </w:rPr>
              <w:t>(E)</w:t>
            </w:r>
            <w:r w:rsidRPr="00C82F27">
              <w:rPr>
                <w:rFonts w:asciiTheme="minorEastAsia" w:eastAsiaTheme="minorEastAsia" w:hAnsiTheme="minorEastAsia" w:cs="Times New Roman"/>
              </w:rPr>
              <w:t>成品</w:t>
            </w:r>
          </w:p>
        </w:tc>
        <w:tc>
          <w:tcPr>
            <w:tcW w:w="3610" w:type="dxa"/>
            <w:tcBorders>
              <w:left w:val="single" w:sz="8" w:space="0" w:color="auto"/>
            </w:tcBorders>
          </w:tcPr>
          <w:p w14:paraId="09751044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兩條雙股DNA</w:t>
            </w:r>
          </w:p>
        </w:tc>
        <w:tc>
          <w:tcPr>
            <w:tcW w:w="2772" w:type="dxa"/>
          </w:tcPr>
          <w:p w14:paraId="6AFDBEE4" w14:textId="77777777" w:rsidR="00917D17" w:rsidRPr="00C82F27" w:rsidRDefault="00917D17" w:rsidP="00917D17">
            <w:pPr>
              <w:pStyle w:val="ae"/>
              <w:ind w:leftChars="0" w:left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C82F27">
              <w:rPr>
                <w:rFonts w:asciiTheme="minorEastAsia" w:eastAsiaTheme="minorEastAsia" w:hAnsiTheme="minorEastAsia" w:cs="Times New Roman"/>
              </w:rPr>
              <w:t>一條單股mRNA</w:t>
            </w:r>
          </w:p>
        </w:tc>
      </w:tr>
    </w:tbl>
    <w:p w14:paraId="74F58147" w14:textId="4E340CB7" w:rsidR="00C35337" w:rsidRPr="00C82F27" w:rsidRDefault="002B25E8" w:rsidP="00C35337">
      <w:pPr>
        <w:pStyle w:val="ab"/>
        <w:snapToGrid w:val="0"/>
        <w:spacing w:line="240" w:lineRule="auto"/>
        <w:ind w:leftChars="0" w:left="1048" w:rightChars="67" w:right="159"/>
        <w:jc w:val="both"/>
        <w:rPr>
          <w:rFonts w:eastAsia="新細明體"/>
        </w:rPr>
      </w:pPr>
      <w:r w:rsidRPr="00C82F27">
        <w:rPr>
          <w:rFonts w:eastAsia="新細明體"/>
          <w:noProof/>
        </w:rPr>
        <mc:AlternateContent>
          <mc:Choice Requires="wps">
            <w:drawing>
              <wp:inline distT="0" distB="0" distL="0" distR="0" wp14:anchorId="3DD8997A" wp14:editId="066F05EE">
                <wp:extent cx="5054991" cy="45719"/>
                <wp:effectExtent l="0" t="19050" r="0" b="12065"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5054991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597F9" w14:textId="77777777" w:rsidR="00B74FFC" w:rsidRPr="00C82F27" w:rsidRDefault="00B74FFC" w:rsidP="002B25E8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D8997A" id="文字方塊 3" o:spid="_x0000_s1027" type="#_x0000_t202" style="width:398.0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" filled="f" stroked="f">
                <v:textbox>
                  <w:txbxContent>
                    <w:p w14:paraId="65D597F9" w14:textId="77777777" w:rsidR="00B74FFC" w:rsidRPr="00C82F27" w:rsidRDefault="00B74FFC" w:rsidP="002B25E8">
                      <w:pPr>
                        <w:rPr>
                          <w:rFonts w:asciiTheme="minorEastAsia" w:eastAsiaTheme="minorEastAsia" w:hAnsiTheme="minor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99766E8" w14:textId="1B575A96" w:rsidR="00E82FFC" w:rsidRPr="002A1559" w:rsidRDefault="008B2495" w:rsidP="00E82FFC">
      <w:pPr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lastRenderedPageBreak/>
        <w:t>市</w:t>
      </w:r>
      <w:r>
        <w:rPr>
          <w:rFonts w:eastAsia="標楷體" w:hint="eastAsia"/>
          <w:b/>
          <w:bCs/>
          <w:sz w:val="28"/>
        </w:rPr>
        <w:t xml:space="preserve"> </w:t>
      </w:r>
      <w:r>
        <w:rPr>
          <w:rFonts w:eastAsia="標楷體" w:hint="eastAsia"/>
          <w:b/>
          <w:bCs/>
          <w:sz w:val="28"/>
        </w:rPr>
        <w:t>立</w:t>
      </w:r>
      <w:r>
        <w:rPr>
          <w:rFonts w:eastAsia="標楷體" w:hint="eastAsia"/>
          <w:b/>
          <w:bCs/>
          <w:sz w:val="28"/>
        </w:rPr>
        <w:t xml:space="preserve"> </w:t>
      </w:r>
      <w:r w:rsidR="00E82FFC" w:rsidRPr="002A1559">
        <w:rPr>
          <w:rFonts w:eastAsia="標楷體" w:hint="eastAsia"/>
          <w:b/>
          <w:bCs/>
          <w:sz w:val="28"/>
        </w:rPr>
        <w:t>臺</w:t>
      </w:r>
      <w:r w:rsidR="00E82FFC" w:rsidRPr="002A1559">
        <w:rPr>
          <w:rFonts w:eastAsia="標楷體" w:hint="eastAsia"/>
          <w:b/>
          <w:bCs/>
          <w:sz w:val="28"/>
        </w:rPr>
        <w:t xml:space="preserve"> </w:t>
      </w:r>
      <w:r w:rsidR="00E82FFC" w:rsidRPr="002A1559">
        <w:rPr>
          <w:rFonts w:eastAsia="標楷體" w:hint="eastAsia"/>
          <w:b/>
          <w:bCs/>
          <w:sz w:val="28"/>
        </w:rPr>
        <w:t>中</w:t>
      </w:r>
      <w:r w:rsidR="00E82FFC" w:rsidRPr="002A1559">
        <w:rPr>
          <w:rFonts w:eastAsia="標楷體" w:hint="eastAsia"/>
          <w:b/>
          <w:bCs/>
          <w:sz w:val="28"/>
        </w:rPr>
        <w:t xml:space="preserve"> </w:t>
      </w:r>
      <w:r w:rsidR="00E82FFC" w:rsidRPr="002A1559">
        <w:rPr>
          <w:rFonts w:eastAsia="標楷體" w:hint="eastAsia"/>
          <w:b/>
          <w:bCs/>
          <w:sz w:val="28"/>
        </w:rPr>
        <w:t>第</w:t>
      </w:r>
      <w:r w:rsidR="00E82FFC" w:rsidRPr="002A1559">
        <w:rPr>
          <w:rFonts w:eastAsia="標楷體" w:hint="eastAsia"/>
          <w:b/>
          <w:bCs/>
          <w:sz w:val="28"/>
        </w:rPr>
        <w:t xml:space="preserve"> </w:t>
      </w:r>
      <w:r w:rsidR="00E82FFC" w:rsidRPr="002A1559">
        <w:rPr>
          <w:rFonts w:eastAsia="標楷體" w:hint="eastAsia"/>
          <w:b/>
          <w:bCs/>
          <w:sz w:val="28"/>
        </w:rPr>
        <w:t>二</w:t>
      </w:r>
      <w:r w:rsidR="00E82FFC" w:rsidRPr="002A1559">
        <w:rPr>
          <w:rFonts w:eastAsia="標楷體" w:hint="eastAsia"/>
          <w:b/>
          <w:bCs/>
          <w:sz w:val="28"/>
        </w:rPr>
        <w:t xml:space="preserve"> </w:t>
      </w:r>
      <w:r w:rsidR="00E82FFC" w:rsidRPr="002A1559">
        <w:rPr>
          <w:rFonts w:eastAsia="標楷體" w:hint="eastAsia"/>
          <w:b/>
          <w:bCs/>
          <w:sz w:val="28"/>
        </w:rPr>
        <w:t>高</w:t>
      </w:r>
      <w:r w:rsidR="00E82FFC" w:rsidRPr="002A1559">
        <w:rPr>
          <w:rFonts w:eastAsia="標楷體" w:hint="eastAsia"/>
          <w:b/>
          <w:bCs/>
          <w:sz w:val="28"/>
        </w:rPr>
        <w:t xml:space="preserve"> </w:t>
      </w:r>
      <w:r w:rsidR="00E82FFC" w:rsidRPr="002A1559">
        <w:rPr>
          <w:rFonts w:eastAsia="標楷體" w:hint="eastAsia"/>
          <w:b/>
          <w:bCs/>
          <w:sz w:val="28"/>
        </w:rPr>
        <w:t>級</w:t>
      </w:r>
      <w:r w:rsidR="00E82FFC" w:rsidRPr="002A1559">
        <w:rPr>
          <w:rFonts w:eastAsia="標楷體" w:hint="eastAsia"/>
          <w:b/>
          <w:bCs/>
          <w:sz w:val="28"/>
        </w:rPr>
        <w:t xml:space="preserve"> </w:t>
      </w:r>
      <w:r w:rsidR="00E82FFC" w:rsidRPr="002A1559">
        <w:rPr>
          <w:rFonts w:eastAsia="標楷體" w:hint="eastAsia"/>
          <w:b/>
          <w:bCs/>
          <w:sz w:val="28"/>
        </w:rPr>
        <w:t>中</w:t>
      </w:r>
      <w:r w:rsidR="00E82FFC" w:rsidRPr="002A1559">
        <w:rPr>
          <w:rFonts w:eastAsia="標楷體" w:hint="eastAsia"/>
          <w:b/>
          <w:bCs/>
          <w:sz w:val="28"/>
        </w:rPr>
        <w:t xml:space="preserve"> </w:t>
      </w:r>
      <w:r w:rsidR="00E82FFC" w:rsidRPr="002A1559">
        <w:rPr>
          <w:rFonts w:eastAsia="標楷體" w:hint="eastAsia"/>
          <w:b/>
          <w:bCs/>
          <w:sz w:val="28"/>
        </w:rPr>
        <w:t>學</w:t>
      </w:r>
    </w:p>
    <w:p w14:paraId="10539B1D" w14:textId="77777777" w:rsidR="00E82FFC" w:rsidRPr="002A1559" w:rsidRDefault="00E82FFC" w:rsidP="00E82FFC">
      <w:pPr>
        <w:jc w:val="distribute"/>
        <w:rPr>
          <w:rFonts w:eastAsia="標楷體"/>
          <w:b/>
        </w:rPr>
      </w:pPr>
      <w:r w:rsidRPr="002A1559">
        <w:rPr>
          <w:rFonts w:eastAsia="標楷體" w:hint="eastAsia"/>
          <w:b/>
          <w:u w:val="single"/>
        </w:rPr>
        <w:t xml:space="preserve">  </w:t>
      </w:r>
      <w:r>
        <w:rPr>
          <w:rFonts w:eastAsia="標楷體"/>
          <w:b/>
          <w:u w:val="single"/>
        </w:rPr>
        <w:t>10</w:t>
      </w:r>
      <w:r>
        <w:rPr>
          <w:rFonts w:eastAsia="標楷體" w:hint="eastAsia"/>
          <w:b/>
          <w:u w:val="single"/>
        </w:rPr>
        <w:t>6</w:t>
      </w:r>
      <w:r w:rsidRPr="002A1559">
        <w:rPr>
          <w:rFonts w:eastAsia="標楷體" w:hint="eastAsia"/>
          <w:b/>
          <w:u w:val="single"/>
        </w:rPr>
        <w:t xml:space="preserve">  </w:t>
      </w:r>
      <w:r w:rsidRPr="002A1559">
        <w:rPr>
          <w:rFonts w:eastAsia="標楷體" w:hint="eastAsia"/>
          <w:b/>
        </w:rPr>
        <w:t>學年度</w:t>
      </w:r>
      <w:r w:rsidRPr="002A1559">
        <w:rPr>
          <w:rFonts w:eastAsia="標楷體" w:hint="eastAsia"/>
          <w:b/>
        </w:rPr>
        <w:t xml:space="preserve"> </w:t>
      </w:r>
      <w:r w:rsidRPr="002A1559">
        <w:rPr>
          <w:rFonts w:eastAsia="標楷體" w:hint="eastAsia"/>
          <w:b/>
        </w:rPr>
        <w:t>第</w:t>
      </w:r>
      <w:r w:rsidRPr="002A1559">
        <w:rPr>
          <w:rFonts w:eastAsia="標楷體" w:hint="eastAsia"/>
          <w:b/>
          <w:u w:val="single"/>
        </w:rPr>
        <w:t xml:space="preserve">  </w:t>
      </w:r>
      <w:r>
        <w:rPr>
          <w:rFonts w:eastAsia="標楷體" w:hint="eastAsia"/>
          <w:b/>
          <w:u w:val="single"/>
        </w:rPr>
        <w:t>2</w:t>
      </w:r>
      <w:r w:rsidRPr="002A1559">
        <w:rPr>
          <w:rFonts w:eastAsia="標楷體" w:hint="eastAsia"/>
          <w:b/>
          <w:u w:val="single"/>
        </w:rPr>
        <w:t xml:space="preserve">  </w:t>
      </w:r>
      <w:r w:rsidRPr="002A1559">
        <w:rPr>
          <w:rFonts w:eastAsia="標楷體" w:hint="eastAsia"/>
          <w:b/>
        </w:rPr>
        <w:t>學期</w:t>
      </w:r>
      <w:r w:rsidRPr="002A1559">
        <w:rPr>
          <w:rFonts w:eastAsia="標楷體" w:hint="eastAsia"/>
          <w:b/>
        </w:rPr>
        <w:t xml:space="preserve"> </w:t>
      </w:r>
      <w:r w:rsidRPr="002A1559">
        <w:rPr>
          <w:rFonts w:eastAsia="標楷體" w:hint="eastAsia"/>
          <w:b/>
          <w:u w:val="single"/>
        </w:rPr>
        <w:t xml:space="preserve"> 2 </w:t>
      </w:r>
      <w:r w:rsidRPr="002A1559">
        <w:rPr>
          <w:rFonts w:eastAsia="標楷體" w:hint="eastAsia"/>
          <w:b/>
        </w:rPr>
        <w:t>年級</w:t>
      </w:r>
      <w:r>
        <w:rPr>
          <w:rFonts w:eastAsia="標楷體" w:hint="eastAsia"/>
          <w:b/>
          <w:u w:val="single"/>
        </w:rPr>
        <w:t xml:space="preserve"> 3</w:t>
      </w:r>
      <w:r w:rsidRPr="002A1559">
        <w:rPr>
          <w:rFonts w:eastAsia="標楷體" w:hint="eastAsia"/>
          <w:b/>
          <w:u w:val="single"/>
        </w:rPr>
        <w:t xml:space="preserve"> </w:t>
      </w:r>
      <w:r w:rsidRPr="002A1559">
        <w:rPr>
          <w:rFonts w:eastAsia="標楷體" w:hint="eastAsia"/>
          <w:b/>
        </w:rPr>
        <w:t>類組</w:t>
      </w:r>
      <w:r w:rsidRPr="002A1559">
        <w:rPr>
          <w:rFonts w:eastAsia="標楷體" w:hint="eastAsia"/>
          <w:b/>
        </w:rPr>
        <w:t xml:space="preserve"> </w:t>
      </w:r>
      <w:r w:rsidRPr="002A1559">
        <w:rPr>
          <w:rFonts w:eastAsia="標楷體" w:hint="eastAsia"/>
          <w:b/>
          <w:u w:val="single"/>
        </w:rPr>
        <w:t xml:space="preserve"> </w:t>
      </w:r>
      <w:r w:rsidRPr="002A1559">
        <w:rPr>
          <w:rFonts w:eastAsia="標楷體" w:hint="eastAsia"/>
          <w:b/>
          <w:u w:val="single"/>
        </w:rPr>
        <w:t>基礎生物</w:t>
      </w:r>
      <w:r>
        <w:rPr>
          <w:rFonts w:eastAsia="標楷體"/>
          <w:b/>
          <w:u w:val="single"/>
        </w:rPr>
        <w:t>(</w:t>
      </w:r>
      <w:r w:rsidRPr="002A1559">
        <w:rPr>
          <w:rFonts w:eastAsia="標楷體" w:hint="eastAsia"/>
          <w:b/>
          <w:u w:val="single"/>
        </w:rPr>
        <w:t>下</w:t>
      </w:r>
      <w:r>
        <w:rPr>
          <w:rFonts w:eastAsia="標楷體"/>
          <w:b/>
          <w:u w:val="single"/>
        </w:rPr>
        <w:t>)</w:t>
      </w:r>
      <w:r w:rsidRPr="002A1559">
        <w:rPr>
          <w:rFonts w:eastAsia="標楷體" w:hint="eastAsia"/>
          <w:b/>
          <w:u w:val="single"/>
        </w:rPr>
        <w:t xml:space="preserve"> </w:t>
      </w:r>
      <w:r w:rsidRPr="002A1559">
        <w:rPr>
          <w:rFonts w:eastAsia="標楷體" w:hint="eastAsia"/>
          <w:b/>
        </w:rPr>
        <w:t>科</w:t>
      </w:r>
      <w:r w:rsidRPr="002A1559">
        <w:rPr>
          <w:rFonts w:eastAsia="標楷體" w:hint="eastAsia"/>
          <w:b/>
        </w:rPr>
        <w:t xml:space="preserve"> </w:t>
      </w:r>
      <w:r w:rsidRPr="002A1559">
        <w:rPr>
          <w:rFonts w:eastAsia="標楷體" w:hint="eastAsia"/>
          <w:b/>
        </w:rPr>
        <w:t>第</w:t>
      </w:r>
      <w:r>
        <w:rPr>
          <w:rFonts w:eastAsia="標楷體" w:hint="eastAsia"/>
          <w:b/>
          <w:u w:val="single"/>
        </w:rPr>
        <w:t xml:space="preserve"> 1</w:t>
      </w:r>
      <w:r w:rsidRPr="002A1559">
        <w:rPr>
          <w:rFonts w:eastAsia="標楷體" w:hint="eastAsia"/>
          <w:b/>
        </w:rPr>
        <w:t>次期中考試題</w:t>
      </w:r>
    </w:p>
    <w:p w14:paraId="7272704A" w14:textId="77777777" w:rsidR="00E82FFC" w:rsidRPr="002A1559" w:rsidRDefault="00E82FFC" w:rsidP="00E82FFC">
      <w:pPr>
        <w:jc w:val="distribute"/>
        <w:rPr>
          <w:rFonts w:eastAsia="標楷體"/>
          <w:b/>
        </w:rPr>
      </w:pPr>
      <w:r w:rsidRPr="002A1559">
        <w:rPr>
          <w:rFonts w:eastAsia="標楷體" w:hint="eastAsia"/>
          <w:b/>
          <w:bCs/>
        </w:rPr>
        <w:t>本科電腦代碼：</w:t>
      </w:r>
      <w:r w:rsidRPr="002A1559">
        <w:rPr>
          <w:rFonts w:eastAsia="標楷體" w:hint="eastAsia"/>
          <w:b/>
          <w:bCs/>
          <w:sz w:val="20"/>
          <w:u w:val="single"/>
        </w:rPr>
        <w:t xml:space="preserve">  </w:t>
      </w:r>
      <w:r w:rsidRPr="002A1559">
        <w:rPr>
          <w:rFonts w:eastAsia="標楷體" w:hint="eastAsia"/>
          <w:b/>
          <w:bCs/>
          <w:sz w:val="22"/>
          <w:u w:val="single"/>
        </w:rPr>
        <w:t xml:space="preserve">  14   </w:t>
      </w:r>
      <w:r w:rsidRPr="002A1559">
        <w:rPr>
          <w:rFonts w:eastAsia="標楷體" w:hint="eastAsia"/>
          <w:b/>
          <w:bCs/>
          <w:sz w:val="28"/>
        </w:rPr>
        <w:t xml:space="preserve">           </w:t>
      </w:r>
      <w:r w:rsidRPr="002A1559">
        <w:rPr>
          <w:rFonts w:eastAsia="標楷體" w:hint="eastAsia"/>
          <w:b/>
          <w:bCs/>
          <w:sz w:val="28"/>
          <w:u w:val="single"/>
        </w:rPr>
        <w:t xml:space="preserve">   </w:t>
      </w:r>
      <w:r w:rsidRPr="002A1559">
        <w:rPr>
          <w:rFonts w:eastAsia="標楷體" w:hint="eastAsia"/>
          <w:b/>
          <w:bCs/>
          <w:sz w:val="22"/>
          <w:u w:val="single"/>
        </w:rPr>
        <w:t xml:space="preserve">  </w:t>
      </w:r>
      <w:r w:rsidRPr="002A1559">
        <w:rPr>
          <w:rFonts w:eastAsia="標楷體" w:hint="eastAsia"/>
          <w:b/>
          <w:bCs/>
          <w:sz w:val="22"/>
        </w:rPr>
        <w:t>年</w:t>
      </w:r>
      <w:r w:rsidRPr="002A1559">
        <w:rPr>
          <w:rFonts w:eastAsia="標楷體" w:hint="eastAsia"/>
          <w:b/>
          <w:bCs/>
          <w:sz w:val="22"/>
          <w:u w:val="single"/>
        </w:rPr>
        <w:t xml:space="preserve">     </w:t>
      </w:r>
      <w:r w:rsidRPr="002A1559">
        <w:rPr>
          <w:rFonts w:eastAsia="標楷體" w:hint="eastAsia"/>
          <w:b/>
          <w:bCs/>
          <w:sz w:val="22"/>
        </w:rPr>
        <w:t>班</w:t>
      </w:r>
      <w:r w:rsidRPr="002A1559">
        <w:rPr>
          <w:rFonts w:eastAsia="標楷體" w:hint="eastAsia"/>
          <w:b/>
          <w:bCs/>
          <w:sz w:val="22"/>
        </w:rPr>
        <w:t xml:space="preserve">  </w:t>
      </w:r>
      <w:r w:rsidRPr="002A1559">
        <w:rPr>
          <w:rFonts w:eastAsia="標楷體" w:hint="eastAsia"/>
          <w:b/>
          <w:bCs/>
          <w:sz w:val="22"/>
        </w:rPr>
        <w:t>姓名</w:t>
      </w:r>
      <w:r w:rsidRPr="002A1559">
        <w:rPr>
          <w:rFonts w:eastAsia="標楷體" w:hint="eastAsia"/>
          <w:b/>
          <w:bCs/>
          <w:sz w:val="22"/>
          <w:u w:val="single"/>
        </w:rPr>
        <w:t xml:space="preserve">           </w:t>
      </w:r>
      <w:r w:rsidRPr="002A1559">
        <w:rPr>
          <w:rFonts w:eastAsia="標楷體" w:hint="eastAsia"/>
          <w:b/>
          <w:bCs/>
          <w:sz w:val="22"/>
        </w:rPr>
        <w:t xml:space="preserve">  </w:t>
      </w:r>
      <w:r w:rsidRPr="002A1559">
        <w:rPr>
          <w:rFonts w:eastAsia="標楷體" w:hint="eastAsia"/>
          <w:b/>
          <w:bCs/>
          <w:sz w:val="22"/>
        </w:rPr>
        <w:t>座號</w:t>
      </w:r>
      <w:r w:rsidRPr="002A1559">
        <w:rPr>
          <w:rFonts w:eastAsia="標楷體" w:hint="eastAsia"/>
          <w:b/>
          <w:bCs/>
          <w:sz w:val="22"/>
          <w:u w:val="single"/>
        </w:rPr>
        <w:t xml:space="preserve">      </w:t>
      </w:r>
      <w:r w:rsidRPr="002A1559">
        <w:rPr>
          <w:rFonts w:eastAsia="標楷體" w:hint="eastAsia"/>
          <w:b/>
          <w:bCs/>
          <w:sz w:val="22"/>
        </w:rPr>
        <w:t>號</w:t>
      </w:r>
    </w:p>
    <w:p w14:paraId="2B4AAF09" w14:textId="77777777" w:rsidR="00E82FFC" w:rsidRPr="002A1559" w:rsidRDefault="00E82FFC" w:rsidP="00E82FFC">
      <w:pPr>
        <w:spacing w:line="300" w:lineRule="exact"/>
        <w:ind w:rightChars="126" w:right="299"/>
        <w:jc w:val="distribute"/>
        <w:rPr>
          <w:rFonts w:eastAsia="標楷體"/>
          <w:b/>
          <w:bCs/>
          <w:sz w:val="20"/>
          <w:szCs w:val="20"/>
        </w:rPr>
      </w:pPr>
      <w:r w:rsidRPr="002A1559">
        <w:rPr>
          <w:rFonts w:eastAsia="標楷體" w:hint="eastAsia"/>
          <w:b/>
          <w:bCs/>
          <w:sz w:val="20"/>
          <w:szCs w:val="20"/>
        </w:rPr>
        <w:t>注意：答案卷與答案卡未寫或未劃記正確或未在規定位置填寫班級、姓名、座號者，該科成績扣五分登記。</w:t>
      </w:r>
    </w:p>
    <w:p w14:paraId="6B29B253" w14:textId="77777777" w:rsidR="00E82FFC" w:rsidRPr="002A1559" w:rsidRDefault="00E82FFC" w:rsidP="0054212F">
      <w:pPr>
        <w:spacing w:line="300" w:lineRule="exact"/>
        <w:ind w:rightChars="126" w:right="299" w:firstLineChars="200" w:firstLine="436"/>
        <w:jc w:val="right"/>
        <w:rPr>
          <w:rFonts w:eastAsia="標楷體"/>
          <w:b/>
          <w:bCs/>
          <w:sz w:val="20"/>
        </w:rPr>
      </w:pPr>
      <w:r w:rsidRPr="002A1559">
        <w:rPr>
          <w:rFonts w:eastAsia="標楷體" w:hint="eastAsia"/>
          <w:b/>
          <w:bCs/>
          <w:sz w:val="22"/>
        </w:rPr>
        <w:t xml:space="preserve">     </w:t>
      </w:r>
      <w:r w:rsidRPr="002A1559">
        <w:rPr>
          <w:rFonts w:eastAsia="標楷體" w:hint="eastAsia"/>
          <w:b/>
          <w:bCs/>
          <w:sz w:val="20"/>
        </w:rPr>
        <w:t>本試卷計</w:t>
      </w:r>
      <w:r w:rsidRPr="002A1559">
        <w:rPr>
          <w:rFonts w:eastAsia="標楷體" w:hint="eastAsia"/>
          <w:b/>
          <w:bCs/>
          <w:sz w:val="20"/>
          <w:u w:val="single"/>
        </w:rPr>
        <w:t xml:space="preserve">   2   </w:t>
      </w:r>
      <w:r w:rsidRPr="002A1559">
        <w:rPr>
          <w:rFonts w:eastAsia="標楷體" w:hint="eastAsia"/>
          <w:b/>
          <w:bCs/>
          <w:sz w:val="20"/>
        </w:rPr>
        <w:t>張共</w:t>
      </w:r>
      <w:r w:rsidRPr="002A1559">
        <w:rPr>
          <w:rFonts w:eastAsia="標楷體" w:hint="eastAsia"/>
          <w:b/>
          <w:bCs/>
          <w:sz w:val="20"/>
          <w:u w:val="single"/>
        </w:rPr>
        <w:t xml:space="preserve">    3    </w:t>
      </w:r>
      <w:r w:rsidRPr="002A1559">
        <w:rPr>
          <w:rFonts w:eastAsia="標楷體" w:hint="eastAsia"/>
          <w:b/>
          <w:bCs/>
          <w:sz w:val="20"/>
        </w:rPr>
        <w:t>面</w:t>
      </w:r>
      <w:r w:rsidRPr="002A1559">
        <w:rPr>
          <w:rFonts w:eastAsia="標楷體" w:hint="eastAsia"/>
          <w:b/>
          <w:bCs/>
          <w:sz w:val="28"/>
        </w:rPr>
        <w:t xml:space="preserve"> </w:t>
      </w:r>
    </w:p>
    <w:p w14:paraId="39AB13FD" w14:textId="77777777" w:rsidR="00E82FFC" w:rsidRPr="00BA4BEF" w:rsidRDefault="00E82FFC" w:rsidP="00E82FFC">
      <w:pPr>
        <w:spacing w:line="200" w:lineRule="exact"/>
        <w:ind w:rightChars="67" w:right="159"/>
        <w:rPr>
          <w:rFonts w:eastAsiaTheme="majorEastAsia"/>
          <w:bCs/>
          <w:sz w:val="20"/>
          <w:u w:val="single"/>
        </w:rPr>
      </w:pPr>
      <w:r w:rsidRPr="00BA4BEF">
        <w:rPr>
          <w:rFonts w:eastAsiaTheme="majorEastAsia" w:hint="eastAsia"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14:paraId="4CE882FC" w14:textId="77777777" w:rsidR="00C450C9" w:rsidRPr="00C82F27" w:rsidRDefault="00C450C9" w:rsidP="001D4091">
      <w:pPr>
        <w:tabs>
          <w:tab w:val="right" w:pos="9540"/>
        </w:tabs>
        <w:kinsoku w:val="0"/>
        <w:overflowPunct w:val="0"/>
        <w:autoSpaceDE w:val="0"/>
        <w:autoSpaceDN w:val="0"/>
        <w:ind w:left="1048"/>
        <w:jc w:val="both"/>
        <w:rPr>
          <w:kern w:val="0"/>
        </w:rPr>
      </w:pPr>
    </w:p>
    <w:p w14:paraId="0980940C" w14:textId="6F2B8F26" w:rsidR="007425AD" w:rsidRPr="00C82F27" w:rsidRDefault="007425AD" w:rsidP="007425AD">
      <w:pPr>
        <w:rPr>
          <w:color w:val="000000"/>
        </w:rPr>
      </w:pPr>
      <w:r w:rsidRPr="00C82F27">
        <w:rPr>
          <w:rFonts w:hint="eastAsia"/>
          <w:color w:val="000000"/>
        </w:rPr>
        <w:t>三、</w:t>
      </w:r>
      <w:r w:rsidR="004F34E2" w:rsidRPr="00C82F27">
        <w:rPr>
          <w:rFonts w:hint="eastAsia"/>
          <w:color w:val="000000"/>
        </w:rPr>
        <w:t>閱讀</w:t>
      </w:r>
      <w:r w:rsidRPr="00C82F27">
        <w:rPr>
          <w:rFonts w:hint="eastAsia"/>
          <w:color w:val="000000"/>
        </w:rPr>
        <w:t>題</w:t>
      </w:r>
      <w:r w:rsidRPr="00C82F27">
        <w:rPr>
          <w:rFonts w:hint="eastAsia"/>
          <w:color w:val="000000"/>
        </w:rPr>
        <w:t xml:space="preserve"> (</w:t>
      </w:r>
      <w:r w:rsidR="0054212F">
        <w:rPr>
          <w:rFonts w:hint="eastAsia"/>
          <w:color w:val="000000"/>
        </w:rPr>
        <w:t xml:space="preserve"> </w:t>
      </w:r>
      <w:r w:rsidR="0054212F">
        <w:rPr>
          <w:rFonts w:hint="eastAsia"/>
          <w:color w:val="000000"/>
        </w:rPr>
        <w:t>單選</w:t>
      </w:r>
      <w:r w:rsidRPr="00C82F27">
        <w:rPr>
          <w:rFonts w:hint="eastAsia"/>
          <w:color w:val="000000"/>
        </w:rPr>
        <w:t>題</w:t>
      </w:r>
      <w:r w:rsidR="0054212F">
        <w:rPr>
          <w:rFonts w:hint="eastAsia"/>
          <w:color w:val="000000"/>
        </w:rPr>
        <w:t>，</w:t>
      </w:r>
      <w:r w:rsidRPr="00C82F27">
        <w:rPr>
          <w:rFonts w:hint="eastAsia"/>
          <w:color w:val="000000"/>
        </w:rPr>
        <w:t>每小題</w:t>
      </w:r>
      <w:r w:rsidR="007B10D8">
        <w:rPr>
          <w:rFonts w:hint="eastAsia"/>
          <w:color w:val="000000"/>
        </w:rPr>
        <w:t>2</w:t>
      </w:r>
      <w:r w:rsidRPr="00C82F27">
        <w:rPr>
          <w:rFonts w:hint="eastAsia"/>
          <w:color w:val="000000"/>
        </w:rPr>
        <w:t>分</w:t>
      </w:r>
      <w:r w:rsidR="0054212F">
        <w:rPr>
          <w:rFonts w:hint="eastAsia"/>
          <w:color w:val="000000"/>
        </w:rPr>
        <w:t>，</w:t>
      </w:r>
      <w:r w:rsidRPr="00C82F27">
        <w:rPr>
          <w:rFonts w:hint="eastAsia"/>
          <w:color w:val="000000"/>
        </w:rPr>
        <w:t>共</w:t>
      </w:r>
      <w:r w:rsidR="007B10D8">
        <w:rPr>
          <w:rFonts w:hint="eastAsia"/>
          <w:color w:val="000000"/>
        </w:rPr>
        <w:t>8</w:t>
      </w:r>
      <w:r w:rsidRPr="00C82F27">
        <w:rPr>
          <w:rFonts w:hint="eastAsia"/>
          <w:color w:val="000000"/>
        </w:rPr>
        <w:t>分</w:t>
      </w:r>
      <w:r w:rsidR="0054212F">
        <w:rPr>
          <w:rFonts w:hint="eastAsia"/>
          <w:color w:val="000000"/>
        </w:rPr>
        <w:t>，答錯不到扣</w:t>
      </w:r>
      <w:r w:rsidRPr="00C82F27">
        <w:rPr>
          <w:rFonts w:hint="eastAsia"/>
          <w:color w:val="000000"/>
        </w:rPr>
        <w:t>)</w:t>
      </w:r>
    </w:p>
    <w:p w14:paraId="0FE5B3F3" w14:textId="77777777" w:rsidR="006D5BE6" w:rsidRPr="00C82F27" w:rsidRDefault="007425AD" w:rsidP="003E700D">
      <w:pPr>
        <w:pStyle w:val="ab"/>
        <w:numPr>
          <w:ilvl w:val="1"/>
          <w:numId w:val="4"/>
        </w:numPr>
        <w:tabs>
          <w:tab w:val="left" w:pos="119"/>
        </w:tabs>
        <w:ind w:leftChars="0" w:left="567" w:hanging="482"/>
        <w:rPr>
          <w:rFonts w:eastAsia="新細明體"/>
          <w:color w:val="000000"/>
        </w:rPr>
      </w:pPr>
      <w:r w:rsidRPr="00C82F27">
        <w:rPr>
          <w:rFonts w:eastAsia="新細明體" w:hint="eastAsia"/>
          <w:color w:val="000000"/>
        </w:rPr>
        <w:t>藉著身體內新陳代謝的生理作用為主來調節體溫的動物，稱為恆溫動物，反之以移動身體藉行動獲得較多陽光或較高氣（水）溫為主來提升體溫的動物，稱為變溫動物。恐龍到底是恆溫動物，還是變溫動物，常是學者熱烈爭辯的課題。</w:t>
      </w:r>
      <w:r w:rsidRPr="00C82F27">
        <w:rPr>
          <w:rFonts w:eastAsia="新細明體"/>
          <w:color w:val="000000"/>
        </w:rPr>
        <w:br/>
      </w:r>
      <w:r w:rsidRPr="00C82F27">
        <w:rPr>
          <w:rFonts w:eastAsia="新細明體" w:hint="eastAsia"/>
          <w:color w:val="000000"/>
        </w:rPr>
        <w:t>甲學者提出下列論點支持恐龍是恆溫動物：</w:t>
      </w:r>
      <w:r w:rsidRPr="00C82F27">
        <w:rPr>
          <w:rFonts w:eastAsia="新細明體"/>
          <w:color w:val="000000"/>
        </w:rPr>
        <w:br/>
      </w:r>
      <w:r w:rsidRPr="00C82F27">
        <w:rPr>
          <w:rFonts w:eastAsia="新細明體" w:hint="eastAsia"/>
          <w:color w:val="000000"/>
        </w:rPr>
        <w:t>論點一：今日北極圈內的中生代地層裡，常發現有土生土長的恐龍化石。</w:t>
      </w:r>
      <w:r w:rsidRPr="00C82F27">
        <w:rPr>
          <w:rFonts w:eastAsia="新細明體"/>
          <w:color w:val="000000"/>
        </w:rPr>
        <w:br/>
      </w:r>
      <w:r w:rsidRPr="00C82F27">
        <w:rPr>
          <w:rFonts w:eastAsia="新細明體" w:hint="eastAsia"/>
          <w:color w:val="000000"/>
        </w:rPr>
        <w:t>論點二：像恆溫動物一樣，少數恐龍化石也殘留有能夠隔絕低溫的羽毛構造。</w:t>
      </w:r>
      <w:r w:rsidRPr="00C82F27">
        <w:rPr>
          <w:rFonts w:eastAsia="新細明體"/>
          <w:color w:val="000000"/>
        </w:rPr>
        <w:br/>
      </w:r>
      <w:r w:rsidRPr="00C82F27">
        <w:rPr>
          <w:rFonts w:eastAsia="新細明體" w:hint="eastAsia"/>
          <w:color w:val="000000"/>
        </w:rPr>
        <w:t>論點三：像恆溫動物的哺乳類一樣，恐龍的化石群集具有大的（獵物／獵食者）比值。</w:t>
      </w:r>
      <w:r w:rsidRPr="00C82F27">
        <w:rPr>
          <w:rFonts w:eastAsia="新細明體"/>
          <w:color w:val="000000"/>
        </w:rPr>
        <w:br/>
      </w:r>
      <w:r w:rsidRPr="00C82F27">
        <w:rPr>
          <w:rFonts w:eastAsia="新細明體" w:hint="eastAsia"/>
          <w:color w:val="000000"/>
        </w:rPr>
        <w:t>論點四：像恆溫動物的哺乳類一樣，恐龍化石的骨骼中布滿管脈空隙，這原先是血管流經之路。</w:t>
      </w:r>
      <w:r w:rsidRPr="00C82F27">
        <w:rPr>
          <w:rFonts w:eastAsia="新細明體"/>
          <w:color w:val="000000"/>
        </w:rPr>
        <w:br/>
      </w:r>
      <w:r w:rsidRPr="00C82F27">
        <w:rPr>
          <w:rFonts w:eastAsia="新細明體" w:hint="eastAsia"/>
          <w:color w:val="000000"/>
        </w:rPr>
        <w:t>乙學者則提出下列論點支持恐龍是變溫動物：</w:t>
      </w:r>
      <w:r w:rsidRPr="00C82F27">
        <w:rPr>
          <w:rFonts w:eastAsia="新細明體"/>
          <w:color w:val="000000"/>
        </w:rPr>
        <w:br/>
      </w:r>
      <w:r w:rsidRPr="00C82F27">
        <w:rPr>
          <w:rFonts w:eastAsia="新細明體" w:hint="eastAsia"/>
          <w:color w:val="000000"/>
        </w:rPr>
        <w:t>論點五：從恐龍化石的尺寸研判，一般而言，恐龍體型都很龐大。</w:t>
      </w:r>
      <w:r w:rsidRPr="00C82F27">
        <w:rPr>
          <w:rFonts w:eastAsia="新細明體"/>
          <w:color w:val="000000"/>
        </w:rPr>
        <w:br/>
      </w:r>
      <w:r w:rsidRPr="00C82F27">
        <w:rPr>
          <w:rFonts w:eastAsia="新細明體" w:hint="eastAsia"/>
          <w:color w:val="000000"/>
        </w:rPr>
        <w:t>論點六：到了冬天，恐龍就會從寒冷區域遷移至陽光較多、氣候較暖和的區域。</w:t>
      </w:r>
      <w:r w:rsidRPr="00C82F27">
        <w:rPr>
          <w:rFonts w:eastAsia="新細明體"/>
          <w:color w:val="000000"/>
        </w:rPr>
        <w:br/>
      </w:r>
      <w:r w:rsidRPr="00C82F27">
        <w:rPr>
          <w:rFonts w:eastAsia="新細明體" w:hint="eastAsia"/>
          <w:color w:val="000000"/>
        </w:rPr>
        <w:t>論點七：恐龍具有羽毛，其主要功用是遮住夏天強烈的陽光，而非防止體溫失熱。</w:t>
      </w:r>
      <w:r w:rsidRPr="00C82F27">
        <w:rPr>
          <w:rFonts w:eastAsia="新細明體"/>
          <w:color w:val="000000"/>
        </w:rPr>
        <w:br/>
      </w:r>
      <w:r w:rsidRPr="00C82F27">
        <w:rPr>
          <w:rFonts w:eastAsia="新細明體" w:hint="eastAsia"/>
          <w:color w:val="000000"/>
        </w:rPr>
        <w:t>論點八：今日變溫動物群集和恆溫動物群集，其（獵物／獵食者）之比值是相近的。</w:t>
      </w:r>
      <w:r w:rsidRPr="00C82F27">
        <w:rPr>
          <w:rFonts w:eastAsia="新細明體"/>
          <w:color w:val="000000"/>
        </w:rPr>
        <w:br/>
      </w:r>
      <w:r w:rsidRPr="00C82F27">
        <w:rPr>
          <w:rFonts w:eastAsia="新細明體" w:hint="eastAsia"/>
          <w:color w:val="000000"/>
        </w:rPr>
        <w:t>論點九：今日許多的變溫動物爬蟲類，其骨骼也呈現高度管脈化，但一些小型鳥類和哺乳類的恆溫動物，其骨骼之管脈化程度則偏低。</w:t>
      </w:r>
    </w:p>
    <w:p w14:paraId="4C832435" w14:textId="6DFE4C69" w:rsidR="006D5BE6" w:rsidRPr="00C82F27" w:rsidRDefault="007425AD" w:rsidP="003E700D">
      <w:pPr>
        <w:pStyle w:val="ab"/>
        <w:numPr>
          <w:ilvl w:val="0"/>
          <w:numId w:val="3"/>
        </w:numPr>
        <w:tabs>
          <w:tab w:val="left" w:pos="119"/>
        </w:tabs>
        <w:kinsoku w:val="0"/>
        <w:snapToGrid w:val="0"/>
        <w:spacing w:line="120" w:lineRule="atLeast"/>
        <w:ind w:leftChars="0" w:left="709" w:hanging="482"/>
        <w:jc w:val="both"/>
        <w:rPr>
          <w:rFonts w:eastAsia="新細明體"/>
          <w:color w:val="000000"/>
        </w:rPr>
      </w:pPr>
      <w:r w:rsidRPr="00C82F27">
        <w:rPr>
          <w:rFonts w:eastAsia="新細明體" w:hint="eastAsia"/>
          <w:color w:val="000000"/>
        </w:rPr>
        <w:t xml:space="preserve">乙學者所提的五項論點中，哪一項論點與甲學者所提的任一論點最無法成雙配對？　</w:t>
      </w:r>
      <w:r w:rsidRPr="00C82F27">
        <w:rPr>
          <w:rFonts w:eastAsia="新細明體"/>
          <w:color w:val="000000"/>
        </w:rPr>
        <w:t>(A)</w:t>
      </w:r>
      <w:r w:rsidRPr="00C82F27">
        <w:rPr>
          <w:rFonts w:eastAsia="新細明體" w:hint="eastAsia"/>
          <w:color w:val="000000"/>
        </w:rPr>
        <w:t xml:space="preserve">論點五　</w:t>
      </w:r>
      <w:r w:rsidRPr="00C82F27">
        <w:rPr>
          <w:rFonts w:eastAsia="新細明體"/>
          <w:color w:val="000000"/>
        </w:rPr>
        <w:t>(B)</w:t>
      </w:r>
      <w:r w:rsidRPr="00C82F27">
        <w:rPr>
          <w:rFonts w:eastAsia="新細明體" w:hint="eastAsia"/>
          <w:color w:val="000000"/>
        </w:rPr>
        <w:t xml:space="preserve">論點六　</w:t>
      </w:r>
      <w:r w:rsidRPr="00C82F27">
        <w:rPr>
          <w:rFonts w:eastAsia="新細明體"/>
          <w:color w:val="000000"/>
        </w:rPr>
        <w:t>(C)</w:t>
      </w:r>
      <w:r w:rsidRPr="00C82F27">
        <w:rPr>
          <w:rFonts w:eastAsia="新細明體" w:hint="eastAsia"/>
          <w:color w:val="000000"/>
        </w:rPr>
        <w:t xml:space="preserve">論點七　</w:t>
      </w:r>
      <w:r w:rsidRPr="00C82F27">
        <w:rPr>
          <w:rFonts w:eastAsia="新細明體"/>
          <w:color w:val="000000"/>
        </w:rPr>
        <w:t>(D)</w:t>
      </w:r>
      <w:r w:rsidRPr="00C82F27">
        <w:rPr>
          <w:rFonts w:eastAsia="新細明體" w:hint="eastAsia"/>
          <w:color w:val="000000"/>
        </w:rPr>
        <w:t xml:space="preserve">論點八　</w:t>
      </w:r>
      <w:r w:rsidRPr="00C82F27">
        <w:rPr>
          <w:rFonts w:eastAsia="新細明體"/>
          <w:color w:val="000000"/>
        </w:rPr>
        <w:t>(E)</w:t>
      </w:r>
      <w:r w:rsidRPr="00C82F27">
        <w:rPr>
          <w:rFonts w:eastAsia="新細明體" w:hint="eastAsia"/>
          <w:color w:val="000000"/>
        </w:rPr>
        <w:t>論點九。</w:t>
      </w:r>
    </w:p>
    <w:p w14:paraId="28136440" w14:textId="4FC639DA" w:rsidR="001B3041" w:rsidRPr="00C82F27" w:rsidRDefault="007425AD" w:rsidP="003E700D">
      <w:pPr>
        <w:pStyle w:val="ab"/>
        <w:numPr>
          <w:ilvl w:val="0"/>
          <w:numId w:val="3"/>
        </w:numPr>
        <w:tabs>
          <w:tab w:val="left" w:pos="119"/>
        </w:tabs>
        <w:kinsoku w:val="0"/>
        <w:snapToGrid w:val="0"/>
        <w:spacing w:line="120" w:lineRule="atLeast"/>
        <w:ind w:leftChars="0" w:left="709" w:hanging="482"/>
        <w:jc w:val="both"/>
        <w:rPr>
          <w:rFonts w:eastAsia="新細明體"/>
          <w:color w:val="000000"/>
        </w:rPr>
      </w:pPr>
      <w:r w:rsidRPr="00C82F27">
        <w:rPr>
          <w:rFonts w:eastAsia="新細明體" w:hint="eastAsia"/>
          <w:color w:val="000000"/>
        </w:rPr>
        <w:t xml:space="preserve">若乙學者認為生活在北極圈內的恐龍，仍有機會曬到陽光，他所持的理由為何？　</w:t>
      </w:r>
      <w:r w:rsidRPr="00C82F27">
        <w:rPr>
          <w:rFonts w:eastAsia="新細明體"/>
          <w:color w:val="000000"/>
        </w:rPr>
        <w:t>(A)</w:t>
      </w:r>
      <w:r w:rsidRPr="00C82F27">
        <w:rPr>
          <w:rFonts w:eastAsia="新細明體" w:hint="eastAsia"/>
          <w:color w:val="000000"/>
        </w:rPr>
        <w:t xml:space="preserve">恐龍能隨季節作遷移　</w:t>
      </w:r>
      <w:r w:rsidRPr="00C82F27">
        <w:rPr>
          <w:rFonts w:eastAsia="新細明體"/>
          <w:color w:val="000000"/>
        </w:rPr>
        <w:t>(B)</w:t>
      </w:r>
      <w:r w:rsidRPr="00C82F27">
        <w:rPr>
          <w:rFonts w:eastAsia="新細明體" w:hint="eastAsia"/>
          <w:color w:val="000000"/>
        </w:rPr>
        <w:t xml:space="preserve">藉板塊移動，將恐龍移到較低緯度　</w:t>
      </w:r>
      <w:r w:rsidRPr="00C82F27">
        <w:rPr>
          <w:rFonts w:eastAsia="新細明體"/>
          <w:color w:val="000000"/>
        </w:rPr>
        <w:t>(C)</w:t>
      </w:r>
      <w:r w:rsidRPr="00C82F27">
        <w:rPr>
          <w:rFonts w:eastAsia="新細明體" w:hint="eastAsia"/>
          <w:color w:val="000000"/>
        </w:rPr>
        <w:t xml:space="preserve">恐龍有冬眠的習慣，故不需要陽光　</w:t>
      </w:r>
      <w:r w:rsidRPr="00C82F27">
        <w:rPr>
          <w:rFonts w:eastAsia="新細明體"/>
          <w:color w:val="000000"/>
        </w:rPr>
        <w:t>(D)</w:t>
      </w:r>
      <w:r w:rsidR="001B3041" w:rsidRPr="00C82F27">
        <w:rPr>
          <w:rFonts w:eastAsia="新細明體"/>
          <w:color w:val="000000"/>
        </w:rPr>
        <w:t xml:space="preserve"> </w:t>
      </w:r>
      <w:r w:rsidR="001B3041" w:rsidRPr="00C82F27">
        <w:rPr>
          <w:rFonts w:eastAsia="新細明體" w:hint="eastAsia"/>
          <w:color w:val="000000"/>
        </w:rPr>
        <w:t>北極圈內有很多北極熊，可供恐龍作為食物。</w:t>
      </w:r>
    </w:p>
    <w:p w14:paraId="2F60EBCF" w14:textId="6685C385" w:rsidR="00D716FA" w:rsidRPr="00C82F27" w:rsidRDefault="00D716FA" w:rsidP="001D4091">
      <w:pPr>
        <w:tabs>
          <w:tab w:val="right" w:pos="9540"/>
        </w:tabs>
        <w:kinsoku w:val="0"/>
        <w:overflowPunct w:val="0"/>
        <w:autoSpaceDE w:val="0"/>
        <w:autoSpaceDN w:val="0"/>
        <w:ind w:left="1048"/>
        <w:jc w:val="both"/>
        <w:rPr>
          <w:kern w:val="0"/>
        </w:rPr>
      </w:pPr>
    </w:p>
    <w:p w14:paraId="515C1EA7" w14:textId="77777777" w:rsidR="008B2495" w:rsidRDefault="0030043E" w:rsidP="003E700D">
      <w:pPr>
        <w:pStyle w:val="ab"/>
        <w:numPr>
          <w:ilvl w:val="1"/>
          <w:numId w:val="4"/>
        </w:numPr>
        <w:tabs>
          <w:tab w:val="left" w:pos="119"/>
        </w:tabs>
        <w:kinsoku w:val="0"/>
        <w:snapToGrid w:val="0"/>
        <w:spacing w:line="120" w:lineRule="atLeast"/>
        <w:ind w:leftChars="0" w:left="567" w:hanging="482"/>
        <w:jc w:val="both"/>
        <w:rPr>
          <w:rFonts w:eastAsia="新細明體"/>
          <w:color w:val="000000"/>
        </w:rPr>
      </w:pPr>
      <w:r w:rsidRPr="008B2495">
        <w:rPr>
          <w:rFonts w:eastAsia="新細明體" w:hint="eastAsia"/>
          <w:color w:val="000000"/>
        </w:rPr>
        <w:t>在太平洋的某群島上，住著一種鳥類，科學家發現這種鳥類的鳥喙有細長和厚短之分，細長的鳥喙方便取食昆蟲，厚短的鳥喙方便取食種子。科學家連續五年，在甲、乙、丙三個小島上作調查，並記錄細長和厚短鳥喙的鳥兒數目，紀錄如下表，試回答</w:t>
      </w:r>
      <w:r w:rsidR="00593B83" w:rsidRPr="008B2495">
        <w:rPr>
          <w:rFonts w:eastAsia="新細明體" w:hint="eastAsia"/>
          <w:color w:val="000000"/>
        </w:rPr>
        <w:t>49</w:t>
      </w:r>
      <w:r w:rsidR="007B10D8" w:rsidRPr="008B2495">
        <w:rPr>
          <w:rFonts w:eastAsia="新細明體" w:hint="eastAsia"/>
          <w:color w:val="000000"/>
        </w:rPr>
        <w:t>~5</w:t>
      </w:r>
      <w:r w:rsidR="00593B83" w:rsidRPr="008B2495">
        <w:rPr>
          <w:rFonts w:eastAsia="新細明體" w:hint="eastAsia"/>
          <w:color w:val="000000"/>
        </w:rPr>
        <w:t>0</w:t>
      </w:r>
      <w:r w:rsidRPr="008B2495">
        <w:rPr>
          <w:rFonts w:eastAsia="新細明體" w:hint="eastAsia"/>
          <w:color w:val="000000"/>
        </w:rPr>
        <w:t>題。</w:t>
      </w:r>
    </w:p>
    <w:p w14:paraId="023C65BA" w14:textId="750E5AA1" w:rsidR="001B3041" w:rsidRPr="008B2495" w:rsidRDefault="008B2495" w:rsidP="008B2495">
      <w:pPr>
        <w:pStyle w:val="ab"/>
        <w:tabs>
          <w:tab w:val="left" w:pos="119"/>
        </w:tabs>
        <w:kinsoku w:val="0"/>
        <w:snapToGrid w:val="0"/>
        <w:spacing w:line="120" w:lineRule="atLeast"/>
        <w:ind w:leftChars="0" w:left="567"/>
        <w:jc w:val="both"/>
        <w:rPr>
          <w:rFonts w:eastAsia="新細明體"/>
          <w:color w:val="000000"/>
        </w:rPr>
      </w:pPr>
      <w:r w:rsidRPr="008B2495">
        <w:rPr>
          <w:noProof/>
        </w:rPr>
        <w:drawing>
          <wp:inline distT="0" distB="0" distL="0" distR="0" wp14:anchorId="2DE40958" wp14:editId="475F3FF5">
            <wp:extent cx="4966335" cy="199644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335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73728" w14:textId="7A2EEB86" w:rsidR="001B3041" w:rsidRPr="00F07B99" w:rsidRDefault="001B3041" w:rsidP="003E700D">
      <w:pPr>
        <w:pStyle w:val="ab"/>
        <w:numPr>
          <w:ilvl w:val="0"/>
          <w:numId w:val="3"/>
        </w:numPr>
        <w:tabs>
          <w:tab w:val="left" w:pos="119"/>
        </w:tabs>
        <w:kinsoku w:val="0"/>
        <w:snapToGrid w:val="0"/>
        <w:spacing w:line="120" w:lineRule="atLeast"/>
        <w:ind w:leftChars="0" w:left="709" w:hanging="482"/>
        <w:jc w:val="both"/>
        <w:rPr>
          <w:rFonts w:eastAsia="新細明體"/>
          <w:vanish/>
          <w:color w:val="008000"/>
        </w:rPr>
      </w:pPr>
      <w:r w:rsidRPr="00C82F27">
        <w:rPr>
          <w:rFonts w:eastAsia="新細明體" w:hint="eastAsia"/>
          <w:color w:val="000000"/>
        </w:rPr>
        <w:t>哪一個島上的</w:t>
      </w:r>
      <w:r w:rsidR="00F07B99">
        <w:rPr>
          <w:rFonts w:eastAsia="新細明體" w:hint="eastAsia"/>
          <w:color w:val="000000"/>
        </w:rPr>
        <w:t>環境並無明顯的變化</w:t>
      </w:r>
      <w:r w:rsidRPr="00C82F27">
        <w:rPr>
          <w:rFonts w:eastAsia="新細明體" w:hint="eastAsia"/>
          <w:color w:val="000000"/>
        </w:rPr>
        <w:t xml:space="preserve">？　</w:t>
      </w:r>
      <w:r w:rsidRPr="00C82F27">
        <w:rPr>
          <w:rFonts w:eastAsia="新細明體"/>
          <w:color w:val="000000"/>
        </w:rPr>
        <w:t>(A)</w:t>
      </w:r>
      <w:r w:rsidRPr="00C82F27">
        <w:rPr>
          <w:rFonts w:eastAsia="新細明體" w:hint="eastAsia"/>
          <w:color w:val="000000"/>
        </w:rPr>
        <w:t xml:space="preserve">甲　</w:t>
      </w:r>
      <w:r w:rsidRPr="00C82F27">
        <w:rPr>
          <w:rFonts w:eastAsia="新細明體"/>
          <w:color w:val="000000"/>
        </w:rPr>
        <w:t>(B)</w:t>
      </w:r>
      <w:r w:rsidRPr="00C82F27">
        <w:rPr>
          <w:rFonts w:eastAsia="新細明體" w:hint="eastAsia"/>
          <w:color w:val="000000"/>
        </w:rPr>
        <w:t xml:space="preserve">乙　</w:t>
      </w:r>
      <w:r w:rsidRPr="00C82F27">
        <w:rPr>
          <w:rFonts w:eastAsia="新細明體"/>
          <w:color w:val="000000"/>
        </w:rPr>
        <w:t>(C)</w:t>
      </w:r>
      <w:r w:rsidRPr="00C82F27">
        <w:rPr>
          <w:rFonts w:eastAsia="新細明體" w:hint="eastAsia"/>
          <w:color w:val="000000"/>
        </w:rPr>
        <w:t xml:space="preserve">丙　</w:t>
      </w:r>
      <w:r w:rsidRPr="00C82F27">
        <w:rPr>
          <w:rFonts w:eastAsia="新細明體"/>
          <w:color w:val="000000"/>
        </w:rPr>
        <w:t>(D)</w:t>
      </w:r>
      <w:r w:rsidRPr="00C82F27">
        <w:rPr>
          <w:rFonts w:eastAsia="新細明體" w:hint="eastAsia"/>
          <w:color w:val="000000"/>
        </w:rPr>
        <w:t>乙、丙。</w:t>
      </w:r>
      <w:r w:rsidR="008B2495">
        <w:rPr>
          <w:rFonts w:eastAsia="新細明體"/>
          <w:color w:val="000000"/>
        </w:rPr>
        <w:br/>
      </w:r>
    </w:p>
    <w:p w14:paraId="2FABE847" w14:textId="3D3E4641" w:rsidR="001B3041" w:rsidRPr="00C82F27" w:rsidRDefault="001B3041" w:rsidP="003E700D">
      <w:pPr>
        <w:pStyle w:val="ab"/>
        <w:numPr>
          <w:ilvl w:val="0"/>
          <w:numId w:val="3"/>
        </w:numPr>
        <w:tabs>
          <w:tab w:val="left" w:pos="119"/>
        </w:tabs>
        <w:kinsoku w:val="0"/>
        <w:snapToGrid w:val="0"/>
        <w:spacing w:line="120" w:lineRule="atLeast"/>
        <w:ind w:leftChars="0" w:left="709" w:hanging="482"/>
        <w:jc w:val="both"/>
        <w:rPr>
          <w:rFonts w:eastAsia="新細明體"/>
          <w:vanish/>
          <w:color w:val="008000"/>
        </w:rPr>
      </w:pPr>
      <w:r w:rsidRPr="00C82F27">
        <w:rPr>
          <w:rFonts w:eastAsia="新細明體" w:hint="eastAsia"/>
          <w:color w:val="000000"/>
        </w:rPr>
        <w:t xml:space="preserve">根據表中生存鳥兒的數目判斷，哪一個島上的環境最不適合喜歡吃種子的鳥兒生存？　</w:t>
      </w:r>
      <w:r w:rsidR="00F176AF">
        <w:rPr>
          <w:rFonts w:eastAsia="新細明體"/>
          <w:color w:val="000000"/>
        </w:rPr>
        <w:br/>
      </w:r>
      <w:r w:rsidRPr="00C82F27">
        <w:rPr>
          <w:rFonts w:eastAsia="新細明體"/>
          <w:color w:val="000000"/>
        </w:rPr>
        <w:t>(A)</w:t>
      </w:r>
      <w:r w:rsidRPr="00C82F27">
        <w:rPr>
          <w:rFonts w:eastAsia="新細明體" w:hint="eastAsia"/>
          <w:color w:val="000000"/>
        </w:rPr>
        <w:t xml:space="preserve">甲　</w:t>
      </w:r>
      <w:r w:rsidRPr="00C82F27">
        <w:rPr>
          <w:rFonts w:eastAsia="新細明體"/>
          <w:color w:val="000000"/>
        </w:rPr>
        <w:t>(B)</w:t>
      </w:r>
      <w:r w:rsidRPr="00C82F27">
        <w:rPr>
          <w:rFonts w:eastAsia="新細明體" w:hint="eastAsia"/>
          <w:color w:val="000000"/>
        </w:rPr>
        <w:t xml:space="preserve">乙　</w:t>
      </w:r>
      <w:r w:rsidRPr="00C82F27">
        <w:rPr>
          <w:rFonts w:eastAsia="新細明體"/>
          <w:color w:val="000000"/>
        </w:rPr>
        <w:t>(C)</w:t>
      </w:r>
      <w:r w:rsidRPr="00C82F27">
        <w:rPr>
          <w:rFonts w:eastAsia="新細明體" w:hint="eastAsia"/>
          <w:color w:val="000000"/>
        </w:rPr>
        <w:t>丙　。</w:t>
      </w:r>
    </w:p>
    <w:p w14:paraId="53F0F623" w14:textId="77777777" w:rsidR="006D5BE6" w:rsidRPr="00C82F27" w:rsidRDefault="006D5BE6" w:rsidP="006D5BE6">
      <w:pPr>
        <w:pStyle w:val="ab"/>
        <w:tabs>
          <w:tab w:val="left" w:pos="119"/>
        </w:tabs>
        <w:ind w:leftChars="0" w:left="960"/>
        <w:rPr>
          <w:rFonts w:eastAsia="新細明體"/>
          <w:vanish/>
          <w:color w:val="008000"/>
        </w:rPr>
      </w:pPr>
    </w:p>
    <w:p w14:paraId="57DFEF2D" w14:textId="77777777" w:rsidR="00D716FA" w:rsidRPr="00C82F27" w:rsidRDefault="00D716FA" w:rsidP="001D4091">
      <w:pPr>
        <w:tabs>
          <w:tab w:val="right" w:pos="9540"/>
        </w:tabs>
        <w:kinsoku w:val="0"/>
        <w:overflowPunct w:val="0"/>
        <w:autoSpaceDE w:val="0"/>
        <w:autoSpaceDN w:val="0"/>
        <w:ind w:left="1048"/>
        <w:jc w:val="both"/>
        <w:rPr>
          <w:kern w:val="0"/>
        </w:rPr>
      </w:pPr>
    </w:p>
    <w:p w14:paraId="76ED9BB5" w14:textId="3D694D4F" w:rsidR="00F43396" w:rsidRDefault="00F43396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35162BA8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2E95A9C5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3E9EA6F6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6777EE47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7EFCFB7F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4A4931F2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750DDFA9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304A52ED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2E5C23BE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1FD3FB1B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2254EE70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2F4BF7EF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10735CFA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34C28B6F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266BE609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1464B067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75D01DAE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4C0F9A3D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0D9D0415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5BB25F03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64F3D792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79A1E1F0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5265B596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22F43002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0CE28184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688F4EB0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5CCA9672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62FA6B74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3BF92B64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61026488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33D7A101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724876E8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6106906D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53DF8009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403FBC53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68289AEF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33920F29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055C581D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42ACF733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00942EE1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4FD72EED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0D3014FE" w14:textId="77777777" w:rsidR="00EE170A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p w14:paraId="6C4338D3" w14:textId="77777777" w:rsidR="0084624B" w:rsidRDefault="0084624B" w:rsidP="00EE170A">
      <w:pPr>
        <w:jc w:val="center"/>
        <w:rPr>
          <w:rFonts w:eastAsia="標楷體"/>
          <w:b/>
          <w:bCs/>
          <w:spacing w:val="200"/>
          <w:sz w:val="40"/>
          <w:u w:val="single"/>
        </w:rPr>
      </w:pPr>
    </w:p>
    <w:p w14:paraId="69E7F948" w14:textId="77777777" w:rsidR="0084624B" w:rsidRDefault="0084624B" w:rsidP="00EE170A">
      <w:pPr>
        <w:jc w:val="center"/>
        <w:rPr>
          <w:rFonts w:eastAsia="標楷體"/>
          <w:b/>
          <w:bCs/>
          <w:spacing w:val="200"/>
          <w:sz w:val="40"/>
          <w:u w:val="single"/>
        </w:rPr>
      </w:pPr>
    </w:p>
    <w:p w14:paraId="03533F10" w14:textId="77777777" w:rsidR="0084624B" w:rsidRDefault="0084624B" w:rsidP="00EE170A">
      <w:pPr>
        <w:jc w:val="center"/>
        <w:rPr>
          <w:rFonts w:eastAsia="標楷體"/>
          <w:b/>
          <w:bCs/>
          <w:spacing w:val="200"/>
          <w:sz w:val="40"/>
          <w:u w:val="single"/>
        </w:rPr>
      </w:pPr>
    </w:p>
    <w:p w14:paraId="2BA6FE9D" w14:textId="77777777" w:rsidR="0084624B" w:rsidRDefault="0084624B" w:rsidP="00EE170A">
      <w:pPr>
        <w:jc w:val="center"/>
        <w:rPr>
          <w:rFonts w:eastAsia="標楷體"/>
          <w:b/>
          <w:bCs/>
          <w:spacing w:val="200"/>
          <w:sz w:val="40"/>
          <w:u w:val="single"/>
        </w:rPr>
      </w:pPr>
    </w:p>
    <w:p w14:paraId="54DEF278" w14:textId="77777777" w:rsidR="00EE170A" w:rsidRPr="00C066EF" w:rsidRDefault="00EE170A" w:rsidP="00EE170A">
      <w:pPr>
        <w:jc w:val="center"/>
        <w:rPr>
          <w:rFonts w:eastAsia="標楷體"/>
          <w:b/>
          <w:bCs/>
          <w:spacing w:val="200"/>
          <w:sz w:val="40"/>
          <w:u w:val="single"/>
        </w:rPr>
      </w:pPr>
      <w:r w:rsidRPr="00C066EF">
        <w:rPr>
          <w:rFonts w:eastAsia="標楷體" w:hint="eastAsia"/>
          <w:b/>
          <w:bCs/>
          <w:spacing w:val="200"/>
          <w:sz w:val="40"/>
          <w:u w:val="single"/>
        </w:rPr>
        <w:lastRenderedPageBreak/>
        <w:t>答案公佈表</w:t>
      </w:r>
    </w:p>
    <w:p w14:paraId="0808D803" w14:textId="134EAEE2" w:rsidR="00EE170A" w:rsidRDefault="00BD2253" w:rsidP="00BD2253">
      <w:pPr>
        <w:rPr>
          <w:rFonts w:eastAsia="標楷體"/>
          <w:b/>
        </w:rPr>
      </w:pPr>
      <w:r>
        <w:rPr>
          <w:rFonts w:eastAsia="標楷體" w:hint="eastAsia"/>
          <w:b/>
        </w:rPr>
        <w:t>臺中</w:t>
      </w:r>
      <w:bookmarkStart w:id="10" w:name="_GoBack"/>
      <w:bookmarkEnd w:id="10"/>
      <w:r w:rsidR="00EE170A" w:rsidRPr="00C066EF">
        <w:rPr>
          <w:rFonts w:eastAsia="標楷體" w:hint="eastAsia"/>
          <w:b/>
        </w:rPr>
        <w:t>市立臺中第二高級中學</w:t>
      </w:r>
    </w:p>
    <w:p w14:paraId="5653AC93" w14:textId="77777777" w:rsidR="00EE170A" w:rsidRPr="00C066EF" w:rsidRDefault="00EE170A" w:rsidP="00EE170A">
      <w:pPr>
        <w:jc w:val="center"/>
        <w:rPr>
          <w:rFonts w:eastAsia="標楷體"/>
          <w:b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3"/>
      </w:tblGrid>
      <w:tr w:rsidR="00EE170A" w:rsidRPr="00C066EF" w14:paraId="01D7F4DE" w14:textId="77777777" w:rsidTr="00FB2764">
        <w:trPr>
          <w:trHeight w:val="11938"/>
        </w:trPr>
        <w:tc>
          <w:tcPr>
            <w:tcW w:w="10233" w:type="dxa"/>
          </w:tcPr>
          <w:p w14:paraId="3FF2325A" w14:textId="67780226" w:rsidR="00EE170A" w:rsidRPr="00C066EF" w:rsidRDefault="00EE170A" w:rsidP="00FB2764">
            <w:pPr>
              <w:ind w:leftChars="106" w:left="252"/>
              <w:rPr>
                <w:rFonts w:eastAsia="標楷體"/>
                <w:b/>
                <w:color w:val="000000"/>
              </w:rPr>
            </w:pPr>
            <w:r w:rsidRPr="0084624B">
              <w:rPr>
                <w:rFonts w:hint="eastAsia"/>
                <w:b/>
              </w:rPr>
              <w:t>學年度</w:t>
            </w:r>
            <w:r w:rsidRPr="0084624B">
              <w:rPr>
                <w:rFonts w:hint="eastAsia"/>
                <w:b/>
              </w:rPr>
              <w:t xml:space="preserve"> </w:t>
            </w:r>
            <w:r w:rsidRPr="0084624B">
              <w:rPr>
                <w:rFonts w:hint="eastAsia"/>
                <w:b/>
              </w:rPr>
              <w:t>第</w:t>
            </w:r>
            <w:r w:rsidRPr="0084624B">
              <w:rPr>
                <w:rFonts w:hint="eastAsia"/>
                <w:b/>
                <w:u w:val="single"/>
              </w:rPr>
              <w:t xml:space="preserve"> 2 </w:t>
            </w:r>
            <w:r w:rsidRPr="0084624B">
              <w:rPr>
                <w:rFonts w:hint="eastAsia"/>
                <w:b/>
              </w:rPr>
              <w:t>學期</w:t>
            </w:r>
            <w:r w:rsidRPr="0084624B">
              <w:rPr>
                <w:rFonts w:hint="eastAsia"/>
                <w:b/>
              </w:rPr>
              <w:t xml:space="preserve"> </w:t>
            </w:r>
            <w:r w:rsidRPr="0084624B">
              <w:rPr>
                <w:rFonts w:hint="eastAsia"/>
                <w:b/>
                <w:u w:val="single"/>
              </w:rPr>
              <w:t xml:space="preserve">  2  </w:t>
            </w:r>
            <w:r w:rsidRPr="0084624B">
              <w:rPr>
                <w:rFonts w:hint="eastAsia"/>
                <w:b/>
              </w:rPr>
              <w:t>年級</w:t>
            </w:r>
            <w:r w:rsidRPr="0084624B">
              <w:rPr>
                <w:rFonts w:hint="eastAsia"/>
                <w:b/>
                <w:u w:val="single"/>
              </w:rPr>
              <w:t xml:space="preserve">  3  </w:t>
            </w:r>
            <w:r w:rsidRPr="0084624B">
              <w:rPr>
                <w:rFonts w:hint="eastAsia"/>
                <w:b/>
              </w:rPr>
              <w:t>類組</w:t>
            </w:r>
            <w:r w:rsidRPr="001B7F43">
              <w:rPr>
                <w:rFonts w:hint="eastAsia"/>
              </w:rPr>
              <w:t xml:space="preserve"> </w:t>
            </w:r>
            <w:r w:rsidRPr="0084624B">
              <w:rPr>
                <w:rFonts w:hint="eastAsia"/>
                <w:b/>
                <w:u w:val="single"/>
              </w:rPr>
              <w:t xml:space="preserve"> </w:t>
            </w:r>
            <w:r w:rsidRPr="0084624B">
              <w:rPr>
                <w:rFonts w:hint="eastAsia"/>
                <w:b/>
                <w:u w:val="single"/>
              </w:rPr>
              <w:t>基礎生物</w:t>
            </w:r>
            <w:r w:rsidRPr="0084624B">
              <w:rPr>
                <w:rFonts w:hint="eastAsia"/>
                <w:b/>
                <w:u w:val="single"/>
              </w:rPr>
              <w:t>(</w:t>
            </w:r>
            <w:r w:rsidRPr="0084624B">
              <w:rPr>
                <w:rFonts w:hint="eastAsia"/>
                <w:b/>
                <w:u w:val="single"/>
              </w:rPr>
              <w:t>下</w:t>
            </w:r>
            <w:r w:rsidRPr="0084624B">
              <w:rPr>
                <w:rFonts w:hint="eastAsia"/>
                <w:b/>
                <w:u w:val="single"/>
              </w:rPr>
              <w:t xml:space="preserve">) </w:t>
            </w:r>
            <w:r w:rsidRPr="0084624B">
              <w:rPr>
                <w:rFonts w:hint="eastAsia"/>
                <w:b/>
              </w:rPr>
              <w:t>科</w:t>
            </w:r>
            <w:r w:rsidRPr="0084624B">
              <w:rPr>
                <w:rFonts w:hint="eastAsia"/>
                <w:b/>
              </w:rPr>
              <w:t xml:space="preserve"> </w:t>
            </w:r>
            <w:r w:rsidRPr="0084624B">
              <w:rPr>
                <w:rFonts w:hint="eastAsia"/>
                <w:b/>
              </w:rPr>
              <w:t>第</w:t>
            </w:r>
            <w:r w:rsidRPr="0084624B">
              <w:rPr>
                <w:rFonts w:hint="eastAsia"/>
                <w:b/>
                <w:u w:val="single"/>
              </w:rPr>
              <w:t xml:space="preserve"> 1 </w:t>
            </w:r>
            <w:r w:rsidRPr="0084624B">
              <w:rPr>
                <w:rFonts w:hint="eastAsia"/>
                <w:b/>
              </w:rPr>
              <w:t>次期中考試題答案</w:t>
            </w:r>
            <w:r w:rsidRPr="0084624B">
              <w:rPr>
                <w:rFonts w:hint="eastAsia"/>
                <w:b/>
                <w:bCs/>
                <w:sz w:val="28"/>
                <w:u w:val="single"/>
              </w:rPr>
              <w:t xml:space="preserve"> </w:t>
            </w:r>
          </w:p>
          <w:p w14:paraId="49826C14" w14:textId="77777777" w:rsidR="00EE170A" w:rsidRDefault="00EE170A" w:rsidP="003E700D">
            <w:pPr>
              <w:pStyle w:val="ab"/>
              <w:numPr>
                <w:ilvl w:val="0"/>
                <w:numId w:val="6"/>
              </w:numPr>
              <w:ind w:leftChars="0"/>
              <w:rPr>
                <w:b/>
              </w:rPr>
            </w:pPr>
            <w:r w:rsidRPr="005F393D">
              <w:rPr>
                <w:rFonts w:hint="eastAsia"/>
                <w:b/>
              </w:rPr>
              <w:t>1-24</w:t>
            </w:r>
            <w:r w:rsidRPr="005F393D">
              <w:rPr>
                <w:rFonts w:hint="eastAsia"/>
                <w:b/>
              </w:rPr>
              <w:t>題</w:t>
            </w:r>
            <w:r>
              <w:rPr>
                <w:rFonts w:hint="eastAsia"/>
                <w:b/>
              </w:rPr>
              <w:t>為</w:t>
            </w:r>
            <w:r w:rsidRPr="005F393D">
              <w:rPr>
                <w:rFonts w:hint="eastAsia"/>
                <w:b/>
              </w:rPr>
              <w:t>單選題，每題</w:t>
            </w:r>
            <w:r w:rsidRPr="005F393D">
              <w:rPr>
                <w:rFonts w:hint="eastAsia"/>
                <w:b/>
              </w:rPr>
              <w:t>2</w:t>
            </w:r>
            <w:r w:rsidRPr="005F393D">
              <w:rPr>
                <w:rFonts w:hint="eastAsia"/>
                <w:b/>
              </w:rPr>
              <w:t>分，共</w:t>
            </w:r>
            <w:r w:rsidRPr="005F393D">
              <w:rPr>
                <w:rFonts w:hint="eastAsia"/>
                <w:b/>
              </w:rPr>
              <w:t>48</w:t>
            </w:r>
            <w:r w:rsidRPr="005F393D">
              <w:rPr>
                <w:rFonts w:hint="eastAsia"/>
                <w:b/>
              </w:rPr>
              <w:t>分，答錯不倒扣</w:t>
            </w:r>
          </w:p>
          <w:p w14:paraId="2B791CC0" w14:textId="77777777" w:rsidR="00EE170A" w:rsidRPr="005F393D" w:rsidRDefault="00EE170A" w:rsidP="003E700D">
            <w:pPr>
              <w:pStyle w:val="ab"/>
              <w:numPr>
                <w:ilvl w:val="0"/>
                <w:numId w:val="6"/>
              </w:numPr>
              <w:ind w:leftChars="0"/>
              <w:rPr>
                <w:b/>
              </w:rPr>
            </w:pPr>
            <w:r w:rsidRPr="005F393D">
              <w:rPr>
                <w:rFonts w:hint="eastAsia"/>
                <w:b/>
              </w:rPr>
              <w:t>25~46</w:t>
            </w:r>
            <w:r w:rsidRPr="005F393D">
              <w:rPr>
                <w:rFonts w:hint="eastAsia"/>
                <w:b/>
              </w:rPr>
              <w:t>題多選題</w:t>
            </w:r>
            <w:r w:rsidRPr="005F393D">
              <w:rPr>
                <w:rFonts w:hint="eastAsia"/>
                <w:b/>
              </w:rPr>
              <w:t xml:space="preserve"> </w:t>
            </w:r>
            <w:r w:rsidRPr="005F393D">
              <w:rPr>
                <w:rFonts w:hint="eastAsia"/>
                <w:b/>
              </w:rPr>
              <w:t>，每題</w:t>
            </w:r>
            <w:r w:rsidRPr="005F393D">
              <w:rPr>
                <w:rFonts w:hint="eastAsia"/>
                <w:b/>
              </w:rPr>
              <w:t>2</w:t>
            </w:r>
            <w:r w:rsidRPr="005F393D">
              <w:rPr>
                <w:rFonts w:hint="eastAsia"/>
                <w:b/>
              </w:rPr>
              <w:t>分，共</w:t>
            </w:r>
            <w:r w:rsidRPr="005F393D">
              <w:rPr>
                <w:rFonts w:hint="eastAsia"/>
                <w:b/>
              </w:rPr>
              <w:t>44</w:t>
            </w:r>
            <w:r w:rsidRPr="005F393D">
              <w:rPr>
                <w:rFonts w:hint="eastAsia"/>
                <w:b/>
              </w:rPr>
              <w:t>分，答錯一個選項扣</w:t>
            </w:r>
            <w:r w:rsidRPr="005F393D">
              <w:rPr>
                <w:rFonts w:hint="eastAsia"/>
                <w:b/>
              </w:rPr>
              <w:t>0.8</w:t>
            </w:r>
            <w:r w:rsidRPr="005F393D">
              <w:rPr>
                <w:rFonts w:hint="eastAsia"/>
                <w:b/>
              </w:rPr>
              <w:t>分，每題最多扣</w:t>
            </w:r>
            <w:r w:rsidRPr="005F393D">
              <w:rPr>
                <w:rFonts w:hint="eastAsia"/>
                <w:b/>
              </w:rPr>
              <w:t xml:space="preserve"> 2 </w:t>
            </w:r>
            <w:r w:rsidRPr="005F393D">
              <w:rPr>
                <w:rFonts w:hint="eastAsia"/>
                <w:b/>
              </w:rPr>
              <w:t>分</w:t>
            </w:r>
          </w:p>
          <w:p w14:paraId="6050B14A" w14:textId="77777777" w:rsidR="00EE170A" w:rsidRPr="005F393D" w:rsidRDefault="00EE170A" w:rsidP="003E700D">
            <w:pPr>
              <w:pStyle w:val="ab"/>
              <w:numPr>
                <w:ilvl w:val="0"/>
                <w:numId w:val="6"/>
              </w:numPr>
              <w:ind w:leftChars="0"/>
              <w:rPr>
                <w:b/>
              </w:rPr>
            </w:pPr>
            <w:r>
              <w:rPr>
                <w:rFonts w:hint="eastAsia"/>
                <w:b/>
              </w:rPr>
              <w:t>47~50</w:t>
            </w:r>
            <w:r w:rsidRPr="005F393D">
              <w:rPr>
                <w:rFonts w:hint="eastAsia"/>
                <w:b/>
              </w:rPr>
              <w:t>題</w:t>
            </w:r>
            <w:r>
              <w:rPr>
                <w:rFonts w:hint="eastAsia"/>
                <w:b/>
              </w:rPr>
              <w:t>為</w:t>
            </w:r>
            <w:r w:rsidRPr="005F393D">
              <w:rPr>
                <w:rFonts w:hint="eastAsia"/>
                <w:b/>
              </w:rPr>
              <w:t>單選題，每小題</w:t>
            </w:r>
            <w:r w:rsidRPr="005F393D">
              <w:rPr>
                <w:rFonts w:hint="eastAsia"/>
                <w:b/>
              </w:rPr>
              <w:t>2</w:t>
            </w:r>
            <w:r w:rsidRPr="005F393D">
              <w:rPr>
                <w:rFonts w:hint="eastAsia"/>
                <w:b/>
              </w:rPr>
              <w:t>分，共</w:t>
            </w:r>
            <w:r w:rsidRPr="005F393D">
              <w:rPr>
                <w:rFonts w:hint="eastAsia"/>
                <w:b/>
              </w:rPr>
              <w:t>8</w:t>
            </w:r>
            <w:r w:rsidRPr="005F393D">
              <w:rPr>
                <w:rFonts w:hint="eastAsia"/>
                <w:b/>
              </w:rPr>
              <w:t>分，答錯不到扣</w:t>
            </w:r>
          </w:p>
          <w:p w14:paraId="12AE3EEC" w14:textId="77777777" w:rsidR="00EE170A" w:rsidRPr="00C066EF" w:rsidRDefault="00EE170A" w:rsidP="00FB2764">
            <w:pPr>
              <w:ind w:hanging="340"/>
              <w:rPr>
                <w:rFonts w:eastAsia="標楷體"/>
                <w:color w:val="000000"/>
              </w:rPr>
            </w:pPr>
          </w:p>
          <w:tbl>
            <w:tblPr>
              <w:tblStyle w:val="af0"/>
              <w:tblpPr w:leftFromText="180" w:rightFromText="180" w:vertAnchor="text" w:horzAnchor="page" w:tblpX="192" w:tblpY="-7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941"/>
              <w:gridCol w:w="969"/>
              <w:gridCol w:w="969"/>
              <w:gridCol w:w="969"/>
              <w:gridCol w:w="969"/>
              <w:gridCol w:w="969"/>
              <w:gridCol w:w="970"/>
              <w:gridCol w:w="970"/>
              <w:gridCol w:w="970"/>
              <w:gridCol w:w="970"/>
            </w:tblGrid>
            <w:tr w:rsidR="00EE170A" w:rsidRPr="00C066EF" w14:paraId="2BDDFF2B" w14:textId="77777777" w:rsidTr="00FB2764">
              <w:tc>
                <w:tcPr>
                  <w:tcW w:w="941" w:type="dxa"/>
                  <w:shd w:val="clear" w:color="auto" w:fill="E6E6E6"/>
                  <w:vAlign w:val="center"/>
                </w:tcPr>
                <w:p w14:paraId="41B0B1CF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32A23661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140CFB76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3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511797A3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112123C8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3F6661C9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6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55C2235A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7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13D30A8A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8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2248179E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9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42BEC6D0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10</w:t>
                  </w:r>
                </w:p>
              </w:tc>
            </w:tr>
            <w:tr w:rsidR="00EE170A" w:rsidRPr="00C066EF" w14:paraId="5CA320A5" w14:textId="77777777" w:rsidTr="00FB2764">
              <w:trPr>
                <w:trHeight w:val="698"/>
              </w:trPr>
              <w:tc>
                <w:tcPr>
                  <w:tcW w:w="941" w:type="dxa"/>
                  <w:tcBorders>
                    <w:bottom w:val="single" w:sz="4" w:space="0" w:color="auto"/>
                  </w:tcBorders>
                  <w:vAlign w:val="center"/>
                </w:tcPr>
                <w:p w14:paraId="7E92D3C8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C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61D3A494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0F5DA499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16804B77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C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52DBCB74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C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5518F5F5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39A0A985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63943446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B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47A63CEB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4F7BD4E4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</w:t>
                  </w:r>
                </w:p>
              </w:tc>
            </w:tr>
            <w:tr w:rsidR="00EE170A" w:rsidRPr="00C066EF" w14:paraId="225DA08B" w14:textId="77777777" w:rsidTr="00FB2764">
              <w:tc>
                <w:tcPr>
                  <w:tcW w:w="941" w:type="dxa"/>
                  <w:shd w:val="clear" w:color="auto" w:fill="E6E6E6"/>
                  <w:vAlign w:val="center"/>
                </w:tcPr>
                <w:p w14:paraId="79283068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11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15D5F727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12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4C773FE6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13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15DB4541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14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17FC9B45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15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50DD5293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16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55B5A732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17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34DC022E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18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774C7074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19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4A8318DD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20</w:t>
                  </w:r>
                </w:p>
              </w:tc>
            </w:tr>
            <w:tr w:rsidR="00EE170A" w:rsidRPr="00C066EF" w14:paraId="3C5D0013" w14:textId="77777777" w:rsidTr="00FB2764">
              <w:trPr>
                <w:trHeight w:val="701"/>
              </w:trPr>
              <w:tc>
                <w:tcPr>
                  <w:tcW w:w="941" w:type="dxa"/>
                  <w:tcBorders>
                    <w:bottom w:val="single" w:sz="4" w:space="0" w:color="auto"/>
                  </w:tcBorders>
                  <w:vAlign w:val="center"/>
                </w:tcPr>
                <w:p w14:paraId="7CE4A831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6B156CBD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B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2FF98220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C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1201DC05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B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6C626FD9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1769D557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B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522A27AC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3640CCBF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6EFB9E5D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45F753F7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B</w:t>
                  </w:r>
                </w:p>
              </w:tc>
            </w:tr>
            <w:tr w:rsidR="00EE170A" w:rsidRPr="00C066EF" w14:paraId="6595E328" w14:textId="77777777" w:rsidTr="00FB2764">
              <w:tc>
                <w:tcPr>
                  <w:tcW w:w="941" w:type="dxa"/>
                  <w:shd w:val="clear" w:color="auto" w:fill="E6E6E6"/>
                  <w:vAlign w:val="center"/>
                </w:tcPr>
                <w:p w14:paraId="56D8AE78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21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51AA1C11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22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0603964A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23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52A94DC1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24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4418B9C8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25</w:t>
                  </w:r>
                </w:p>
              </w:tc>
              <w:tc>
                <w:tcPr>
                  <w:tcW w:w="969" w:type="dxa"/>
                  <w:shd w:val="clear" w:color="auto" w:fill="E6E6E6"/>
                  <w:vAlign w:val="center"/>
                </w:tcPr>
                <w:p w14:paraId="039C113D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26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154E1400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27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6F61F85F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28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1C825371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29</w:t>
                  </w:r>
                </w:p>
              </w:tc>
              <w:tc>
                <w:tcPr>
                  <w:tcW w:w="970" w:type="dxa"/>
                  <w:shd w:val="clear" w:color="auto" w:fill="E6E6E6"/>
                  <w:vAlign w:val="center"/>
                </w:tcPr>
                <w:p w14:paraId="4EC7E480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 w:rsidRPr="00C066EF">
                    <w:rPr>
                      <w:rFonts w:eastAsia="標楷體"/>
                      <w:b/>
                      <w:color w:val="000000"/>
                    </w:rPr>
                    <w:t>30</w:t>
                  </w:r>
                </w:p>
              </w:tc>
            </w:tr>
            <w:tr w:rsidR="00EE170A" w:rsidRPr="00C066EF" w14:paraId="50F958CC" w14:textId="77777777" w:rsidTr="00FB2764">
              <w:trPr>
                <w:trHeight w:val="716"/>
              </w:trPr>
              <w:tc>
                <w:tcPr>
                  <w:tcW w:w="941" w:type="dxa"/>
                  <w:vAlign w:val="center"/>
                </w:tcPr>
                <w:p w14:paraId="42385B82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C</w:t>
                  </w:r>
                </w:p>
              </w:tc>
              <w:tc>
                <w:tcPr>
                  <w:tcW w:w="969" w:type="dxa"/>
                  <w:vAlign w:val="center"/>
                </w:tcPr>
                <w:p w14:paraId="071B6C3D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969" w:type="dxa"/>
                  <w:vAlign w:val="center"/>
                </w:tcPr>
                <w:p w14:paraId="421403C0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D</w:t>
                  </w:r>
                </w:p>
              </w:tc>
              <w:tc>
                <w:tcPr>
                  <w:tcW w:w="969" w:type="dxa"/>
                  <w:vAlign w:val="center"/>
                </w:tcPr>
                <w:p w14:paraId="14E0C14F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C</w:t>
                  </w:r>
                </w:p>
              </w:tc>
              <w:tc>
                <w:tcPr>
                  <w:tcW w:w="969" w:type="dxa"/>
                  <w:vAlign w:val="center"/>
                </w:tcPr>
                <w:p w14:paraId="0D649E0A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AE</w:t>
                  </w:r>
                </w:p>
              </w:tc>
              <w:tc>
                <w:tcPr>
                  <w:tcW w:w="969" w:type="dxa"/>
                  <w:vAlign w:val="center"/>
                </w:tcPr>
                <w:p w14:paraId="680F8ACC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CE</w:t>
                  </w:r>
                </w:p>
              </w:tc>
              <w:tc>
                <w:tcPr>
                  <w:tcW w:w="970" w:type="dxa"/>
                  <w:vAlign w:val="center"/>
                </w:tcPr>
                <w:p w14:paraId="374C918C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ABCD</w:t>
                  </w:r>
                </w:p>
              </w:tc>
              <w:tc>
                <w:tcPr>
                  <w:tcW w:w="970" w:type="dxa"/>
                  <w:vAlign w:val="center"/>
                </w:tcPr>
                <w:p w14:paraId="0F786EBF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AE</w:t>
                  </w:r>
                </w:p>
              </w:tc>
              <w:tc>
                <w:tcPr>
                  <w:tcW w:w="970" w:type="dxa"/>
                  <w:vAlign w:val="center"/>
                </w:tcPr>
                <w:p w14:paraId="1A3D426C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AE</w:t>
                  </w:r>
                </w:p>
              </w:tc>
              <w:tc>
                <w:tcPr>
                  <w:tcW w:w="970" w:type="dxa"/>
                  <w:vAlign w:val="center"/>
                </w:tcPr>
                <w:p w14:paraId="3B29E314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BDE</w:t>
                  </w:r>
                </w:p>
              </w:tc>
            </w:tr>
            <w:tr w:rsidR="00EE170A" w:rsidRPr="00C066EF" w14:paraId="23B45136" w14:textId="77777777" w:rsidTr="00FB2764">
              <w:trPr>
                <w:trHeight w:val="269"/>
              </w:trPr>
              <w:tc>
                <w:tcPr>
                  <w:tcW w:w="941" w:type="dxa"/>
                  <w:vAlign w:val="center"/>
                </w:tcPr>
                <w:p w14:paraId="08D05E7B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31</w:t>
                  </w:r>
                </w:p>
              </w:tc>
              <w:tc>
                <w:tcPr>
                  <w:tcW w:w="969" w:type="dxa"/>
                  <w:vAlign w:val="center"/>
                </w:tcPr>
                <w:p w14:paraId="3CC55C64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32</w:t>
                  </w:r>
                </w:p>
              </w:tc>
              <w:tc>
                <w:tcPr>
                  <w:tcW w:w="969" w:type="dxa"/>
                  <w:vAlign w:val="center"/>
                </w:tcPr>
                <w:p w14:paraId="7A763BA5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33</w:t>
                  </w:r>
                </w:p>
              </w:tc>
              <w:tc>
                <w:tcPr>
                  <w:tcW w:w="969" w:type="dxa"/>
                  <w:vAlign w:val="center"/>
                </w:tcPr>
                <w:p w14:paraId="24DB288C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34</w:t>
                  </w:r>
                </w:p>
              </w:tc>
              <w:tc>
                <w:tcPr>
                  <w:tcW w:w="969" w:type="dxa"/>
                  <w:vAlign w:val="center"/>
                </w:tcPr>
                <w:p w14:paraId="06AF433A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35</w:t>
                  </w:r>
                </w:p>
              </w:tc>
              <w:tc>
                <w:tcPr>
                  <w:tcW w:w="969" w:type="dxa"/>
                  <w:vAlign w:val="center"/>
                </w:tcPr>
                <w:p w14:paraId="0CB2BCAC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36</w:t>
                  </w:r>
                </w:p>
              </w:tc>
              <w:tc>
                <w:tcPr>
                  <w:tcW w:w="970" w:type="dxa"/>
                  <w:vAlign w:val="center"/>
                </w:tcPr>
                <w:p w14:paraId="3FFCD997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37</w:t>
                  </w:r>
                </w:p>
              </w:tc>
              <w:tc>
                <w:tcPr>
                  <w:tcW w:w="970" w:type="dxa"/>
                  <w:vAlign w:val="center"/>
                </w:tcPr>
                <w:p w14:paraId="62345E27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38</w:t>
                  </w:r>
                </w:p>
              </w:tc>
              <w:tc>
                <w:tcPr>
                  <w:tcW w:w="970" w:type="dxa"/>
                  <w:vAlign w:val="center"/>
                </w:tcPr>
                <w:p w14:paraId="0E0CF861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39</w:t>
                  </w:r>
                </w:p>
              </w:tc>
              <w:tc>
                <w:tcPr>
                  <w:tcW w:w="970" w:type="dxa"/>
                  <w:vAlign w:val="center"/>
                </w:tcPr>
                <w:p w14:paraId="22A15E88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40</w:t>
                  </w:r>
                </w:p>
              </w:tc>
            </w:tr>
            <w:tr w:rsidR="00EE170A" w:rsidRPr="00C066EF" w14:paraId="62E7FBEE" w14:textId="77777777" w:rsidTr="00FB2764">
              <w:trPr>
                <w:trHeight w:val="716"/>
              </w:trPr>
              <w:tc>
                <w:tcPr>
                  <w:tcW w:w="941" w:type="dxa"/>
                  <w:vAlign w:val="center"/>
                </w:tcPr>
                <w:p w14:paraId="579C5B3C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AD</w:t>
                  </w:r>
                </w:p>
              </w:tc>
              <w:tc>
                <w:tcPr>
                  <w:tcW w:w="969" w:type="dxa"/>
                  <w:vAlign w:val="center"/>
                </w:tcPr>
                <w:p w14:paraId="2464E5BD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BC</w:t>
                  </w:r>
                </w:p>
              </w:tc>
              <w:tc>
                <w:tcPr>
                  <w:tcW w:w="969" w:type="dxa"/>
                  <w:vAlign w:val="center"/>
                </w:tcPr>
                <w:p w14:paraId="4DCE4E70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BCD</w:t>
                  </w:r>
                </w:p>
              </w:tc>
              <w:tc>
                <w:tcPr>
                  <w:tcW w:w="969" w:type="dxa"/>
                  <w:vAlign w:val="center"/>
                </w:tcPr>
                <w:p w14:paraId="7EA4032A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ACD</w:t>
                  </w:r>
                </w:p>
              </w:tc>
              <w:tc>
                <w:tcPr>
                  <w:tcW w:w="969" w:type="dxa"/>
                  <w:vAlign w:val="center"/>
                </w:tcPr>
                <w:p w14:paraId="751A5259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ADE</w:t>
                  </w:r>
                </w:p>
              </w:tc>
              <w:tc>
                <w:tcPr>
                  <w:tcW w:w="969" w:type="dxa"/>
                  <w:vAlign w:val="center"/>
                </w:tcPr>
                <w:p w14:paraId="0DD61659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B</w:t>
                  </w:r>
                </w:p>
              </w:tc>
              <w:tc>
                <w:tcPr>
                  <w:tcW w:w="970" w:type="dxa"/>
                  <w:vAlign w:val="center"/>
                </w:tcPr>
                <w:p w14:paraId="69240B1A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BDE</w:t>
                  </w:r>
                </w:p>
              </w:tc>
              <w:tc>
                <w:tcPr>
                  <w:tcW w:w="970" w:type="dxa"/>
                  <w:vAlign w:val="center"/>
                </w:tcPr>
                <w:p w14:paraId="26CADC2F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ABCE</w:t>
                  </w:r>
                </w:p>
              </w:tc>
              <w:tc>
                <w:tcPr>
                  <w:tcW w:w="970" w:type="dxa"/>
                  <w:vAlign w:val="center"/>
                </w:tcPr>
                <w:p w14:paraId="4F6DB497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ABE</w:t>
                  </w:r>
                </w:p>
              </w:tc>
              <w:tc>
                <w:tcPr>
                  <w:tcW w:w="970" w:type="dxa"/>
                  <w:vAlign w:val="center"/>
                </w:tcPr>
                <w:p w14:paraId="3EB5E391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CD</w:t>
                  </w:r>
                </w:p>
              </w:tc>
            </w:tr>
            <w:tr w:rsidR="00EE170A" w:rsidRPr="00C066EF" w14:paraId="0D1E9871" w14:textId="77777777" w:rsidTr="00FB2764">
              <w:trPr>
                <w:trHeight w:val="398"/>
              </w:trPr>
              <w:tc>
                <w:tcPr>
                  <w:tcW w:w="941" w:type="dxa"/>
                  <w:vAlign w:val="center"/>
                </w:tcPr>
                <w:p w14:paraId="78B8B386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41</w:t>
                  </w:r>
                </w:p>
              </w:tc>
              <w:tc>
                <w:tcPr>
                  <w:tcW w:w="969" w:type="dxa"/>
                  <w:vAlign w:val="center"/>
                </w:tcPr>
                <w:p w14:paraId="60CC0241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42</w:t>
                  </w:r>
                </w:p>
              </w:tc>
              <w:tc>
                <w:tcPr>
                  <w:tcW w:w="969" w:type="dxa"/>
                  <w:vAlign w:val="center"/>
                </w:tcPr>
                <w:p w14:paraId="0D7F6B15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43</w:t>
                  </w:r>
                </w:p>
              </w:tc>
              <w:tc>
                <w:tcPr>
                  <w:tcW w:w="969" w:type="dxa"/>
                  <w:vAlign w:val="center"/>
                </w:tcPr>
                <w:p w14:paraId="6C3BB495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44</w:t>
                  </w:r>
                </w:p>
              </w:tc>
              <w:tc>
                <w:tcPr>
                  <w:tcW w:w="969" w:type="dxa"/>
                  <w:vAlign w:val="center"/>
                </w:tcPr>
                <w:p w14:paraId="498B9B8F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45</w:t>
                  </w:r>
                </w:p>
              </w:tc>
              <w:tc>
                <w:tcPr>
                  <w:tcW w:w="969" w:type="dxa"/>
                  <w:vAlign w:val="center"/>
                </w:tcPr>
                <w:p w14:paraId="0BDB984A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46</w:t>
                  </w:r>
                </w:p>
              </w:tc>
              <w:tc>
                <w:tcPr>
                  <w:tcW w:w="970" w:type="dxa"/>
                  <w:vAlign w:val="center"/>
                </w:tcPr>
                <w:p w14:paraId="026E1279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47</w:t>
                  </w:r>
                </w:p>
              </w:tc>
              <w:tc>
                <w:tcPr>
                  <w:tcW w:w="970" w:type="dxa"/>
                  <w:vAlign w:val="center"/>
                </w:tcPr>
                <w:p w14:paraId="53C7594A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48</w:t>
                  </w:r>
                </w:p>
              </w:tc>
              <w:tc>
                <w:tcPr>
                  <w:tcW w:w="970" w:type="dxa"/>
                  <w:vAlign w:val="center"/>
                </w:tcPr>
                <w:p w14:paraId="21B9419B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49</w:t>
                  </w:r>
                </w:p>
              </w:tc>
              <w:tc>
                <w:tcPr>
                  <w:tcW w:w="970" w:type="dxa"/>
                  <w:vAlign w:val="center"/>
                </w:tcPr>
                <w:p w14:paraId="5B1699FE" w14:textId="77777777" w:rsidR="00EE170A" w:rsidRPr="00C066EF" w:rsidRDefault="00EE170A" w:rsidP="00FB2764">
                  <w:pPr>
                    <w:spacing w:line="360" w:lineRule="exact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50</w:t>
                  </w:r>
                </w:p>
              </w:tc>
            </w:tr>
            <w:tr w:rsidR="00EE170A" w:rsidRPr="00C066EF" w14:paraId="4D1466C7" w14:textId="77777777" w:rsidTr="00FB2764">
              <w:trPr>
                <w:trHeight w:val="716"/>
              </w:trPr>
              <w:tc>
                <w:tcPr>
                  <w:tcW w:w="941" w:type="dxa"/>
                  <w:tcBorders>
                    <w:bottom w:val="single" w:sz="4" w:space="0" w:color="auto"/>
                  </w:tcBorders>
                  <w:vAlign w:val="center"/>
                </w:tcPr>
                <w:p w14:paraId="69CAE17E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CD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273992B0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ABDE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66BD43B3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ACDE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05DB1B19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ABCD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41AB453B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AD</w:t>
                  </w: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vAlign w:val="center"/>
                </w:tcPr>
                <w:p w14:paraId="628BB648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ABE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24DCDDCC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48359554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4AAE9686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A</w:t>
                  </w:r>
                </w:p>
              </w:tc>
              <w:tc>
                <w:tcPr>
                  <w:tcW w:w="970" w:type="dxa"/>
                  <w:tcBorders>
                    <w:bottom w:val="single" w:sz="4" w:space="0" w:color="auto"/>
                  </w:tcBorders>
                  <w:vAlign w:val="center"/>
                </w:tcPr>
                <w:p w14:paraId="26D178CF" w14:textId="77777777" w:rsidR="00EE170A" w:rsidRPr="00C066EF" w:rsidRDefault="00EE170A" w:rsidP="00FB2764">
                  <w:pPr>
                    <w:spacing w:line="360" w:lineRule="exact"/>
                    <w:jc w:val="center"/>
                    <w:rPr>
                      <w:rFonts w:eastAsia="標楷體"/>
                      <w:b/>
                      <w:color w:val="000000"/>
                    </w:rPr>
                  </w:pPr>
                  <w:r>
                    <w:rPr>
                      <w:rFonts w:eastAsia="標楷體" w:hint="eastAsia"/>
                      <w:b/>
                      <w:color w:val="000000"/>
                    </w:rPr>
                    <w:t>C</w:t>
                  </w:r>
                </w:p>
              </w:tc>
            </w:tr>
          </w:tbl>
          <w:p w14:paraId="22B7C85F" w14:textId="77777777" w:rsidR="00EE170A" w:rsidRDefault="00EE170A" w:rsidP="00FB2764">
            <w:pPr>
              <w:ind w:firstLineChars="150" w:firstLine="357"/>
              <w:jc w:val="both"/>
              <w:rPr>
                <w:rFonts w:eastAsia="標楷體"/>
                <w:b/>
                <w:color w:val="000000"/>
              </w:rPr>
            </w:pPr>
          </w:p>
          <w:p w14:paraId="7F8EA373" w14:textId="77777777" w:rsidR="00EE170A" w:rsidRDefault="00EE170A" w:rsidP="00FB2764">
            <w:pPr>
              <w:ind w:firstLineChars="150" w:firstLine="357"/>
              <w:jc w:val="both"/>
              <w:rPr>
                <w:rFonts w:eastAsia="標楷體"/>
              </w:rPr>
            </w:pPr>
          </w:p>
          <w:p w14:paraId="1E2162CC" w14:textId="77777777" w:rsidR="00EE170A" w:rsidRPr="00C066EF" w:rsidRDefault="00EE170A" w:rsidP="00FB2764">
            <w:pPr>
              <w:ind w:firstLineChars="150" w:firstLine="357"/>
              <w:jc w:val="both"/>
              <w:rPr>
                <w:rFonts w:eastAsia="標楷體"/>
              </w:rPr>
            </w:pPr>
          </w:p>
        </w:tc>
      </w:tr>
    </w:tbl>
    <w:p w14:paraId="4A5B0A7D" w14:textId="77777777" w:rsidR="00EE170A" w:rsidRPr="00C82F27" w:rsidRDefault="00EE170A" w:rsidP="00610725">
      <w:pPr>
        <w:pStyle w:val="ac"/>
        <w:overflowPunct/>
        <w:autoSpaceDE/>
        <w:autoSpaceDN/>
        <w:snapToGrid w:val="0"/>
        <w:spacing w:line="120" w:lineRule="atLeast"/>
        <w:ind w:firstLineChars="0"/>
        <w:jc w:val="both"/>
        <w:rPr>
          <w:rFonts w:cs="Times New Roman"/>
        </w:rPr>
      </w:pPr>
    </w:p>
    <w:sectPr w:rsidR="00EE170A" w:rsidRPr="00C82F27" w:rsidSect="00A239D7">
      <w:footerReference w:type="default" r:id="rId19"/>
      <w:pgSz w:w="23814" w:h="16840" w:orient="landscape" w:code="8"/>
      <w:pgMar w:top="709" w:right="851" w:bottom="851" w:left="851" w:header="851" w:footer="357" w:gutter="0"/>
      <w:pgNumType w:fmt="numberInDash"/>
      <w:cols w:num="2" w:sep="1" w:space="720"/>
      <w:docGrid w:type="linesAndChars" w:linePitch="336" w:charSpace="-4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4D7C5" w14:textId="77777777" w:rsidR="001B2009" w:rsidRDefault="001B2009" w:rsidP="00CD5064">
      <w:r>
        <w:separator/>
      </w:r>
    </w:p>
  </w:endnote>
  <w:endnote w:type="continuationSeparator" w:id="0">
    <w:p w14:paraId="15764137" w14:textId="77777777" w:rsidR="001B2009" w:rsidRDefault="001B2009" w:rsidP="00CD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13161" w14:textId="77777777" w:rsidR="00B74FFC" w:rsidRDefault="00B74FF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D2253" w:rsidRPr="00BD2253">
      <w:rPr>
        <w:noProof/>
        <w:lang w:val="zh-TW"/>
      </w:rPr>
      <w:t>-</w:t>
    </w:r>
    <w:r w:rsidR="00BD2253">
      <w:rPr>
        <w:noProof/>
      </w:rPr>
      <w:t xml:space="preserve"> 3 -</w:t>
    </w:r>
    <w:r>
      <w:rPr>
        <w:noProof/>
      </w:rPr>
      <w:fldChar w:fldCharType="end"/>
    </w:r>
  </w:p>
  <w:p w14:paraId="16305372" w14:textId="77777777" w:rsidR="00B74FFC" w:rsidRDefault="00B74F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E3DC5" w14:textId="77777777" w:rsidR="001B2009" w:rsidRDefault="001B2009" w:rsidP="00CD5064">
      <w:r>
        <w:separator/>
      </w:r>
    </w:p>
  </w:footnote>
  <w:footnote w:type="continuationSeparator" w:id="0">
    <w:p w14:paraId="0412011E" w14:textId="77777777" w:rsidR="001B2009" w:rsidRDefault="001B2009" w:rsidP="00CD5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353F1"/>
    <w:multiLevelType w:val="multilevel"/>
    <w:tmpl w:val="35C66186"/>
    <w:name w:val="HanLin_List_Item_7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color w:val="000000"/>
        <w:sz w:val="24"/>
        <w:u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A952123"/>
    <w:multiLevelType w:val="hybridMultilevel"/>
    <w:tmpl w:val="5FAA7E1C"/>
    <w:lvl w:ilvl="0" w:tplc="89B429E4">
      <w:start w:val="106"/>
      <w:numFmt w:val="decimal"/>
      <w:lvlText w:val="%1"/>
      <w:lvlJc w:val="left"/>
      <w:pPr>
        <w:ind w:left="660" w:hanging="420"/>
      </w:pPr>
      <w:rPr>
        <w:rFonts w:hint="default"/>
        <w:b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>
    <w:nsid w:val="0FF73B15"/>
    <w:multiLevelType w:val="multilevel"/>
    <w:tmpl w:val="8390ABBA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color w:val="000000"/>
        <w:sz w:val="24"/>
        <w:u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>
    <w:nsid w:val="2D9C7D12"/>
    <w:multiLevelType w:val="hybridMultilevel"/>
    <w:tmpl w:val="37E26844"/>
    <w:lvl w:ilvl="0" w:tplc="C436D74C">
      <w:start w:val="1"/>
      <w:numFmt w:val="japaneseCounting"/>
      <w:lvlText w:val="%1、"/>
      <w:lvlJc w:val="left"/>
      <w:pPr>
        <w:ind w:left="522" w:hanging="520"/>
      </w:pPr>
      <w:rPr>
        <w:rFonts w:hint="eastAsia"/>
      </w:rPr>
    </w:lvl>
    <w:lvl w:ilvl="1" w:tplc="55C2477E">
      <w:start w:val="1"/>
      <w:numFmt w:val="decimal"/>
      <w:lvlText w:val="%2."/>
      <w:lvlJc w:val="left"/>
      <w:pPr>
        <w:ind w:left="1022" w:hanging="540"/>
      </w:pPr>
      <w:rPr>
        <w:rFonts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4">
    <w:nsid w:val="369F315A"/>
    <w:multiLevelType w:val="hybridMultilevel"/>
    <w:tmpl w:val="A25E7272"/>
    <w:lvl w:ilvl="0" w:tplc="15524312">
      <w:start w:val="1"/>
      <w:numFmt w:val="decimal"/>
      <w:lvlText w:val="%1."/>
      <w:lvlJc w:val="left"/>
      <w:pPr>
        <w:ind w:left="1048" w:hanging="821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5">
    <w:nsid w:val="5EC62DC3"/>
    <w:multiLevelType w:val="hybridMultilevel"/>
    <w:tmpl w:val="10C0D166"/>
    <w:lvl w:ilvl="0" w:tplc="D33C24C8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F5464046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591405E"/>
    <w:multiLevelType w:val="hybridMultilevel"/>
    <w:tmpl w:val="BF26B284"/>
    <w:lvl w:ilvl="0" w:tplc="47028F08">
      <w:start w:val="1"/>
      <w:numFmt w:val="taiwaneseCountingThousand"/>
      <w:lvlText w:val="%1、"/>
      <w:lvlJc w:val="left"/>
      <w:pPr>
        <w:ind w:left="630" w:hanging="51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7">
    <w:nsid w:val="68A301D6"/>
    <w:multiLevelType w:val="multilevel"/>
    <w:tmpl w:val="5E6483B4"/>
    <w:name w:val="HanLin_List_Item_72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color w:val="000000"/>
        <w:sz w:val="24"/>
        <w:u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1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057"/>
    <w:rsid w:val="000000A3"/>
    <w:rsid w:val="00000E7C"/>
    <w:rsid w:val="0000316C"/>
    <w:rsid w:val="00004F74"/>
    <w:rsid w:val="0000550F"/>
    <w:rsid w:val="00006F3C"/>
    <w:rsid w:val="000133BE"/>
    <w:rsid w:val="00014245"/>
    <w:rsid w:val="000156A3"/>
    <w:rsid w:val="00015DCA"/>
    <w:rsid w:val="00016E19"/>
    <w:rsid w:val="0002157A"/>
    <w:rsid w:val="000215C6"/>
    <w:rsid w:val="00021901"/>
    <w:rsid w:val="00026BD6"/>
    <w:rsid w:val="00027A13"/>
    <w:rsid w:val="00030950"/>
    <w:rsid w:val="0003133D"/>
    <w:rsid w:val="00032190"/>
    <w:rsid w:val="000329EB"/>
    <w:rsid w:val="0003335B"/>
    <w:rsid w:val="000372D2"/>
    <w:rsid w:val="0004163C"/>
    <w:rsid w:val="000422EC"/>
    <w:rsid w:val="000440D0"/>
    <w:rsid w:val="00044237"/>
    <w:rsid w:val="00046DD7"/>
    <w:rsid w:val="00051505"/>
    <w:rsid w:val="00052CB0"/>
    <w:rsid w:val="0005653F"/>
    <w:rsid w:val="000605C2"/>
    <w:rsid w:val="00061AAF"/>
    <w:rsid w:val="000669CA"/>
    <w:rsid w:val="00067373"/>
    <w:rsid w:val="00070560"/>
    <w:rsid w:val="00070D23"/>
    <w:rsid w:val="000734D0"/>
    <w:rsid w:val="000768DA"/>
    <w:rsid w:val="00077F47"/>
    <w:rsid w:val="00083402"/>
    <w:rsid w:val="00086D1E"/>
    <w:rsid w:val="00090C7C"/>
    <w:rsid w:val="00094A84"/>
    <w:rsid w:val="00097441"/>
    <w:rsid w:val="00097C00"/>
    <w:rsid w:val="00097CBE"/>
    <w:rsid w:val="000A1937"/>
    <w:rsid w:val="000A1F69"/>
    <w:rsid w:val="000A2285"/>
    <w:rsid w:val="000A71A5"/>
    <w:rsid w:val="000B4306"/>
    <w:rsid w:val="000B7DC1"/>
    <w:rsid w:val="000C2D97"/>
    <w:rsid w:val="000C3D9E"/>
    <w:rsid w:val="000C500B"/>
    <w:rsid w:val="000C7139"/>
    <w:rsid w:val="000D08A7"/>
    <w:rsid w:val="000D1031"/>
    <w:rsid w:val="000D1079"/>
    <w:rsid w:val="000D2F53"/>
    <w:rsid w:val="000D6D3B"/>
    <w:rsid w:val="000D7C8C"/>
    <w:rsid w:val="000E0B48"/>
    <w:rsid w:val="000E144F"/>
    <w:rsid w:val="000E1EA8"/>
    <w:rsid w:val="000E240B"/>
    <w:rsid w:val="000E5A4D"/>
    <w:rsid w:val="000F0A2A"/>
    <w:rsid w:val="000F1D14"/>
    <w:rsid w:val="000F4F3F"/>
    <w:rsid w:val="000F6A4F"/>
    <w:rsid w:val="000F74A3"/>
    <w:rsid w:val="00100416"/>
    <w:rsid w:val="00100437"/>
    <w:rsid w:val="00100C4F"/>
    <w:rsid w:val="00100CF0"/>
    <w:rsid w:val="00101165"/>
    <w:rsid w:val="001011E5"/>
    <w:rsid w:val="0010209F"/>
    <w:rsid w:val="001025A1"/>
    <w:rsid w:val="00104347"/>
    <w:rsid w:val="00107E69"/>
    <w:rsid w:val="00114255"/>
    <w:rsid w:val="001167FD"/>
    <w:rsid w:val="0012407A"/>
    <w:rsid w:val="001258E0"/>
    <w:rsid w:val="0013033B"/>
    <w:rsid w:val="00131984"/>
    <w:rsid w:val="001412AE"/>
    <w:rsid w:val="001440CE"/>
    <w:rsid w:val="00145056"/>
    <w:rsid w:val="00145EDD"/>
    <w:rsid w:val="0014699C"/>
    <w:rsid w:val="00146D1D"/>
    <w:rsid w:val="00152226"/>
    <w:rsid w:val="00153597"/>
    <w:rsid w:val="00157290"/>
    <w:rsid w:val="00161509"/>
    <w:rsid w:val="00162F90"/>
    <w:rsid w:val="00163B52"/>
    <w:rsid w:val="00165AB0"/>
    <w:rsid w:val="001666B3"/>
    <w:rsid w:val="00175558"/>
    <w:rsid w:val="00175862"/>
    <w:rsid w:val="001815F0"/>
    <w:rsid w:val="001818B6"/>
    <w:rsid w:val="00184AC2"/>
    <w:rsid w:val="00184D28"/>
    <w:rsid w:val="001853EF"/>
    <w:rsid w:val="00186DEC"/>
    <w:rsid w:val="0018764D"/>
    <w:rsid w:val="00190210"/>
    <w:rsid w:val="001910BA"/>
    <w:rsid w:val="0019155D"/>
    <w:rsid w:val="0019397A"/>
    <w:rsid w:val="00195066"/>
    <w:rsid w:val="001965EB"/>
    <w:rsid w:val="00197A0F"/>
    <w:rsid w:val="00197F71"/>
    <w:rsid w:val="001A0A30"/>
    <w:rsid w:val="001A15BF"/>
    <w:rsid w:val="001A49E2"/>
    <w:rsid w:val="001A57C9"/>
    <w:rsid w:val="001A6647"/>
    <w:rsid w:val="001B2009"/>
    <w:rsid w:val="001B25BD"/>
    <w:rsid w:val="001B3041"/>
    <w:rsid w:val="001B3349"/>
    <w:rsid w:val="001B34C1"/>
    <w:rsid w:val="001B3F74"/>
    <w:rsid w:val="001B542A"/>
    <w:rsid w:val="001C01BD"/>
    <w:rsid w:val="001C137F"/>
    <w:rsid w:val="001C1917"/>
    <w:rsid w:val="001C22AA"/>
    <w:rsid w:val="001C3394"/>
    <w:rsid w:val="001C3AF3"/>
    <w:rsid w:val="001D06B5"/>
    <w:rsid w:val="001D0860"/>
    <w:rsid w:val="001D4091"/>
    <w:rsid w:val="001D468E"/>
    <w:rsid w:val="001D76B9"/>
    <w:rsid w:val="001D793D"/>
    <w:rsid w:val="001E3FB3"/>
    <w:rsid w:val="00203C0E"/>
    <w:rsid w:val="00204267"/>
    <w:rsid w:val="00204E38"/>
    <w:rsid w:val="00205EA4"/>
    <w:rsid w:val="00206677"/>
    <w:rsid w:val="00210608"/>
    <w:rsid w:val="00210F18"/>
    <w:rsid w:val="00212446"/>
    <w:rsid w:val="00234E82"/>
    <w:rsid w:val="002361E4"/>
    <w:rsid w:val="0023658F"/>
    <w:rsid w:val="0024206F"/>
    <w:rsid w:val="00244E2B"/>
    <w:rsid w:val="002476B6"/>
    <w:rsid w:val="00250AA2"/>
    <w:rsid w:val="002510BC"/>
    <w:rsid w:val="00252745"/>
    <w:rsid w:val="0025280D"/>
    <w:rsid w:val="00255A74"/>
    <w:rsid w:val="00256CC6"/>
    <w:rsid w:val="00261370"/>
    <w:rsid w:val="002628A2"/>
    <w:rsid w:val="00264036"/>
    <w:rsid w:val="0026754D"/>
    <w:rsid w:val="002676DB"/>
    <w:rsid w:val="0026775B"/>
    <w:rsid w:val="0027394A"/>
    <w:rsid w:val="002739C7"/>
    <w:rsid w:val="00274D77"/>
    <w:rsid w:val="00277EE7"/>
    <w:rsid w:val="00277FCD"/>
    <w:rsid w:val="002809FC"/>
    <w:rsid w:val="00281D60"/>
    <w:rsid w:val="00282A87"/>
    <w:rsid w:val="00283C97"/>
    <w:rsid w:val="002846CB"/>
    <w:rsid w:val="00287157"/>
    <w:rsid w:val="002934D0"/>
    <w:rsid w:val="002959FA"/>
    <w:rsid w:val="00295C3D"/>
    <w:rsid w:val="00296397"/>
    <w:rsid w:val="002965E9"/>
    <w:rsid w:val="002A0B2D"/>
    <w:rsid w:val="002A1559"/>
    <w:rsid w:val="002A1718"/>
    <w:rsid w:val="002A1F4C"/>
    <w:rsid w:val="002A43B7"/>
    <w:rsid w:val="002A5794"/>
    <w:rsid w:val="002A5FA1"/>
    <w:rsid w:val="002A632D"/>
    <w:rsid w:val="002A6F6F"/>
    <w:rsid w:val="002A775E"/>
    <w:rsid w:val="002B091A"/>
    <w:rsid w:val="002B25E8"/>
    <w:rsid w:val="002B413E"/>
    <w:rsid w:val="002C0171"/>
    <w:rsid w:val="002C36D6"/>
    <w:rsid w:val="002C3A62"/>
    <w:rsid w:val="002C45CE"/>
    <w:rsid w:val="002C4751"/>
    <w:rsid w:val="002D25B2"/>
    <w:rsid w:val="002D58D2"/>
    <w:rsid w:val="002D58F0"/>
    <w:rsid w:val="002D72CD"/>
    <w:rsid w:val="002D7FA7"/>
    <w:rsid w:val="002E09CE"/>
    <w:rsid w:val="002E283E"/>
    <w:rsid w:val="002E41DD"/>
    <w:rsid w:val="002E5D46"/>
    <w:rsid w:val="002E6DE7"/>
    <w:rsid w:val="002F1945"/>
    <w:rsid w:val="002F3A33"/>
    <w:rsid w:val="002F41BB"/>
    <w:rsid w:val="002F72E3"/>
    <w:rsid w:val="002F771C"/>
    <w:rsid w:val="0030043E"/>
    <w:rsid w:val="00302230"/>
    <w:rsid w:val="00305B54"/>
    <w:rsid w:val="00310635"/>
    <w:rsid w:val="00315046"/>
    <w:rsid w:val="00317264"/>
    <w:rsid w:val="00322B3B"/>
    <w:rsid w:val="00336BD4"/>
    <w:rsid w:val="00344541"/>
    <w:rsid w:val="003469AA"/>
    <w:rsid w:val="003475CC"/>
    <w:rsid w:val="00352233"/>
    <w:rsid w:val="00354D9F"/>
    <w:rsid w:val="00356C38"/>
    <w:rsid w:val="00357632"/>
    <w:rsid w:val="003632DB"/>
    <w:rsid w:val="00363C16"/>
    <w:rsid w:val="00364774"/>
    <w:rsid w:val="00365F42"/>
    <w:rsid w:val="0037137A"/>
    <w:rsid w:val="00371B03"/>
    <w:rsid w:val="0037554B"/>
    <w:rsid w:val="0037634C"/>
    <w:rsid w:val="00377936"/>
    <w:rsid w:val="00381B07"/>
    <w:rsid w:val="00382354"/>
    <w:rsid w:val="00382B58"/>
    <w:rsid w:val="00382DA0"/>
    <w:rsid w:val="00384180"/>
    <w:rsid w:val="00385BD4"/>
    <w:rsid w:val="00387121"/>
    <w:rsid w:val="00391DE4"/>
    <w:rsid w:val="00395A7F"/>
    <w:rsid w:val="00395C78"/>
    <w:rsid w:val="003971BC"/>
    <w:rsid w:val="00397D03"/>
    <w:rsid w:val="003A0274"/>
    <w:rsid w:val="003A398C"/>
    <w:rsid w:val="003A47AE"/>
    <w:rsid w:val="003A5AD5"/>
    <w:rsid w:val="003B0E40"/>
    <w:rsid w:val="003B259A"/>
    <w:rsid w:val="003B42E4"/>
    <w:rsid w:val="003B440C"/>
    <w:rsid w:val="003B6B00"/>
    <w:rsid w:val="003C29A7"/>
    <w:rsid w:val="003C323F"/>
    <w:rsid w:val="003C32C4"/>
    <w:rsid w:val="003C38F7"/>
    <w:rsid w:val="003C3947"/>
    <w:rsid w:val="003C3B70"/>
    <w:rsid w:val="003D10F9"/>
    <w:rsid w:val="003D389C"/>
    <w:rsid w:val="003D393A"/>
    <w:rsid w:val="003D3CDA"/>
    <w:rsid w:val="003D4954"/>
    <w:rsid w:val="003D4DC6"/>
    <w:rsid w:val="003D6F7D"/>
    <w:rsid w:val="003D73A1"/>
    <w:rsid w:val="003E0854"/>
    <w:rsid w:val="003E2F0F"/>
    <w:rsid w:val="003E374C"/>
    <w:rsid w:val="003E43F2"/>
    <w:rsid w:val="003E49F9"/>
    <w:rsid w:val="003E700D"/>
    <w:rsid w:val="004035E5"/>
    <w:rsid w:val="00403677"/>
    <w:rsid w:val="00403788"/>
    <w:rsid w:val="0041159F"/>
    <w:rsid w:val="00411731"/>
    <w:rsid w:val="0041478F"/>
    <w:rsid w:val="004154F1"/>
    <w:rsid w:val="004157AD"/>
    <w:rsid w:val="0042104B"/>
    <w:rsid w:val="004234F1"/>
    <w:rsid w:val="00425809"/>
    <w:rsid w:val="004349C6"/>
    <w:rsid w:val="0043697E"/>
    <w:rsid w:val="00444ABB"/>
    <w:rsid w:val="00445F32"/>
    <w:rsid w:val="0045075B"/>
    <w:rsid w:val="00450B8D"/>
    <w:rsid w:val="0045396B"/>
    <w:rsid w:val="0046523B"/>
    <w:rsid w:val="00466BB5"/>
    <w:rsid w:val="00473A28"/>
    <w:rsid w:val="004747BE"/>
    <w:rsid w:val="00481EC0"/>
    <w:rsid w:val="0048323E"/>
    <w:rsid w:val="00485241"/>
    <w:rsid w:val="004853FC"/>
    <w:rsid w:val="00485A14"/>
    <w:rsid w:val="00490E58"/>
    <w:rsid w:val="004911F7"/>
    <w:rsid w:val="00497E31"/>
    <w:rsid w:val="004A2451"/>
    <w:rsid w:val="004A3A22"/>
    <w:rsid w:val="004A3AA2"/>
    <w:rsid w:val="004A3CBA"/>
    <w:rsid w:val="004A42C4"/>
    <w:rsid w:val="004B17FD"/>
    <w:rsid w:val="004B426D"/>
    <w:rsid w:val="004B4FAA"/>
    <w:rsid w:val="004C0254"/>
    <w:rsid w:val="004C11F4"/>
    <w:rsid w:val="004C2C87"/>
    <w:rsid w:val="004C3B2D"/>
    <w:rsid w:val="004C4345"/>
    <w:rsid w:val="004C6025"/>
    <w:rsid w:val="004C64A5"/>
    <w:rsid w:val="004D045A"/>
    <w:rsid w:val="004D0E93"/>
    <w:rsid w:val="004D1084"/>
    <w:rsid w:val="004D264E"/>
    <w:rsid w:val="004D770F"/>
    <w:rsid w:val="004E1788"/>
    <w:rsid w:val="004E183F"/>
    <w:rsid w:val="004E2F87"/>
    <w:rsid w:val="004E3666"/>
    <w:rsid w:val="004E6447"/>
    <w:rsid w:val="004F025B"/>
    <w:rsid w:val="004F069D"/>
    <w:rsid w:val="004F2706"/>
    <w:rsid w:val="004F345A"/>
    <w:rsid w:val="004F34E2"/>
    <w:rsid w:val="004F3A95"/>
    <w:rsid w:val="004F5B9B"/>
    <w:rsid w:val="004F78A1"/>
    <w:rsid w:val="00502E66"/>
    <w:rsid w:val="0050308D"/>
    <w:rsid w:val="005050A0"/>
    <w:rsid w:val="00510171"/>
    <w:rsid w:val="00520DB8"/>
    <w:rsid w:val="005212B9"/>
    <w:rsid w:val="00521972"/>
    <w:rsid w:val="00522453"/>
    <w:rsid w:val="00523A9D"/>
    <w:rsid w:val="005254A9"/>
    <w:rsid w:val="00525A27"/>
    <w:rsid w:val="00531ECE"/>
    <w:rsid w:val="005330F5"/>
    <w:rsid w:val="00533B48"/>
    <w:rsid w:val="00533FED"/>
    <w:rsid w:val="00536A88"/>
    <w:rsid w:val="005373AA"/>
    <w:rsid w:val="005376A2"/>
    <w:rsid w:val="0054080A"/>
    <w:rsid w:val="00541BCA"/>
    <w:rsid w:val="0054212F"/>
    <w:rsid w:val="00543651"/>
    <w:rsid w:val="00543A0E"/>
    <w:rsid w:val="00543A82"/>
    <w:rsid w:val="00547E0C"/>
    <w:rsid w:val="0055135B"/>
    <w:rsid w:val="005537C0"/>
    <w:rsid w:val="00553BFE"/>
    <w:rsid w:val="00553FD5"/>
    <w:rsid w:val="00554141"/>
    <w:rsid w:val="00554EFE"/>
    <w:rsid w:val="005604A4"/>
    <w:rsid w:val="005609E8"/>
    <w:rsid w:val="005636DD"/>
    <w:rsid w:val="00570816"/>
    <w:rsid w:val="00572837"/>
    <w:rsid w:val="00572EFE"/>
    <w:rsid w:val="0057317C"/>
    <w:rsid w:val="00577B16"/>
    <w:rsid w:val="00581AD8"/>
    <w:rsid w:val="00582A0D"/>
    <w:rsid w:val="00591175"/>
    <w:rsid w:val="00593B83"/>
    <w:rsid w:val="0059669E"/>
    <w:rsid w:val="00597356"/>
    <w:rsid w:val="00597940"/>
    <w:rsid w:val="00597D18"/>
    <w:rsid w:val="005A0E1A"/>
    <w:rsid w:val="005A164E"/>
    <w:rsid w:val="005A50F6"/>
    <w:rsid w:val="005A7251"/>
    <w:rsid w:val="005A725D"/>
    <w:rsid w:val="005A74B4"/>
    <w:rsid w:val="005A7BF2"/>
    <w:rsid w:val="005B1C0F"/>
    <w:rsid w:val="005B2E76"/>
    <w:rsid w:val="005B6454"/>
    <w:rsid w:val="005B7075"/>
    <w:rsid w:val="005B737A"/>
    <w:rsid w:val="005B7C87"/>
    <w:rsid w:val="005C5371"/>
    <w:rsid w:val="005C6395"/>
    <w:rsid w:val="005C6963"/>
    <w:rsid w:val="005D1D80"/>
    <w:rsid w:val="005D4BDF"/>
    <w:rsid w:val="005E0CF2"/>
    <w:rsid w:val="005E10EC"/>
    <w:rsid w:val="005E2938"/>
    <w:rsid w:val="005E384E"/>
    <w:rsid w:val="005E444D"/>
    <w:rsid w:val="005E4469"/>
    <w:rsid w:val="005E77C6"/>
    <w:rsid w:val="005E7C69"/>
    <w:rsid w:val="005F1EEA"/>
    <w:rsid w:val="005F3CF1"/>
    <w:rsid w:val="005F4222"/>
    <w:rsid w:val="005F435F"/>
    <w:rsid w:val="00601A3D"/>
    <w:rsid w:val="00605DC3"/>
    <w:rsid w:val="00610725"/>
    <w:rsid w:val="006143A6"/>
    <w:rsid w:val="0061449F"/>
    <w:rsid w:val="006162FA"/>
    <w:rsid w:val="00622C94"/>
    <w:rsid w:val="00625866"/>
    <w:rsid w:val="00627B52"/>
    <w:rsid w:val="006301F2"/>
    <w:rsid w:val="00631522"/>
    <w:rsid w:val="00631FC2"/>
    <w:rsid w:val="006357A0"/>
    <w:rsid w:val="00635E6C"/>
    <w:rsid w:val="00636859"/>
    <w:rsid w:val="00636DB8"/>
    <w:rsid w:val="00636F63"/>
    <w:rsid w:val="00640973"/>
    <w:rsid w:val="006415A9"/>
    <w:rsid w:val="006427E9"/>
    <w:rsid w:val="00642F53"/>
    <w:rsid w:val="00647645"/>
    <w:rsid w:val="00652168"/>
    <w:rsid w:val="006534A4"/>
    <w:rsid w:val="00653DBD"/>
    <w:rsid w:val="006565CD"/>
    <w:rsid w:val="00664599"/>
    <w:rsid w:val="006649E6"/>
    <w:rsid w:val="00665CD3"/>
    <w:rsid w:val="00665D32"/>
    <w:rsid w:val="00666541"/>
    <w:rsid w:val="0066680B"/>
    <w:rsid w:val="0067383A"/>
    <w:rsid w:val="0067476F"/>
    <w:rsid w:val="00674D81"/>
    <w:rsid w:val="00675398"/>
    <w:rsid w:val="00677832"/>
    <w:rsid w:val="00681126"/>
    <w:rsid w:val="00681C4A"/>
    <w:rsid w:val="00681DDD"/>
    <w:rsid w:val="00683DF6"/>
    <w:rsid w:val="006867D2"/>
    <w:rsid w:val="00691FE4"/>
    <w:rsid w:val="00695229"/>
    <w:rsid w:val="0069531F"/>
    <w:rsid w:val="00696651"/>
    <w:rsid w:val="00696A4D"/>
    <w:rsid w:val="00697928"/>
    <w:rsid w:val="006A187D"/>
    <w:rsid w:val="006A2A09"/>
    <w:rsid w:val="006A5426"/>
    <w:rsid w:val="006A70F0"/>
    <w:rsid w:val="006A7B83"/>
    <w:rsid w:val="006B20D8"/>
    <w:rsid w:val="006B6598"/>
    <w:rsid w:val="006B6D41"/>
    <w:rsid w:val="006B7261"/>
    <w:rsid w:val="006C075D"/>
    <w:rsid w:val="006C389B"/>
    <w:rsid w:val="006C3C4E"/>
    <w:rsid w:val="006C7053"/>
    <w:rsid w:val="006C7F57"/>
    <w:rsid w:val="006D0B23"/>
    <w:rsid w:val="006D3CEB"/>
    <w:rsid w:val="006D3F0E"/>
    <w:rsid w:val="006D4943"/>
    <w:rsid w:val="006D5109"/>
    <w:rsid w:val="006D57DA"/>
    <w:rsid w:val="006D5BE6"/>
    <w:rsid w:val="006D7F31"/>
    <w:rsid w:val="006E01DA"/>
    <w:rsid w:val="006E2CCD"/>
    <w:rsid w:val="006E307B"/>
    <w:rsid w:val="006E41E5"/>
    <w:rsid w:val="006E530E"/>
    <w:rsid w:val="006E6117"/>
    <w:rsid w:val="006E6E33"/>
    <w:rsid w:val="006F196A"/>
    <w:rsid w:val="006F376A"/>
    <w:rsid w:val="006F48FD"/>
    <w:rsid w:val="006F4DC3"/>
    <w:rsid w:val="00700AA1"/>
    <w:rsid w:val="00701097"/>
    <w:rsid w:val="007034CD"/>
    <w:rsid w:val="0070468A"/>
    <w:rsid w:val="007060A9"/>
    <w:rsid w:val="007079DC"/>
    <w:rsid w:val="00707C10"/>
    <w:rsid w:val="007127DA"/>
    <w:rsid w:val="007130B0"/>
    <w:rsid w:val="0071416B"/>
    <w:rsid w:val="00714401"/>
    <w:rsid w:val="0071543F"/>
    <w:rsid w:val="0071579F"/>
    <w:rsid w:val="0071656F"/>
    <w:rsid w:val="007172D5"/>
    <w:rsid w:val="0071751A"/>
    <w:rsid w:val="00717E47"/>
    <w:rsid w:val="00720E84"/>
    <w:rsid w:val="00721B22"/>
    <w:rsid w:val="00724057"/>
    <w:rsid w:val="007266BF"/>
    <w:rsid w:val="00730DB7"/>
    <w:rsid w:val="00736AFF"/>
    <w:rsid w:val="00740AFF"/>
    <w:rsid w:val="00740DE3"/>
    <w:rsid w:val="007425AD"/>
    <w:rsid w:val="00743FA3"/>
    <w:rsid w:val="007460A0"/>
    <w:rsid w:val="00750060"/>
    <w:rsid w:val="007503A1"/>
    <w:rsid w:val="00751A7D"/>
    <w:rsid w:val="00754839"/>
    <w:rsid w:val="00762550"/>
    <w:rsid w:val="00764674"/>
    <w:rsid w:val="007651DC"/>
    <w:rsid w:val="00765D5E"/>
    <w:rsid w:val="00767C54"/>
    <w:rsid w:val="00770120"/>
    <w:rsid w:val="0077295B"/>
    <w:rsid w:val="00772D8B"/>
    <w:rsid w:val="0077449A"/>
    <w:rsid w:val="00774F7C"/>
    <w:rsid w:val="00775386"/>
    <w:rsid w:val="00777B5F"/>
    <w:rsid w:val="00780F4C"/>
    <w:rsid w:val="00782201"/>
    <w:rsid w:val="00783E33"/>
    <w:rsid w:val="007841A2"/>
    <w:rsid w:val="00786A65"/>
    <w:rsid w:val="00791967"/>
    <w:rsid w:val="007936D1"/>
    <w:rsid w:val="00794FF3"/>
    <w:rsid w:val="007951F3"/>
    <w:rsid w:val="007969EA"/>
    <w:rsid w:val="007975C5"/>
    <w:rsid w:val="007A04B4"/>
    <w:rsid w:val="007A0E70"/>
    <w:rsid w:val="007A1775"/>
    <w:rsid w:val="007A3FDB"/>
    <w:rsid w:val="007A61DE"/>
    <w:rsid w:val="007B10D8"/>
    <w:rsid w:val="007B39BB"/>
    <w:rsid w:val="007B5C83"/>
    <w:rsid w:val="007B66F3"/>
    <w:rsid w:val="007C19AC"/>
    <w:rsid w:val="007C218F"/>
    <w:rsid w:val="007C33D2"/>
    <w:rsid w:val="007C476F"/>
    <w:rsid w:val="007C4E9D"/>
    <w:rsid w:val="007C5A30"/>
    <w:rsid w:val="007C6287"/>
    <w:rsid w:val="007C6307"/>
    <w:rsid w:val="007C75C0"/>
    <w:rsid w:val="007D0E1D"/>
    <w:rsid w:val="007D1BE8"/>
    <w:rsid w:val="007D1DB3"/>
    <w:rsid w:val="007D49A0"/>
    <w:rsid w:val="007D6FAA"/>
    <w:rsid w:val="007D7622"/>
    <w:rsid w:val="007E109E"/>
    <w:rsid w:val="007E110F"/>
    <w:rsid w:val="007E58F2"/>
    <w:rsid w:val="007E7E58"/>
    <w:rsid w:val="007F0AB4"/>
    <w:rsid w:val="007F362F"/>
    <w:rsid w:val="007F4B93"/>
    <w:rsid w:val="007F4F9C"/>
    <w:rsid w:val="007F5521"/>
    <w:rsid w:val="0080050C"/>
    <w:rsid w:val="00804916"/>
    <w:rsid w:val="00804DBC"/>
    <w:rsid w:val="00805AD7"/>
    <w:rsid w:val="00806D15"/>
    <w:rsid w:val="00807D1B"/>
    <w:rsid w:val="00810EA7"/>
    <w:rsid w:val="00815D35"/>
    <w:rsid w:val="0081719B"/>
    <w:rsid w:val="00822E71"/>
    <w:rsid w:val="00823DA3"/>
    <w:rsid w:val="0082520C"/>
    <w:rsid w:val="0082568E"/>
    <w:rsid w:val="00825EAE"/>
    <w:rsid w:val="008266BF"/>
    <w:rsid w:val="00827ABE"/>
    <w:rsid w:val="00833C92"/>
    <w:rsid w:val="008348CA"/>
    <w:rsid w:val="008353E6"/>
    <w:rsid w:val="00835697"/>
    <w:rsid w:val="008406FD"/>
    <w:rsid w:val="008416B2"/>
    <w:rsid w:val="00843D8F"/>
    <w:rsid w:val="0084624B"/>
    <w:rsid w:val="00847385"/>
    <w:rsid w:val="008479F4"/>
    <w:rsid w:val="00853A31"/>
    <w:rsid w:val="00855A94"/>
    <w:rsid w:val="00860886"/>
    <w:rsid w:val="00860EAA"/>
    <w:rsid w:val="008620CB"/>
    <w:rsid w:val="00863271"/>
    <w:rsid w:val="0086373F"/>
    <w:rsid w:val="00864FDA"/>
    <w:rsid w:val="00867B92"/>
    <w:rsid w:val="00870375"/>
    <w:rsid w:val="008736BC"/>
    <w:rsid w:val="00873C82"/>
    <w:rsid w:val="00873E00"/>
    <w:rsid w:val="00874E10"/>
    <w:rsid w:val="008835F3"/>
    <w:rsid w:val="00884D88"/>
    <w:rsid w:val="008860A8"/>
    <w:rsid w:val="00886B14"/>
    <w:rsid w:val="00890135"/>
    <w:rsid w:val="00890888"/>
    <w:rsid w:val="00892365"/>
    <w:rsid w:val="0089281B"/>
    <w:rsid w:val="008942CF"/>
    <w:rsid w:val="00894E47"/>
    <w:rsid w:val="008A1B37"/>
    <w:rsid w:val="008A2DAC"/>
    <w:rsid w:val="008A37BE"/>
    <w:rsid w:val="008A4A33"/>
    <w:rsid w:val="008A754C"/>
    <w:rsid w:val="008B2495"/>
    <w:rsid w:val="008B30A9"/>
    <w:rsid w:val="008B38F0"/>
    <w:rsid w:val="008B6356"/>
    <w:rsid w:val="008B7A8E"/>
    <w:rsid w:val="008C0F3E"/>
    <w:rsid w:val="008C42B9"/>
    <w:rsid w:val="008C5F8E"/>
    <w:rsid w:val="008C7D09"/>
    <w:rsid w:val="008C7F5B"/>
    <w:rsid w:val="008D2C87"/>
    <w:rsid w:val="008D5781"/>
    <w:rsid w:val="008D6B9E"/>
    <w:rsid w:val="008D7886"/>
    <w:rsid w:val="008E0187"/>
    <w:rsid w:val="008E1A27"/>
    <w:rsid w:val="008E6FB4"/>
    <w:rsid w:val="008F2D95"/>
    <w:rsid w:val="008F441A"/>
    <w:rsid w:val="008F49C1"/>
    <w:rsid w:val="008F78F3"/>
    <w:rsid w:val="008F79B0"/>
    <w:rsid w:val="008F7A7D"/>
    <w:rsid w:val="00902977"/>
    <w:rsid w:val="00904C4A"/>
    <w:rsid w:val="00906A42"/>
    <w:rsid w:val="009103CA"/>
    <w:rsid w:val="00910F19"/>
    <w:rsid w:val="0091236C"/>
    <w:rsid w:val="00912AAC"/>
    <w:rsid w:val="00912BF6"/>
    <w:rsid w:val="00914F9A"/>
    <w:rsid w:val="00915048"/>
    <w:rsid w:val="00917D17"/>
    <w:rsid w:val="00917E9A"/>
    <w:rsid w:val="00921A29"/>
    <w:rsid w:val="00921A47"/>
    <w:rsid w:val="0092569A"/>
    <w:rsid w:val="00926D69"/>
    <w:rsid w:val="0092793B"/>
    <w:rsid w:val="00930739"/>
    <w:rsid w:val="0093146C"/>
    <w:rsid w:val="00933BFB"/>
    <w:rsid w:val="0093749A"/>
    <w:rsid w:val="009405FE"/>
    <w:rsid w:val="00941B82"/>
    <w:rsid w:val="00941B84"/>
    <w:rsid w:val="0094343A"/>
    <w:rsid w:val="00944360"/>
    <w:rsid w:val="009443C4"/>
    <w:rsid w:val="00944D92"/>
    <w:rsid w:val="00945FDF"/>
    <w:rsid w:val="0095102A"/>
    <w:rsid w:val="00952110"/>
    <w:rsid w:val="00953416"/>
    <w:rsid w:val="00954268"/>
    <w:rsid w:val="00955DA3"/>
    <w:rsid w:val="00956B20"/>
    <w:rsid w:val="00957012"/>
    <w:rsid w:val="00957ABF"/>
    <w:rsid w:val="009639CF"/>
    <w:rsid w:val="00966226"/>
    <w:rsid w:val="00967204"/>
    <w:rsid w:val="00967617"/>
    <w:rsid w:val="00970D07"/>
    <w:rsid w:val="00970F40"/>
    <w:rsid w:val="00971043"/>
    <w:rsid w:val="00971393"/>
    <w:rsid w:val="00971C66"/>
    <w:rsid w:val="009746D5"/>
    <w:rsid w:val="0097508E"/>
    <w:rsid w:val="0098015E"/>
    <w:rsid w:val="00980864"/>
    <w:rsid w:val="00981AFD"/>
    <w:rsid w:val="00981CED"/>
    <w:rsid w:val="00981EA6"/>
    <w:rsid w:val="00982C9D"/>
    <w:rsid w:val="00985401"/>
    <w:rsid w:val="0099158A"/>
    <w:rsid w:val="00991EAD"/>
    <w:rsid w:val="00996233"/>
    <w:rsid w:val="00996614"/>
    <w:rsid w:val="00996DE0"/>
    <w:rsid w:val="009A0724"/>
    <w:rsid w:val="009A08C0"/>
    <w:rsid w:val="009A1B2E"/>
    <w:rsid w:val="009A47E2"/>
    <w:rsid w:val="009B0844"/>
    <w:rsid w:val="009B12CE"/>
    <w:rsid w:val="009B442E"/>
    <w:rsid w:val="009B4954"/>
    <w:rsid w:val="009B627C"/>
    <w:rsid w:val="009B69A2"/>
    <w:rsid w:val="009B6B30"/>
    <w:rsid w:val="009B7632"/>
    <w:rsid w:val="009B7F8E"/>
    <w:rsid w:val="009C053F"/>
    <w:rsid w:val="009C0A71"/>
    <w:rsid w:val="009C0C03"/>
    <w:rsid w:val="009C122F"/>
    <w:rsid w:val="009C3730"/>
    <w:rsid w:val="009D05FF"/>
    <w:rsid w:val="009D195A"/>
    <w:rsid w:val="009D21E6"/>
    <w:rsid w:val="009D3057"/>
    <w:rsid w:val="009D3B6C"/>
    <w:rsid w:val="009D3DFC"/>
    <w:rsid w:val="009D42ED"/>
    <w:rsid w:val="009D4C8B"/>
    <w:rsid w:val="009D4F48"/>
    <w:rsid w:val="009D7153"/>
    <w:rsid w:val="009E024B"/>
    <w:rsid w:val="009E1A04"/>
    <w:rsid w:val="009E3D2E"/>
    <w:rsid w:val="009E4BC5"/>
    <w:rsid w:val="009E54E4"/>
    <w:rsid w:val="009E722E"/>
    <w:rsid w:val="009E7292"/>
    <w:rsid w:val="009F0302"/>
    <w:rsid w:val="009F0A86"/>
    <w:rsid w:val="009F3CBC"/>
    <w:rsid w:val="00A00B76"/>
    <w:rsid w:val="00A01C7E"/>
    <w:rsid w:val="00A02B61"/>
    <w:rsid w:val="00A03D46"/>
    <w:rsid w:val="00A13DB1"/>
    <w:rsid w:val="00A13F63"/>
    <w:rsid w:val="00A239D7"/>
    <w:rsid w:val="00A24B2F"/>
    <w:rsid w:val="00A25F8C"/>
    <w:rsid w:val="00A262FE"/>
    <w:rsid w:val="00A2748F"/>
    <w:rsid w:val="00A308D9"/>
    <w:rsid w:val="00A320E0"/>
    <w:rsid w:val="00A33751"/>
    <w:rsid w:val="00A34111"/>
    <w:rsid w:val="00A3619B"/>
    <w:rsid w:val="00A44ADD"/>
    <w:rsid w:val="00A4728F"/>
    <w:rsid w:val="00A5030B"/>
    <w:rsid w:val="00A51BA2"/>
    <w:rsid w:val="00A52CF1"/>
    <w:rsid w:val="00A53CA9"/>
    <w:rsid w:val="00A57902"/>
    <w:rsid w:val="00A63A43"/>
    <w:rsid w:val="00A65394"/>
    <w:rsid w:val="00A65DD9"/>
    <w:rsid w:val="00A673A4"/>
    <w:rsid w:val="00A6797F"/>
    <w:rsid w:val="00A75794"/>
    <w:rsid w:val="00A76610"/>
    <w:rsid w:val="00A866C9"/>
    <w:rsid w:val="00A86B88"/>
    <w:rsid w:val="00A90354"/>
    <w:rsid w:val="00A91CA5"/>
    <w:rsid w:val="00A962C8"/>
    <w:rsid w:val="00A976E0"/>
    <w:rsid w:val="00A97A8E"/>
    <w:rsid w:val="00AA2363"/>
    <w:rsid w:val="00AA6232"/>
    <w:rsid w:val="00AA6DBE"/>
    <w:rsid w:val="00AB0469"/>
    <w:rsid w:val="00AB2613"/>
    <w:rsid w:val="00AB7696"/>
    <w:rsid w:val="00AB785F"/>
    <w:rsid w:val="00AC01F7"/>
    <w:rsid w:val="00AC0B1F"/>
    <w:rsid w:val="00AC0B3F"/>
    <w:rsid w:val="00AC15D6"/>
    <w:rsid w:val="00AC1761"/>
    <w:rsid w:val="00AC2EED"/>
    <w:rsid w:val="00AC7CBE"/>
    <w:rsid w:val="00AD19AD"/>
    <w:rsid w:val="00AD25DD"/>
    <w:rsid w:val="00AD5BD8"/>
    <w:rsid w:val="00AE0CF1"/>
    <w:rsid w:val="00AE1BED"/>
    <w:rsid w:val="00AE368A"/>
    <w:rsid w:val="00AE518B"/>
    <w:rsid w:val="00AE56F8"/>
    <w:rsid w:val="00AF06A7"/>
    <w:rsid w:val="00AF06F2"/>
    <w:rsid w:val="00AF0C81"/>
    <w:rsid w:val="00AF2AC1"/>
    <w:rsid w:val="00AF2B50"/>
    <w:rsid w:val="00AF353D"/>
    <w:rsid w:val="00AF35FE"/>
    <w:rsid w:val="00AF5254"/>
    <w:rsid w:val="00AF6EA0"/>
    <w:rsid w:val="00B04C1D"/>
    <w:rsid w:val="00B13C07"/>
    <w:rsid w:val="00B1514E"/>
    <w:rsid w:val="00B17F8F"/>
    <w:rsid w:val="00B22278"/>
    <w:rsid w:val="00B23C85"/>
    <w:rsid w:val="00B259A5"/>
    <w:rsid w:val="00B3255E"/>
    <w:rsid w:val="00B325C2"/>
    <w:rsid w:val="00B3287D"/>
    <w:rsid w:val="00B33D7B"/>
    <w:rsid w:val="00B33DB5"/>
    <w:rsid w:val="00B34DEA"/>
    <w:rsid w:val="00B350E7"/>
    <w:rsid w:val="00B40F79"/>
    <w:rsid w:val="00B42D06"/>
    <w:rsid w:val="00B43D6C"/>
    <w:rsid w:val="00B440D2"/>
    <w:rsid w:val="00B505D9"/>
    <w:rsid w:val="00B543FC"/>
    <w:rsid w:val="00B55EE5"/>
    <w:rsid w:val="00B56BB1"/>
    <w:rsid w:val="00B57D7E"/>
    <w:rsid w:val="00B61FBB"/>
    <w:rsid w:val="00B63201"/>
    <w:rsid w:val="00B63304"/>
    <w:rsid w:val="00B637BF"/>
    <w:rsid w:val="00B65E67"/>
    <w:rsid w:val="00B70A54"/>
    <w:rsid w:val="00B71366"/>
    <w:rsid w:val="00B72456"/>
    <w:rsid w:val="00B72482"/>
    <w:rsid w:val="00B748F0"/>
    <w:rsid w:val="00B74DEF"/>
    <w:rsid w:val="00B74FFC"/>
    <w:rsid w:val="00B77E77"/>
    <w:rsid w:val="00B8262E"/>
    <w:rsid w:val="00B82A91"/>
    <w:rsid w:val="00B83484"/>
    <w:rsid w:val="00B84D0E"/>
    <w:rsid w:val="00B85433"/>
    <w:rsid w:val="00B900F0"/>
    <w:rsid w:val="00B906D0"/>
    <w:rsid w:val="00B96D5C"/>
    <w:rsid w:val="00B96D72"/>
    <w:rsid w:val="00BA11CC"/>
    <w:rsid w:val="00BA1EBE"/>
    <w:rsid w:val="00BA2E13"/>
    <w:rsid w:val="00BA3FC2"/>
    <w:rsid w:val="00BA4BEF"/>
    <w:rsid w:val="00BA4FF2"/>
    <w:rsid w:val="00BA62B2"/>
    <w:rsid w:val="00BA6FA1"/>
    <w:rsid w:val="00BA7739"/>
    <w:rsid w:val="00BB0351"/>
    <w:rsid w:val="00BB1B23"/>
    <w:rsid w:val="00BB4678"/>
    <w:rsid w:val="00BB5D1A"/>
    <w:rsid w:val="00BB5F0A"/>
    <w:rsid w:val="00BC01D2"/>
    <w:rsid w:val="00BC0A9F"/>
    <w:rsid w:val="00BC2ABA"/>
    <w:rsid w:val="00BC3552"/>
    <w:rsid w:val="00BC6F10"/>
    <w:rsid w:val="00BC7442"/>
    <w:rsid w:val="00BC7F3F"/>
    <w:rsid w:val="00BD2253"/>
    <w:rsid w:val="00BD2C41"/>
    <w:rsid w:val="00BD6E8E"/>
    <w:rsid w:val="00BD76CB"/>
    <w:rsid w:val="00BD7D5B"/>
    <w:rsid w:val="00BE24A0"/>
    <w:rsid w:val="00BE604C"/>
    <w:rsid w:val="00BE7467"/>
    <w:rsid w:val="00BE74C1"/>
    <w:rsid w:val="00BF0911"/>
    <w:rsid w:val="00BF1D83"/>
    <w:rsid w:val="00BF4185"/>
    <w:rsid w:val="00BF6FD5"/>
    <w:rsid w:val="00C00A99"/>
    <w:rsid w:val="00C07915"/>
    <w:rsid w:val="00C103F1"/>
    <w:rsid w:val="00C10632"/>
    <w:rsid w:val="00C108A7"/>
    <w:rsid w:val="00C13049"/>
    <w:rsid w:val="00C14559"/>
    <w:rsid w:val="00C20E3F"/>
    <w:rsid w:val="00C242E6"/>
    <w:rsid w:val="00C278F6"/>
    <w:rsid w:val="00C31228"/>
    <w:rsid w:val="00C321AA"/>
    <w:rsid w:val="00C33F6C"/>
    <w:rsid w:val="00C35337"/>
    <w:rsid w:val="00C40F08"/>
    <w:rsid w:val="00C418FE"/>
    <w:rsid w:val="00C41B08"/>
    <w:rsid w:val="00C43136"/>
    <w:rsid w:val="00C450C9"/>
    <w:rsid w:val="00C46B77"/>
    <w:rsid w:val="00C46E3C"/>
    <w:rsid w:val="00C51F66"/>
    <w:rsid w:val="00C5290A"/>
    <w:rsid w:val="00C57016"/>
    <w:rsid w:val="00C57653"/>
    <w:rsid w:val="00C608C1"/>
    <w:rsid w:val="00C6122F"/>
    <w:rsid w:val="00C61265"/>
    <w:rsid w:val="00C62A3A"/>
    <w:rsid w:val="00C63F6F"/>
    <w:rsid w:val="00C655D8"/>
    <w:rsid w:val="00C66822"/>
    <w:rsid w:val="00C67DE3"/>
    <w:rsid w:val="00C7075B"/>
    <w:rsid w:val="00C7618C"/>
    <w:rsid w:val="00C771BA"/>
    <w:rsid w:val="00C81AC2"/>
    <w:rsid w:val="00C8219C"/>
    <w:rsid w:val="00C823AF"/>
    <w:rsid w:val="00C82F27"/>
    <w:rsid w:val="00C84846"/>
    <w:rsid w:val="00C84DE2"/>
    <w:rsid w:val="00C86088"/>
    <w:rsid w:val="00C86CE0"/>
    <w:rsid w:val="00C901D3"/>
    <w:rsid w:val="00C91608"/>
    <w:rsid w:val="00C91DE1"/>
    <w:rsid w:val="00C922DC"/>
    <w:rsid w:val="00C94AA1"/>
    <w:rsid w:val="00C94F8A"/>
    <w:rsid w:val="00CA3101"/>
    <w:rsid w:val="00CA53E5"/>
    <w:rsid w:val="00CA68CD"/>
    <w:rsid w:val="00CB002B"/>
    <w:rsid w:val="00CB03DF"/>
    <w:rsid w:val="00CB0469"/>
    <w:rsid w:val="00CB0780"/>
    <w:rsid w:val="00CB20E0"/>
    <w:rsid w:val="00CB339C"/>
    <w:rsid w:val="00CB3CA1"/>
    <w:rsid w:val="00CB41A6"/>
    <w:rsid w:val="00CB5429"/>
    <w:rsid w:val="00CB5AAC"/>
    <w:rsid w:val="00CC62AF"/>
    <w:rsid w:val="00CC6D8B"/>
    <w:rsid w:val="00CD19CB"/>
    <w:rsid w:val="00CD5064"/>
    <w:rsid w:val="00CD7A41"/>
    <w:rsid w:val="00CE0F2E"/>
    <w:rsid w:val="00CE16C7"/>
    <w:rsid w:val="00CE3352"/>
    <w:rsid w:val="00CE4C29"/>
    <w:rsid w:val="00CF1A57"/>
    <w:rsid w:val="00CF1EBF"/>
    <w:rsid w:val="00CF2234"/>
    <w:rsid w:val="00CF38D2"/>
    <w:rsid w:val="00CF48A3"/>
    <w:rsid w:val="00D00403"/>
    <w:rsid w:val="00D02058"/>
    <w:rsid w:val="00D046F8"/>
    <w:rsid w:val="00D071EE"/>
    <w:rsid w:val="00D11497"/>
    <w:rsid w:val="00D12BAE"/>
    <w:rsid w:val="00D131FA"/>
    <w:rsid w:val="00D20306"/>
    <w:rsid w:val="00D20DDF"/>
    <w:rsid w:val="00D2685F"/>
    <w:rsid w:val="00D268A9"/>
    <w:rsid w:val="00D2748E"/>
    <w:rsid w:val="00D33A70"/>
    <w:rsid w:val="00D36363"/>
    <w:rsid w:val="00D374C0"/>
    <w:rsid w:val="00D37849"/>
    <w:rsid w:val="00D37F77"/>
    <w:rsid w:val="00D4360A"/>
    <w:rsid w:val="00D44342"/>
    <w:rsid w:val="00D44D26"/>
    <w:rsid w:val="00D45282"/>
    <w:rsid w:val="00D453E9"/>
    <w:rsid w:val="00D46F83"/>
    <w:rsid w:val="00D4748F"/>
    <w:rsid w:val="00D47C05"/>
    <w:rsid w:val="00D504E0"/>
    <w:rsid w:val="00D506E4"/>
    <w:rsid w:val="00D55398"/>
    <w:rsid w:val="00D554A8"/>
    <w:rsid w:val="00D64D13"/>
    <w:rsid w:val="00D716FA"/>
    <w:rsid w:val="00D71A0E"/>
    <w:rsid w:val="00D73E81"/>
    <w:rsid w:val="00D820F8"/>
    <w:rsid w:val="00D863E7"/>
    <w:rsid w:val="00D86DFA"/>
    <w:rsid w:val="00D8719B"/>
    <w:rsid w:val="00D90250"/>
    <w:rsid w:val="00D9103A"/>
    <w:rsid w:val="00D91B58"/>
    <w:rsid w:val="00D91FBC"/>
    <w:rsid w:val="00D93408"/>
    <w:rsid w:val="00D93F6C"/>
    <w:rsid w:val="00D94143"/>
    <w:rsid w:val="00D95C32"/>
    <w:rsid w:val="00D97B17"/>
    <w:rsid w:val="00DA0B50"/>
    <w:rsid w:val="00DA281A"/>
    <w:rsid w:val="00DA29F6"/>
    <w:rsid w:val="00DA44F0"/>
    <w:rsid w:val="00DA47D0"/>
    <w:rsid w:val="00DA4B50"/>
    <w:rsid w:val="00DA6D8C"/>
    <w:rsid w:val="00DB0834"/>
    <w:rsid w:val="00DB375B"/>
    <w:rsid w:val="00DB514F"/>
    <w:rsid w:val="00DB6F02"/>
    <w:rsid w:val="00DC0151"/>
    <w:rsid w:val="00DC24DA"/>
    <w:rsid w:val="00DC2821"/>
    <w:rsid w:val="00DC7AEF"/>
    <w:rsid w:val="00DD3F56"/>
    <w:rsid w:val="00DE280D"/>
    <w:rsid w:val="00DE2B71"/>
    <w:rsid w:val="00DE324A"/>
    <w:rsid w:val="00DE5971"/>
    <w:rsid w:val="00DE5AC5"/>
    <w:rsid w:val="00DE6CC2"/>
    <w:rsid w:val="00DE7FC9"/>
    <w:rsid w:val="00DF0C42"/>
    <w:rsid w:val="00DF339B"/>
    <w:rsid w:val="00DF34CC"/>
    <w:rsid w:val="00DF37B2"/>
    <w:rsid w:val="00DF4410"/>
    <w:rsid w:val="00DF69B1"/>
    <w:rsid w:val="00E006E8"/>
    <w:rsid w:val="00E038F0"/>
    <w:rsid w:val="00E048DB"/>
    <w:rsid w:val="00E04F05"/>
    <w:rsid w:val="00E06B8D"/>
    <w:rsid w:val="00E075C8"/>
    <w:rsid w:val="00E10BB9"/>
    <w:rsid w:val="00E1370E"/>
    <w:rsid w:val="00E17823"/>
    <w:rsid w:val="00E233FF"/>
    <w:rsid w:val="00E23F0F"/>
    <w:rsid w:val="00E2420F"/>
    <w:rsid w:val="00E247B6"/>
    <w:rsid w:val="00E27158"/>
    <w:rsid w:val="00E314AC"/>
    <w:rsid w:val="00E31AA7"/>
    <w:rsid w:val="00E33335"/>
    <w:rsid w:val="00E3376C"/>
    <w:rsid w:val="00E3594D"/>
    <w:rsid w:val="00E368D6"/>
    <w:rsid w:val="00E36B1E"/>
    <w:rsid w:val="00E37FF9"/>
    <w:rsid w:val="00E40BB9"/>
    <w:rsid w:val="00E41B45"/>
    <w:rsid w:val="00E42DB3"/>
    <w:rsid w:val="00E43797"/>
    <w:rsid w:val="00E45FCC"/>
    <w:rsid w:val="00E543D8"/>
    <w:rsid w:val="00E5697B"/>
    <w:rsid w:val="00E56D45"/>
    <w:rsid w:val="00E570C9"/>
    <w:rsid w:val="00E60554"/>
    <w:rsid w:val="00E60C02"/>
    <w:rsid w:val="00E6300F"/>
    <w:rsid w:val="00E63A64"/>
    <w:rsid w:val="00E6530A"/>
    <w:rsid w:val="00E65733"/>
    <w:rsid w:val="00E65DAF"/>
    <w:rsid w:val="00E6774D"/>
    <w:rsid w:val="00E76C17"/>
    <w:rsid w:val="00E76DAF"/>
    <w:rsid w:val="00E82398"/>
    <w:rsid w:val="00E82FFC"/>
    <w:rsid w:val="00E830A9"/>
    <w:rsid w:val="00E86C95"/>
    <w:rsid w:val="00E90341"/>
    <w:rsid w:val="00E903B6"/>
    <w:rsid w:val="00E91112"/>
    <w:rsid w:val="00E918B1"/>
    <w:rsid w:val="00E9346D"/>
    <w:rsid w:val="00E95064"/>
    <w:rsid w:val="00E95488"/>
    <w:rsid w:val="00EA539A"/>
    <w:rsid w:val="00EA6FA3"/>
    <w:rsid w:val="00EB0012"/>
    <w:rsid w:val="00EB3631"/>
    <w:rsid w:val="00EB4015"/>
    <w:rsid w:val="00EB5993"/>
    <w:rsid w:val="00EB78CB"/>
    <w:rsid w:val="00EC1ABD"/>
    <w:rsid w:val="00EC4816"/>
    <w:rsid w:val="00EC4C8A"/>
    <w:rsid w:val="00EC5C3D"/>
    <w:rsid w:val="00ED1F7B"/>
    <w:rsid w:val="00ED2E1C"/>
    <w:rsid w:val="00ED388D"/>
    <w:rsid w:val="00ED485C"/>
    <w:rsid w:val="00ED733E"/>
    <w:rsid w:val="00EE1083"/>
    <w:rsid w:val="00EE170A"/>
    <w:rsid w:val="00EE6FB0"/>
    <w:rsid w:val="00EF0FDA"/>
    <w:rsid w:val="00EF46CF"/>
    <w:rsid w:val="00EF5C67"/>
    <w:rsid w:val="00EF713A"/>
    <w:rsid w:val="00F00A38"/>
    <w:rsid w:val="00F07A47"/>
    <w:rsid w:val="00F07B99"/>
    <w:rsid w:val="00F11C09"/>
    <w:rsid w:val="00F11CD4"/>
    <w:rsid w:val="00F12512"/>
    <w:rsid w:val="00F12F94"/>
    <w:rsid w:val="00F145EB"/>
    <w:rsid w:val="00F16C50"/>
    <w:rsid w:val="00F17625"/>
    <w:rsid w:val="00F176AF"/>
    <w:rsid w:val="00F2002C"/>
    <w:rsid w:val="00F226A9"/>
    <w:rsid w:val="00F22D37"/>
    <w:rsid w:val="00F24A3D"/>
    <w:rsid w:val="00F25232"/>
    <w:rsid w:val="00F263C3"/>
    <w:rsid w:val="00F26476"/>
    <w:rsid w:val="00F2693B"/>
    <w:rsid w:val="00F26E9B"/>
    <w:rsid w:val="00F3793F"/>
    <w:rsid w:val="00F37C55"/>
    <w:rsid w:val="00F40B78"/>
    <w:rsid w:val="00F41273"/>
    <w:rsid w:val="00F43396"/>
    <w:rsid w:val="00F43579"/>
    <w:rsid w:val="00F449D6"/>
    <w:rsid w:val="00F45661"/>
    <w:rsid w:val="00F47E57"/>
    <w:rsid w:val="00F522EE"/>
    <w:rsid w:val="00F577CC"/>
    <w:rsid w:val="00F57C78"/>
    <w:rsid w:val="00F61DA8"/>
    <w:rsid w:val="00F634CC"/>
    <w:rsid w:val="00F651D9"/>
    <w:rsid w:val="00F66133"/>
    <w:rsid w:val="00F70A8B"/>
    <w:rsid w:val="00F71FED"/>
    <w:rsid w:val="00F738C6"/>
    <w:rsid w:val="00F77302"/>
    <w:rsid w:val="00F82686"/>
    <w:rsid w:val="00F83848"/>
    <w:rsid w:val="00F8393E"/>
    <w:rsid w:val="00F870A9"/>
    <w:rsid w:val="00F901B4"/>
    <w:rsid w:val="00F9248F"/>
    <w:rsid w:val="00F94674"/>
    <w:rsid w:val="00F95114"/>
    <w:rsid w:val="00F95C7F"/>
    <w:rsid w:val="00F95D91"/>
    <w:rsid w:val="00F96AA1"/>
    <w:rsid w:val="00FA2742"/>
    <w:rsid w:val="00FA299A"/>
    <w:rsid w:val="00FA4C31"/>
    <w:rsid w:val="00FA51E4"/>
    <w:rsid w:val="00FA686F"/>
    <w:rsid w:val="00FA7F14"/>
    <w:rsid w:val="00FB01C4"/>
    <w:rsid w:val="00FB0388"/>
    <w:rsid w:val="00FB090C"/>
    <w:rsid w:val="00FB1632"/>
    <w:rsid w:val="00FB3E06"/>
    <w:rsid w:val="00FB5780"/>
    <w:rsid w:val="00FB68F3"/>
    <w:rsid w:val="00FC3385"/>
    <w:rsid w:val="00FC386C"/>
    <w:rsid w:val="00FC4F00"/>
    <w:rsid w:val="00FC68A2"/>
    <w:rsid w:val="00FC6B0E"/>
    <w:rsid w:val="00FD094D"/>
    <w:rsid w:val="00FD0FAD"/>
    <w:rsid w:val="00FD48CE"/>
    <w:rsid w:val="00FD5CB5"/>
    <w:rsid w:val="00FD5D33"/>
    <w:rsid w:val="00FE4D3E"/>
    <w:rsid w:val="00FF2E34"/>
    <w:rsid w:val="00FF57EA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95D0165"/>
  <w15:docId w15:val="{F2D1966B-7DBC-48CA-9091-42C7241A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69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rsid w:val="00635E6C"/>
    <w:pPr>
      <w:keepNext/>
      <w:widowControl/>
      <w:numPr>
        <w:ilvl w:val="1"/>
        <w:numId w:val="1"/>
      </w:numPr>
      <w:spacing w:line="240" w:lineRule="atLeast"/>
      <w:outlineLvl w:val="1"/>
    </w:pPr>
    <w:rPr>
      <w:rFonts w:ascii="Arial" w:hAnsi="Arial" w:cs="Arial"/>
      <w:b/>
      <w:bCs/>
      <w:noProof/>
      <w:kern w:val="0"/>
      <w:sz w:val="22"/>
      <w:szCs w:val="2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35E6C"/>
    <w:pPr>
      <w:keepNext/>
      <w:numPr>
        <w:ilvl w:val="2"/>
        <w:numId w:val="1"/>
      </w:numPr>
      <w:spacing w:line="720" w:lineRule="atLeast"/>
      <w:outlineLvl w:val="2"/>
    </w:pPr>
    <w:rPr>
      <w:rFonts w:ascii="Calibri Light" w:hAnsi="Calibri Light"/>
      <w:b/>
      <w:bCs/>
      <w:sz w:val="36"/>
      <w:szCs w:val="36"/>
    </w:rPr>
  </w:style>
  <w:style w:type="paragraph" w:styleId="4">
    <w:name w:val="heading 4"/>
    <w:basedOn w:val="a"/>
    <w:next w:val="a"/>
    <w:link w:val="40"/>
    <w:unhideWhenUsed/>
    <w:qFormat/>
    <w:rsid w:val="00635E6C"/>
    <w:pPr>
      <w:keepNext/>
      <w:numPr>
        <w:ilvl w:val="3"/>
        <w:numId w:val="1"/>
      </w:numPr>
      <w:spacing w:line="720" w:lineRule="atLeast"/>
      <w:outlineLvl w:val="3"/>
    </w:pPr>
    <w:rPr>
      <w:rFonts w:ascii="Calibri Light" w:hAnsi="Calibri Light"/>
      <w:sz w:val="36"/>
      <w:szCs w:val="36"/>
    </w:rPr>
  </w:style>
  <w:style w:type="paragraph" w:styleId="5">
    <w:name w:val="heading 5"/>
    <w:basedOn w:val="a"/>
    <w:next w:val="a"/>
    <w:link w:val="50"/>
    <w:unhideWhenUsed/>
    <w:qFormat/>
    <w:rsid w:val="00635E6C"/>
    <w:pPr>
      <w:keepNext/>
      <w:numPr>
        <w:ilvl w:val="4"/>
        <w:numId w:val="1"/>
      </w:numPr>
      <w:spacing w:line="720" w:lineRule="atLeast"/>
      <w:outlineLvl w:val="4"/>
    </w:pPr>
    <w:rPr>
      <w:rFonts w:ascii="Calibri Light" w:hAnsi="Calibri Light"/>
      <w:b/>
      <w:bCs/>
      <w:sz w:val="36"/>
      <w:szCs w:val="36"/>
    </w:rPr>
  </w:style>
  <w:style w:type="paragraph" w:styleId="6">
    <w:name w:val="heading 6"/>
    <w:basedOn w:val="a"/>
    <w:next w:val="a"/>
    <w:link w:val="60"/>
    <w:unhideWhenUsed/>
    <w:qFormat/>
    <w:rsid w:val="00635E6C"/>
    <w:pPr>
      <w:keepNext/>
      <w:numPr>
        <w:ilvl w:val="5"/>
        <w:numId w:val="1"/>
      </w:numPr>
      <w:spacing w:line="720" w:lineRule="atLeast"/>
      <w:outlineLvl w:val="5"/>
    </w:pPr>
    <w:rPr>
      <w:rFonts w:ascii="Calibri Light" w:hAnsi="Calibri Light"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635E6C"/>
    <w:pPr>
      <w:keepNext/>
      <w:numPr>
        <w:ilvl w:val="6"/>
        <w:numId w:val="1"/>
      </w:numPr>
      <w:spacing w:line="720" w:lineRule="atLeast"/>
      <w:outlineLvl w:val="6"/>
    </w:pPr>
    <w:rPr>
      <w:rFonts w:ascii="Calibri Light" w:hAnsi="Calibri Light"/>
      <w:b/>
      <w:bCs/>
      <w:sz w:val="36"/>
      <w:szCs w:val="36"/>
    </w:rPr>
  </w:style>
  <w:style w:type="paragraph" w:styleId="8">
    <w:name w:val="heading 8"/>
    <w:basedOn w:val="a"/>
    <w:next w:val="a"/>
    <w:link w:val="80"/>
    <w:unhideWhenUsed/>
    <w:qFormat/>
    <w:rsid w:val="00635E6C"/>
    <w:pPr>
      <w:keepNext/>
      <w:numPr>
        <w:ilvl w:val="7"/>
        <w:numId w:val="1"/>
      </w:numPr>
      <w:spacing w:line="720" w:lineRule="atLeast"/>
      <w:outlineLvl w:val="7"/>
    </w:pPr>
    <w:rPr>
      <w:rFonts w:ascii="Calibri Light" w:hAnsi="Calibri Light"/>
      <w:sz w:val="36"/>
      <w:szCs w:val="36"/>
    </w:rPr>
  </w:style>
  <w:style w:type="paragraph" w:styleId="9">
    <w:name w:val="heading 9"/>
    <w:basedOn w:val="a"/>
    <w:next w:val="a"/>
    <w:link w:val="90"/>
    <w:unhideWhenUsed/>
    <w:qFormat/>
    <w:rsid w:val="00635E6C"/>
    <w:pPr>
      <w:keepNext/>
      <w:numPr>
        <w:ilvl w:val="8"/>
        <w:numId w:val="1"/>
      </w:numPr>
      <w:spacing w:line="720" w:lineRule="atLeast"/>
      <w:outlineLvl w:val="8"/>
    </w:pPr>
    <w:rPr>
      <w:rFonts w:ascii="Calibri Light" w:hAnsi="Calibri Light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24057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D5064"/>
    <w:rPr>
      <w:kern w:val="2"/>
    </w:rPr>
  </w:style>
  <w:style w:type="paragraph" w:styleId="a7">
    <w:name w:val="footer"/>
    <w:basedOn w:val="a"/>
    <w:link w:val="a8"/>
    <w:uiPriority w:val="9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CD5064"/>
    <w:rPr>
      <w:kern w:val="2"/>
    </w:rPr>
  </w:style>
  <w:style w:type="paragraph" w:styleId="a9">
    <w:name w:val="Plain Text"/>
    <w:basedOn w:val="a"/>
    <w:link w:val="aa"/>
    <w:unhideWhenUsed/>
    <w:rsid w:val="00027A13"/>
    <w:rPr>
      <w:rFonts w:ascii="細明體" w:eastAsia="細明體" w:hAnsi="Courier New" w:cs="Courier New"/>
    </w:rPr>
  </w:style>
  <w:style w:type="character" w:customStyle="1" w:styleId="aa">
    <w:name w:val="純文字 字元"/>
    <w:link w:val="a9"/>
    <w:rsid w:val="00027A13"/>
    <w:rPr>
      <w:rFonts w:ascii="細明體" w:eastAsia="細明體" w:hAnsi="Courier New" w:cs="Courier New"/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635E6C"/>
    <w:pPr>
      <w:spacing w:line="240" w:lineRule="atLeast"/>
      <w:ind w:leftChars="200" w:left="480"/>
    </w:pPr>
    <w:rPr>
      <w:rFonts w:eastAsia="標楷體"/>
    </w:rPr>
  </w:style>
  <w:style w:type="character" w:customStyle="1" w:styleId="20">
    <w:name w:val="標題 2 字元"/>
    <w:link w:val="2"/>
    <w:rsid w:val="00635E6C"/>
    <w:rPr>
      <w:rFonts w:ascii="Arial" w:hAnsi="Arial" w:cs="Arial"/>
      <w:b/>
      <w:bCs/>
      <w:noProof/>
      <w:sz w:val="22"/>
      <w:szCs w:val="22"/>
      <w:lang w:eastAsia="ru-RU"/>
    </w:rPr>
  </w:style>
  <w:style w:type="character" w:customStyle="1" w:styleId="30">
    <w:name w:val="標題 3 字元"/>
    <w:link w:val="3"/>
    <w:rsid w:val="00635E6C"/>
    <w:rPr>
      <w:rFonts w:ascii="Calibri Light" w:hAnsi="Calibri Light"/>
      <w:b/>
      <w:bCs/>
      <w:kern w:val="2"/>
      <w:sz w:val="36"/>
      <w:szCs w:val="36"/>
    </w:rPr>
  </w:style>
  <w:style w:type="character" w:customStyle="1" w:styleId="40">
    <w:name w:val="標題 4 字元"/>
    <w:link w:val="4"/>
    <w:rsid w:val="00635E6C"/>
    <w:rPr>
      <w:rFonts w:ascii="Calibri Light" w:hAnsi="Calibri Light"/>
      <w:kern w:val="2"/>
      <w:sz w:val="36"/>
      <w:szCs w:val="36"/>
    </w:rPr>
  </w:style>
  <w:style w:type="character" w:customStyle="1" w:styleId="50">
    <w:name w:val="標題 5 字元"/>
    <w:link w:val="5"/>
    <w:rsid w:val="00635E6C"/>
    <w:rPr>
      <w:rFonts w:ascii="Calibri Light" w:hAnsi="Calibri Light"/>
      <w:b/>
      <w:bCs/>
      <w:kern w:val="2"/>
      <w:sz w:val="36"/>
      <w:szCs w:val="36"/>
    </w:rPr>
  </w:style>
  <w:style w:type="character" w:customStyle="1" w:styleId="60">
    <w:name w:val="標題 6 字元"/>
    <w:link w:val="6"/>
    <w:rsid w:val="00635E6C"/>
    <w:rPr>
      <w:rFonts w:ascii="Calibri Light" w:hAnsi="Calibri Light"/>
      <w:kern w:val="2"/>
      <w:sz w:val="36"/>
      <w:szCs w:val="36"/>
    </w:rPr>
  </w:style>
  <w:style w:type="character" w:customStyle="1" w:styleId="70">
    <w:name w:val="標題 7 字元"/>
    <w:link w:val="7"/>
    <w:rsid w:val="00635E6C"/>
    <w:rPr>
      <w:rFonts w:ascii="Calibri Light" w:hAnsi="Calibri Light"/>
      <w:b/>
      <w:bCs/>
      <w:kern w:val="2"/>
      <w:sz w:val="36"/>
      <w:szCs w:val="36"/>
    </w:rPr>
  </w:style>
  <w:style w:type="character" w:customStyle="1" w:styleId="80">
    <w:name w:val="標題 8 字元"/>
    <w:link w:val="8"/>
    <w:rsid w:val="00635E6C"/>
    <w:rPr>
      <w:rFonts w:ascii="Calibri Light" w:hAnsi="Calibri Light"/>
      <w:kern w:val="2"/>
      <w:sz w:val="36"/>
      <w:szCs w:val="36"/>
    </w:rPr>
  </w:style>
  <w:style w:type="character" w:customStyle="1" w:styleId="90">
    <w:name w:val="標題 9 字元"/>
    <w:link w:val="9"/>
    <w:rsid w:val="00635E6C"/>
    <w:rPr>
      <w:rFonts w:ascii="Calibri Light" w:hAnsi="Calibri Light"/>
      <w:kern w:val="2"/>
      <w:sz w:val="36"/>
      <w:szCs w:val="36"/>
    </w:rPr>
  </w:style>
  <w:style w:type="paragraph" w:customStyle="1" w:styleId="61">
    <w:name w:val="題本+6"/>
    <w:basedOn w:val="a"/>
    <w:rsid w:val="00403788"/>
    <w:pPr>
      <w:tabs>
        <w:tab w:val="right" w:pos="9540"/>
      </w:tabs>
      <w:kinsoku w:val="0"/>
      <w:overflowPunct w:val="0"/>
      <w:autoSpaceDE w:val="0"/>
      <w:autoSpaceDN w:val="0"/>
      <w:ind w:left="550" w:hangingChars="550" w:hanging="550"/>
    </w:pPr>
  </w:style>
  <w:style w:type="paragraph" w:customStyle="1" w:styleId="55">
    <w:name w:val="縮5.5"/>
    <w:basedOn w:val="61"/>
    <w:rsid w:val="00403788"/>
    <w:pPr>
      <w:ind w:leftChars="550" w:firstLineChars="0" w:firstLine="0"/>
    </w:pPr>
  </w:style>
  <w:style w:type="character" w:customStyle="1" w:styleId="a4">
    <w:name w:val="註解方塊文字 字元"/>
    <w:basedOn w:val="a0"/>
    <w:link w:val="a3"/>
    <w:uiPriority w:val="99"/>
    <w:semiHidden/>
    <w:rsid w:val="00403788"/>
    <w:rPr>
      <w:rFonts w:ascii="Arial" w:hAnsi="Arial"/>
      <w:kern w:val="2"/>
      <w:sz w:val="18"/>
      <w:szCs w:val="18"/>
    </w:rPr>
  </w:style>
  <w:style w:type="paragraph" w:customStyle="1" w:styleId="ac">
    <w:name w:val="選擇題"/>
    <w:basedOn w:val="a"/>
    <w:link w:val="ad"/>
    <w:rsid w:val="00100416"/>
    <w:pPr>
      <w:kinsoku w:val="0"/>
      <w:overflowPunct w:val="0"/>
      <w:autoSpaceDE w:val="0"/>
      <w:autoSpaceDN w:val="0"/>
      <w:ind w:left="1320" w:hangingChars="550" w:hanging="1320"/>
    </w:pPr>
    <w:rPr>
      <w:rFonts w:cs="Courier New"/>
    </w:rPr>
  </w:style>
  <w:style w:type="paragraph" w:customStyle="1" w:styleId="ae">
    <w:name w:val="選項"/>
    <w:basedOn w:val="a"/>
    <w:link w:val="af"/>
    <w:rsid w:val="00100416"/>
    <w:pPr>
      <w:kinsoku w:val="0"/>
      <w:overflowPunct w:val="0"/>
      <w:autoSpaceDE w:val="0"/>
      <w:autoSpaceDN w:val="0"/>
      <w:ind w:leftChars="550" w:left="550"/>
    </w:pPr>
    <w:rPr>
      <w:rFonts w:cs="Courier New"/>
    </w:rPr>
  </w:style>
  <w:style w:type="character" w:customStyle="1" w:styleId="af">
    <w:name w:val="選項 字元"/>
    <w:basedOn w:val="a0"/>
    <w:link w:val="ae"/>
    <w:rsid w:val="000F1D14"/>
    <w:rPr>
      <w:rFonts w:cs="Courier New"/>
      <w:kern w:val="2"/>
      <w:sz w:val="24"/>
      <w:szCs w:val="24"/>
    </w:rPr>
  </w:style>
  <w:style w:type="table" w:styleId="af0">
    <w:name w:val="Table Grid"/>
    <w:basedOn w:val="a1"/>
    <w:rsid w:val="000F1D14"/>
    <w:pPr>
      <w:widowControl w:val="0"/>
      <w:kinsoku w:val="0"/>
      <w:overflowPunct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題本+2 字元"/>
    <w:basedOn w:val="a0"/>
    <w:rsid w:val="00F3793F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ad">
    <w:name w:val="選擇題 字元"/>
    <w:basedOn w:val="a0"/>
    <w:link w:val="ac"/>
    <w:rsid w:val="0086373F"/>
    <w:rPr>
      <w:rFonts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4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Microsoft_Word_97_-_2003___1.doc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Microsoft_Word_97_-_2003___2.doc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js\&#22283;&#31435;&#33274;&#20013;&#31532;&#20108;&#39640;&#32026;&#20013;&#23416;%20%20%20%20%20%20%20%20%20%20%20&#24180;&#32026;%20%20%20%20%20%20%20%20&#29677;%20&#22995;&#21517;%20%20%20%20%20%20%20%20%20%20%20%20%20%20%20%20%20&#24231;&#34399;%20%20%20%20%20%20%20&#34399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4DC6A2-6B42-4F64-A75A-30CCAD97C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國立臺中第二高級中學           年級        班 姓名                 座號       號</Template>
  <TotalTime>6</TotalTime>
  <Pages>4</Pages>
  <Words>1093</Words>
  <Characters>6232</Characters>
  <Application>Microsoft Office Word</Application>
  <DocSecurity>0</DocSecurity>
  <Lines>51</Lines>
  <Paragraphs>14</Paragraphs>
  <ScaleCrop>false</ScaleCrop>
  <Company>tcssh.tc</Company>
  <LinksUpToDate>false</LinksUpToDate>
  <CharactersWithSpaces>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國立臺中第二高級中學           年級        班 姓名                 座號       號</dc:title>
  <dc:creator>台中二中</dc:creator>
  <cp:lastModifiedBy>user</cp:lastModifiedBy>
  <cp:revision>4</cp:revision>
  <cp:lastPrinted>2018-03-22T04:36:00Z</cp:lastPrinted>
  <dcterms:created xsi:type="dcterms:W3CDTF">2018-03-26T03:13:00Z</dcterms:created>
  <dcterms:modified xsi:type="dcterms:W3CDTF">2018-03-26T03:23:00Z</dcterms:modified>
</cp:coreProperties>
</file>